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me badge page layout"/>
      </w:tblPr>
      <w:tblGrid>
        <w:gridCol w:w="4867"/>
        <w:gridCol w:w="547"/>
        <w:gridCol w:w="4867"/>
      </w:tblGrid>
      <w:tr w:rsidR="00CD77D9" w:rsidRPr="00943AC5">
        <w:trPr>
          <w:trHeight w:hRule="exact" w:val="3355"/>
          <w:jc w:val="center"/>
        </w:trPr>
        <w:tc>
          <w:tcPr>
            <w:tcW w:w="4867" w:type="dxa"/>
            <w:vAlign w:val="center"/>
          </w:tcPr>
          <w:p w:rsidR="00CD77D9" w:rsidRPr="00943AC5" w:rsidRDefault="000A764F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months passed </w:t>
            </w:r>
            <w:r w:rsidR="00943AC5" w:rsidRPr="00943AC5">
              <w:rPr>
                <w:rFonts w:ascii="Times New Roman" w:hAnsi="Times New Roman" w:cs="Times New Roman"/>
                <w:sz w:val="24"/>
                <w:szCs w:val="24"/>
              </w:rPr>
              <w:t>on.  I had many unhappy hours. I secretl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mourned </w:t>
            </w:r>
            <w:r w:rsidR="00943AC5" w:rsidRPr="00943AC5">
              <w:rPr>
                <w:rFonts w:ascii="Times New Roman" w:hAnsi="Times New Roman" w:cs="Times New Roman"/>
                <w:sz w:val="24"/>
                <w:szCs w:val="24"/>
              </w:rPr>
              <w:t>over the sorrow I was bringing on my grandmother</w:t>
            </w:r>
          </w:p>
        </w:tc>
        <w:tc>
          <w:tcPr>
            <w:tcW w:w="54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943AC5" w:rsidRDefault="000A764F" w:rsidP="00D64173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had always slept on the </w:t>
            </w:r>
            <w:r w:rsidR="00943AC5" w:rsidRPr="00943AC5">
              <w:rPr>
                <w:rFonts w:ascii="Times New Roman" w:hAnsi="Times New Roman" w:cs="Times New Roman"/>
                <w:sz w:val="24"/>
                <w:szCs w:val="24"/>
              </w:rPr>
              <w:t xml:space="preserve">floor in the entry, near Mrs. Flint's chamber door, that </w:t>
            </w:r>
            <w:r w:rsidR="00D64173">
              <w:rPr>
                <w:rFonts w:ascii="Times New Roman" w:hAnsi="Times New Roman" w:cs="Times New Roman"/>
                <w:sz w:val="24"/>
                <w:szCs w:val="24"/>
              </w:rPr>
              <w:t xml:space="preserve">she </w:t>
            </w:r>
            <w:r w:rsidR="00943AC5" w:rsidRPr="00943AC5">
              <w:rPr>
                <w:rFonts w:ascii="Times New Roman" w:hAnsi="Times New Roman" w:cs="Times New Roman"/>
                <w:sz w:val="24"/>
                <w:szCs w:val="24"/>
              </w:rPr>
              <w:t>might be within call.</w:t>
            </w:r>
          </w:p>
        </w:tc>
      </w:tr>
      <w:tr w:rsidR="00CD77D9" w:rsidRPr="00943AC5">
        <w:trPr>
          <w:trHeight w:hRule="exact" w:val="274"/>
          <w:jc w:val="center"/>
        </w:trPr>
        <w:tc>
          <w:tcPr>
            <w:tcW w:w="486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7D9" w:rsidRPr="00943AC5">
        <w:trPr>
          <w:trHeight w:hRule="exact" w:val="3355"/>
          <w:jc w:val="center"/>
        </w:trPr>
        <w:tc>
          <w:tcPr>
            <w:tcW w:w="4867" w:type="dxa"/>
            <w:vAlign w:val="center"/>
          </w:tcPr>
          <w:p w:rsidR="00CD77D9" w:rsidRPr="00943AC5" w:rsidRDefault="00943AC5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943AC5">
              <w:rPr>
                <w:rFonts w:ascii="Times New Roman" w:hAnsi="Times New Roman" w:cs="Times New Roman"/>
                <w:sz w:val="24"/>
                <w:szCs w:val="24"/>
              </w:rPr>
              <w:t>I had been in my· cell six: years when my grand­ mother was summoned to the bedside of this, her last remaining daughter</w:t>
            </w:r>
          </w:p>
        </w:tc>
        <w:tc>
          <w:tcPr>
            <w:tcW w:w="54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943AC5" w:rsidRDefault="00943AC5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943AC5">
              <w:rPr>
                <w:rFonts w:ascii="Times New Roman" w:hAnsi="Times New Roman" w:cs="Times New Roman"/>
                <w:sz w:val="24"/>
                <w:szCs w:val="24"/>
              </w:rPr>
              <w:t>Countless were the nights that I sat late at the little loophole scarcely large enough to give me a glimpse of one twinkling star</w:t>
            </w:r>
          </w:p>
        </w:tc>
      </w:tr>
      <w:tr w:rsidR="00CD77D9" w:rsidRPr="00943AC5">
        <w:trPr>
          <w:trHeight w:hRule="exact" w:val="274"/>
          <w:jc w:val="center"/>
        </w:trPr>
        <w:tc>
          <w:tcPr>
            <w:tcW w:w="486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7D9" w:rsidRPr="00943AC5">
        <w:trPr>
          <w:trHeight w:hRule="exact" w:val="3355"/>
          <w:jc w:val="center"/>
        </w:trPr>
        <w:tc>
          <w:tcPr>
            <w:tcW w:w="4867" w:type="dxa"/>
            <w:vAlign w:val="center"/>
          </w:tcPr>
          <w:p w:rsidR="00CD77D9" w:rsidRPr="00943AC5" w:rsidRDefault="00943AC5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943AC5">
              <w:rPr>
                <w:rFonts w:ascii="Times New Roman" w:hAnsi="Times New Roman" w:cs="Times New Roman"/>
                <w:sz w:val="24"/>
                <w:szCs w:val="24"/>
              </w:rPr>
              <w:t>The kind-hearted old woman had an intense sympathy for runaways. She had known too much of the cruelties inflicted on those who were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43AC5">
              <w:rPr>
                <w:rFonts w:ascii="Times New Roman" w:hAnsi="Times New Roman" w:cs="Times New Roman"/>
                <w:sz w:val="24"/>
                <w:szCs w:val="24"/>
              </w:rPr>
              <w:t>ptured</w:t>
            </w:r>
          </w:p>
        </w:tc>
        <w:tc>
          <w:tcPr>
            <w:tcW w:w="54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943AC5" w:rsidRDefault="00943AC5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943AC5">
              <w:rPr>
                <w:rFonts w:ascii="Times New Roman" w:hAnsi="Times New Roman" w:cs="Times New Roman"/>
                <w:sz w:val="24"/>
                <w:szCs w:val="24"/>
              </w:rPr>
              <w:t xml:space="preserve">The next morning I peeped through my loophole, and saw that </w:t>
            </w:r>
            <w:proofErr w:type="spellStart"/>
            <w:r w:rsidRPr="00943AC5">
              <w:rPr>
                <w:rFonts w:ascii="Times New Roman" w:hAnsi="Times New Roman" w:cs="Times New Roman"/>
                <w:sz w:val="24"/>
                <w:szCs w:val="24"/>
              </w:rPr>
              <w:t>jt</w:t>
            </w:r>
            <w:proofErr w:type="spellEnd"/>
            <w:r w:rsidRPr="00943AC5">
              <w:rPr>
                <w:rFonts w:ascii="Times New Roman" w:hAnsi="Times New Roman" w:cs="Times New Roman"/>
                <w:sz w:val="24"/>
                <w:szCs w:val="24"/>
              </w:rPr>
              <w:t xml:space="preserve"> was </w:t>
            </w:r>
            <w:r w:rsidR="000A764F">
              <w:rPr>
                <w:rFonts w:ascii="Times New Roman" w:hAnsi="Times New Roman" w:cs="Times New Roman"/>
                <w:sz w:val="24"/>
                <w:szCs w:val="24"/>
              </w:rPr>
              <w:t>dark and cloudy. At night I re</w:t>
            </w:r>
            <w:r w:rsidRPr="00943AC5">
              <w:rPr>
                <w:rFonts w:ascii="Times New Roman" w:hAnsi="Times New Roman" w:cs="Times New Roman"/>
                <w:sz w:val="24"/>
                <w:szCs w:val="24"/>
              </w:rPr>
              <w:t>ceived news that the wind was ahead, and the vessel had not sa</w:t>
            </w:r>
            <w:r w:rsidR="000A764F">
              <w:rPr>
                <w:rFonts w:ascii="Times New Roman" w:hAnsi="Times New Roman" w:cs="Times New Roman"/>
                <w:sz w:val="24"/>
                <w:szCs w:val="24"/>
              </w:rPr>
              <w:t>iled</w:t>
            </w:r>
          </w:p>
        </w:tc>
      </w:tr>
      <w:tr w:rsidR="00CD77D9" w:rsidRPr="00943AC5">
        <w:trPr>
          <w:trHeight w:hRule="exact" w:val="274"/>
          <w:jc w:val="center"/>
        </w:trPr>
        <w:tc>
          <w:tcPr>
            <w:tcW w:w="486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7D9" w:rsidRPr="00943AC5">
        <w:trPr>
          <w:trHeight w:hRule="exact" w:val="3355"/>
          <w:jc w:val="center"/>
        </w:trPr>
        <w:tc>
          <w:tcPr>
            <w:tcW w:w="4867" w:type="dxa"/>
            <w:vAlign w:val="center"/>
          </w:tcPr>
          <w:p w:rsidR="00CD77D9" w:rsidRPr="00943AC5" w:rsidRDefault="00943AC5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943AC5">
              <w:rPr>
                <w:rFonts w:ascii="Times New Roman" w:hAnsi="Times New Roman" w:cs="Times New Roman"/>
                <w:sz w:val="24"/>
                <w:szCs w:val="24"/>
              </w:rPr>
              <w:t>I found her in a nervous, excited state, but I was not aware that she had forgotten to lock the door behind her, as usual</w:t>
            </w:r>
          </w:p>
        </w:tc>
        <w:tc>
          <w:tcPr>
            <w:tcW w:w="547" w:type="dxa"/>
            <w:vAlign w:val="center"/>
          </w:tcPr>
          <w:p w:rsidR="00CD77D9" w:rsidRPr="00943AC5" w:rsidRDefault="00CD77D9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Align w:val="center"/>
          </w:tcPr>
          <w:p w:rsidR="00CD77D9" w:rsidRPr="00943AC5" w:rsidRDefault="00943AC5">
            <w:pPr>
              <w:pStyle w:val="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943AC5">
              <w:rPr>
                <w:rFonts w:ascii="Times New Roman" w:hAnsi="Times New Roman" w:cs="Times New Roman"/>
                <w:sz w:val="24"/>
                <w:szCs w:val="24"/>
              </w:rPr>
              <w:t xml:space="preserve">She was afraid all would be discovered, and then Fanny, and </w:t>
            </w:r>
            <w:r w:rsidR="000A764F">
              <w:rPr>
                <w:rFonts w:ascii="Times New Roman" w:hAnsi="Times New Roman" w:cs="Times New Roman"/>
                <w:sz w:val="24"/>
                <w:szCs w:val="24"/>
              </w:rPr>
              <w:t>Peter, and I, would all be tor</w:t>
            </w:r>
            <w:r w:rsidR="00D64173">
              <w:rPr>
                <w:rFonts w:ascii="Times New Roman" w:hAnsi="Times New Roman" w:cs="Times New Roman"/>
                <w:sz w:val="24"/>
                <w:szCs w:val="24"/>
              </w:rPr>
              <w:t xml:space="preserve">tured </w:t>
            </w:r>
            <w:bookmarkStart w:id="0" w:name="_GoBack"/>
            <w:bookmarkEnd w:id="0"/>
            <w:proofErr w:type="gramStart"/>
            <w:r w:rsidRPr="00943AC5">
              <w:rPr>
                <w:rFonts w:ascii="Times New Roman" w:hAnsi="Times New Roman" w:cs="Times New Roman"/>
                <w:sz w:val="24"/>
                <w:szCs w:val="24"/>
              </w:rPr>
              <w:t>to  death</w:t>
            </w:r>
            <w:proofErr w:type="gramEnd"/>
          </w:p>
        </w:tc>
      </w:tr>
    </w:tbl>
    <w:p w:rsidR="00CD77D9" w:rsidRPr="00943AC5" w:rsidRDefault="00E72B23">
      <w:pPr>
        <w:rPr>
          <w:rFonts w:ascii="Times New Roman" w:hAnsi="Times New Roman" w:cs="Times New Roman"/>
          <w:sz w:val="24"/>
          <w:szCs w:val="24"/>
        </w:rPr>
      </w:pPr>
      <w:r w:rsidRPr="00943AC5">
        <w:rPr>
          <w:rFonts w:ascii="Times New Roman" w:hAnsi="Times New Roman" w:cs="Times New Roman"/>
          <w:noProof/>
          <w:sz w:val="24"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628650" y="9553575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867144" cy="9381744"/>
                <wp:effectExtent l="0" t="0" r="0" b="0"/>
                <wp:wrapNone/>
                <wp:docPr id="50" name="Group 49" descr="Name badge design with hand-drawn, white badges in front of a brightly-colored abstract desig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867144" cy="9381744"/>
                          <a:chOff x="0" y="0"/>
                          <a:chExt cx="6870700" cy="9382126"/>
                        </a:xfrm>
                      </wpg:grpSpPr>
                      <wpg:grpSp>
                        <wpg:cNvPr id="2" name="Group 2" descr="Name badge design with hand-drawn white badges in front of brightly-colored abstract backing"/>
                        <wpg:cNvGrpSpPr/>
                        <wpg:grpSpPr>
                          <a:xfrm>
                            <a:off x="0" y="0"/>
                            <a:ext cx="6870700" cy="9382126"/>
                            <a:chOff x="0" y="0"/>
                            <a:chExt cx="6870700" cy="9382126"/>
                          </a:xfrm>
                        </wpg:grpSpPr>
                        <wps:wsp>
                          <wps:cNvPr id="14" name="AutoShape 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3175" y="0"/>
                              <a:ext cx="6867525" cy="9382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5" y="0"/>
                              <a:ext cx="6864350" cy="937895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6" name="Group 16"/>
                          <wpg:cNvGrpSpPr/>
                          <wpg:grpSpPr>
                            <a:xfrm>
                              <a:off x="0" y="4117975"/>
                              <a:ext cx="1274763" cy="1779588"/>
                              <a:chOff x="0" y="4117975"/>
                              <a:chExt cx="1274763" cy="1779588"/>
                            </a:xfr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45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0" y="4117975"/>
                                <a:ext cx="663575" cy="966788"/>
                              </a:xfrm>
                              <a:custGeom>
                                <a:avLst/>
                                <a:gdLst>
                                  <a:gd name="T0" fmla="*/ 219 w 418"/>
                                  <a:gd name="T1" fmla="*/ 0 h 609"/>
                                  <a:gd name="T2" fmla="*/ 235 w 418"/>
                                  <a:gd name="T3" fmla="*/ 211 h 609"/>
                                  <a:gd name="T4" fmla="*/ 418 w 418"/>
                                  <a:gd name="T5" fmla="*/ 321 h 609"/>
                                  <a:gd name="T6" fmla="*/ 221 w 418"/>
                                  <a:gd name="T7" fmla="*/ 400 h 609"/>
                                  <a:gd name="T8" fmla="*/ 174 w 418"/>
                                  <a:gd name="T9" fmla="*/ 609 h 609"/>
                                  <a:gd name="T10" fmla="*/ 38 w 418"/>
                                  <a:gd name="T11" fmla="*/ 446 h 609"/>
                                  <a:gd name="T12" fmla="*/ 0 w 418"/>
                                  <a:gd name="T13" fmla="*/ 450 h 609"/>
                                  <a:gd name="T14" fmla="*/ 0 w 418"/>
                                  <a:gd name="T15" fmla="*/ 125 h 609"/>
                                  <a:gd name="T16" fmla="*/ 59 w 418"/>
                                  <a:gd name="T17" fmla="*/ 142 h 609"/>
                                  <a:gd name="T18" fmla="*/ 219 w 418"/>
                                  <a:gd name="T19" fmla="*/ 0 h 6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418" h="609">
                                    <a:moveTo>
                                      <a:pt x="219" y="0"/>
                                    </a:moveTo>
                                    <a:lnTo>
                                      <a:pt x="235" y="211"/>
                                    </a:lnTo>
                                    <a:lnTo>
                                      <a:pt x="418" y="321"/>
                                    </a:lnTo>
                                    <a:lnTo>
                                      <a:pt x="221" y="400"/>
                                    </a:lnTo>
                                    <a:lnTo>
                                      <a:pt x="174" y="609"/>
                                    </a:lnTo>
                                    <a:lnTo>
                                      <a:pt x="38" y="446"/>
                                    </a:lnTo>
                                    <a:lnTo>
                                      <a:pt x="0" y="450"/>
                                    </a:lnTo>
                                    <a:lnTo>
                                      <a:pt x="0" y="125"/>
                                    </a:lnTo>
                                    <a:lnTo>
                                      <a:pt x="59" y="142"/>
                                    </a:lnTo>
                                    <a:lnTo>
                                      <a:pt x="219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6" name="Freeform 46"/>
                            <wps:cNvSpPr>
                              <a:spLocks/>
                            </wps:cNvSpPr>
                            <wps:spPr bwMode="auto">
                              <a:xfrm>
                                <a:off x="603250" y="5199063"/>
                                <a:ext cx="671513" cy="698500"/>
                              </a:xfrm>
                              <a:custGeom>
                                <a:avLst/>
                                <a:gdLst>
                                  <a:gd name="T0" fmla="*/ 170 w 423"/>
                                  <a:gd name="T1" fmla="*/ 0 h 440"/>
                                  <a:gd name="T2" fmla="*/ 270 w 423"/>
                                  <a:gd name="T3" fmla="*/ 114 h 440"/>
                                  <a:gd name="T4" fmla="*/ 423 w 423"/>
                                  <a:gd name="T5" fmla="*/ 97 h 440"/>
                                  <a:gd name="T6" fmla="*/ 346 w 423"/>
                                  <a:gd name="T7" fmla="*/ 229 h 440"/>
                                  <a:gd name="T8" fmla="*/ 401 w 423"/>
                                  <a:gd name="T9" fmla="*/ 347 h 440"/>
                                  <a:gd name="T10" fmla="*/ 382 w 423"/>
                                  <a:gd name="T11" fmla="*/ 362 h 440"/>
                                  <a:gd name="T12" fmla="*/ 261 w 423"/>
                                  <a:gd name="T13" fmla="*/ 335 h 440"/>
                                  <a:gd name="T14" fmla="*/ 149 w 423"/>
                                  <a:gd name="T15" fmla="*/ 440 h 440"/>
                                  <a:gd name="T16" fmla="*/ 134 w 423"/>
                                  <a:gd name="T17" fmla="*/ 286 h 440"/>
                                  <a:gd name="T18" fmla="*/ 0 w 423"/>
                                  <a:gd name="T19" fmla="*/ 213 h 440"/>
                                  <a:gd name="T20" fmla="*/ 140 w 423"/>
                                  <a:gd name="T21" fmla="*/ 150 h 440"/>
                                  <a:gd name="T22" fmla="*/ 170 w 423"/>
                                  <a:gd name="T23" fmla="*/ 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23" h="440">
                                    <a:moveTo>
                                      <a:pt x="170" y="0"/>
                                    </a:moveTo>
                                    <a:lnTo>
                                      <a:pt x="270" y="114"/>
                                    </a:lnTo>
                                    <a:lnTo>
                                      <a:pt x="423" y="97"/>
                                    </a:lnTo>
                                    <a:lnTo>
                                      <a:pt x="346" y="229"/>
                                    </a:lnTo>
                                    <a:lnTo>
                                      <a:pt x="401" y="347"/>
                                    </a:lnTo>
                                    <a:lnTo>
                                      <a:pt x="382" y="362"/>
                                    </a:lnTo>
                                    <a:lnTo>
                                      <a:pt x="261" y="335"/>
                                    </a:lnTo>
                                    <a:lnTo>
                                      <a:pt x="149" y="440"/>
                                    </a:lnTo>
                                    <a:lnTo>
                                      <a:pt x="134" y="286"/>
                                    </a:lnTo>
                                    <a:lnTo>
                                      <a:pt x="0" y="213"/>
                                    </a:lnTo>
                                    <a:lnTo>
                                      <a:pt x="140" y="150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7" name="Group 17"/>
                          <wpg:cNvGrpSpPr/>
                          <wpg:grpSpPr>
                            <a:xfrm>
                              <a:off x="0" y="2030413"/>
                              <a:ext cx="6862763" cy="4433887"/>
                              <a:chOff x="0" y="2030413"/>
                              <a:chExt cx="6862763" cy="4433887"/>
                            </a:xfrm>
                            <a:solidFill>
                              <a:schemeClr val="accent1">
                                <a:lumMod val="75000"/>
                              </a:schemeClr>
                            </a:solidFill>
                          </wpg:grpSpPr>
                          <wps:wsp>
                            <wps:cNvPr id="43" name="Freeform 43"/>
                            <wps:cNvSpPr>
                              <a:spLocks/>
                            </wps:cNvSpPr>
                            <wps:spPr bwMode="auto">
                              <a:xfrm>
                                <a:off x="0" y="5102225"/>
                                <a:ext cx="3540125" cy="1362075"/>
                              </a:xfrm>
                              <a:custGeom>
                                <a:avLst/>
                                <a:gdLst>
                                  <a:gd name="T0" fmla="*/ 1154 w 2230"/>
                                  <a:gd name="T1" fmla="*/ 0 h 858"/>
                                  <a:gd name="T2" fmla="*/ 1234 w 2230"/>
                                  <a:gd name="T3" fmla="*/ 37 h 858"/>
                                  <a:gd name="T4" fmla="*/ 1317 w 2230"/>
                                  <a:gd name="T5" fmla="*/ 72 h 858"/>
                                  <a:gd name="T6" fmla="*/ 1396 w 2230"/>
                                  <a:gd name="T7" fmla="*/ 100 h 858"/>
                                  <a:gd name="T8" fmla="*/ 1473 w 2230"/>
                                  <a:gd name="T9" fmla="*/ 125 h 858"/>
                                  <a:gd name="T10" fmla="*/ 1548 w 2230"/>
                                  <a:gd name="T11" fmla="*/ 147 h 858"/>
                                  <a:gd name="T12" fmla="*/ 1621 w 2230"/>
                                  <a:gd name="T13" fmla="*/ 161 h 858"/>
                                  <a:gd name="T14" fmla="*/ 1689 w 2230"/>
                                  <a:gd name="T15" fmla="*/ 172 h 858"/>
                                  <a:gd name="T16" fmla="*/ 1754 w 2230"/>
                                  <a:gd name="T17" fmla="*/ 177 h 858"/>
                                  <a:gd name="T18" fmla="*/ 1815 w 2230"/>
                                  <a:gd name="T19" fmla="*/ 175 h 858"/>
                                  <a:gd name="T20" fmla="*/ 1870 w 2230"/>
                                  <a:gd name="T21" fmla="*/ 170 h 858"/>
                                  <a:gd name="T22" fmla="*/ 1920 w 2230"/>
                                  <a:gd name="T23" fmla="*/ 159 h 858"/>
                                  <a:gd name="T24" fmla="*/ 1965 w 2230"/>
                                  <a:gd name="T25" fmla="*/ 143 h 858"/>
                                  <a:gd name="T26" fmla="*/ 1990 w 2230"/>
                                  <a:gd name="T27" fmla="*/ 131 h 858"/>
                                  <a:gd name="T28" fmla="*/ 2028 w 2230"/>
                                  <a:gd name="T29" fmla="*/ 166 h 858"/>
                                  <a:gd name="T30" fmla="*/ 2069 w 2230"/>
                                  <a:gd name="T31" fmla="*/ 197 h 858"/>
                                  <a:gd name="T32" fmla="*/ 2116 w 2230"/>
                                  <a:gd name="T33" fmla="*/ 222 h 858"/>
                                  <a:gd name="T34" fmla="*/ 2173 w 2230"/>
                                  <a:gd name="T35" fmla="*/ 242 h 858"/>
                                  <a:gd name="T36" fmla="*/ 2230 w 2230"/>
                                  <a:gd name="T37" fmla="*/ 249 h 858"/>
                                  <a:gd name="T38" fmla="*/ 2141 w 2230"/>
                                  <a:gd name="T39" fmla="*/ 326 h 858"/>
                                  <a:gd name="T40" fmla="*/ 2044 w 2230"/>
                                  <a:gd name="T41" fmla="*/ 401 h 858"/>
                                  <a:gd name="T42" fmla="*/ 1938 w 2230"/>
                                  <a:gd name="T43" fmla="*/ 475 h 858"/>
                                  <a:gd name="T44" fmla="*/ 1826 w 2230"/>
                                  <a:gd name="T45" fmla="*/ 544 h 858"/>
                                  <a:gd name="T46" fmla="*/ 1707 w 2230"/>
                                  <a:gd name="T47" fmla="*/ 609 h 858"/>
                                  <a:gd name="T48" fmla="*/ 1584 w 2230"/>
                                  <a:gd name="T49" fmla="*/ 668 h 858"/>
                                  <a:gd name="T50" fmla="*/ 1457 w 2230"/>
                                  <a:gd name="T51" fmla="*/ 722 h 858"/>
                                  <a:gd name="T52" fmla="*/ 1328 w 2230"/>
                                  <a:gd name="T53" fmla="*/ 768 h 858"/>
                                  <a:gd name="T54" fmla="*/ 1195 w 2230"/>
                                  <a:gd name="T55" fmla="*/ 806 h 858"/>
                                  <a:gd name="T56" fmla="*/ 1061 w 2230"/>
                                  <a:gd name="T57" fmla="*/ 833 h 858"/>
                                  <a:gd name="T58" fmla="*/ 926 w 2230"/>
                                  <a:gd name="T59" fmla="*/ 851 h 858"/>
                                  <a:gd name="T60" fmla="*/ 794 w 2230"/>
                                  <a:gd name="T61" fmla="*/ 858 h 858"/>
                                  <a:gd name="T62" fmla="*/ 649 w 2230"/>
                                  <a:gd name="T63" fmla="*/ 853 h 858"/>
                                  <a:gd name="T64" fmla="*/ 505 w 2230"/>
                                  <a:gd name="T65" fmla="*/ 838 h 858"/>
                                  <a:gd name="T66" fmla="*/ 362 w 2230"/>
                                  <a:gd name="T67" fmla="*/ 815 h 858"/>
                                  <a:gd name="T68" fmla="*/ 221 w 2230"/>
                                  <a:gd name="T69" fmla="*/ 783 h 858"/>
                                  <a:gd name="T70" fmla="*/ 83 w 2230"/>
                                  <a:gd name="T71" fmla="*/ 742 h 858"/>
                                  <a:gd name="T72" fmla="*/ 0 w 2230"/>
                                  <a:gd name="T73" fmla="*/ 715 h 858"/>
                                  <a:gd name="T74" fmla="*/ 0 w 2230"/>
                                  <a:gd name="T75" fmla="*/ 482 h 858"/>
                                  <a:gd name="T76" fmla="*/ 34 w 2230"/>
                                  <a:gd name="T77" fmla="*/ 491 h 858"/>
                                  <a:gd name="T78" fmla="*/ 118 w 2230"/>
                                  <a:gd name="T79" fmla="*/ 510 h 858"/>
                                  <a:gd name="T80" fmla="*/ 199 w 2230"/>
                                  <a:gd name="T81" fmla="*/ 527 h 858"/>
                                  <a:gd name="T82" fmla="*/ 274 w 2230"/>
                                  <a:gd name="T83" fmla="*/ 539 h 858"/>
                                  <a:gd name="T84" fmla="*/ 346 w 2230"/>
                                  <a:gd name="T85" fmla="*/ 544 h 858"/>
                                  <a:gd name="T86" fmla="*/ 412 w 2230"/>
                                  <a:gd name="T87" fmla="*/ 544 h 858"/>
                                  <a:gd name="T88" fmla="*/ 471 w 2230"/>
                                  <a:gd name="T89" fmla="*/ 539 h 858"/>
                                  <a:gd name="T90" fmla="*/ 547 w 2230"/>
                                  <a:gd name="T91" fmla="*/ 523 h 858"/>
                                  <a:gd name="T92" fmla="*/ 616 w 2230"/>
                                  <a:gd name="T93" fmla="*/ 500 h 858"/>
                                  <a:gd name="T94" fmla="*/ 683 w 2230"/>
                                  <a:gd name="T95" fmla="*/ 469 h 858"/>
                                  <a:gd name="T96" fmla="*/ 745 w 2230"/>
                                  <a:gd name="T97" fmla="*/ 433 h 858"/>
                                  <a:gd name="T98" fmla="*/ 805 w 2230"/>
                                  <a:gd name="T99" fmla="*/ 392 h 858"/>
                                  <a:gd name="T100" fmla="*/ 860 w 2230"/>
                                  <a:gd name="T101" fmla="*/ 346 h 858"/>
                                  <a:gd name="T102" fmla="*/ 914 w 2230"/>
                                  <a:gd name="T103" fmla="*/ 294 h 858"/>
                                  <a:gd name="T104" fmla="*/ 966 w 2230"/>
                                  <a:gd name="T105" fmla="*/ 240 h 858"/>
                                  <a:gd name="T106" fmla="*/ 1014 w 2230"/>
                                  <a:gd name="T107" fmla="*/ 183 h 858"/>
                                  <a:gd name="T108" fmla="*/ 1061 w 2230"/>
                                  <a:gd name="T109" fmla="*/ 123 h 858"/>
                                  <a:gd name="T110" fmla="*/ 1107 w 2230"/>
                                  <a:gd name="T111" fmla="*/ 63 h 858"/>
                                  <a:gd name="T112" fmla="*/ 1154 w 2230"/>
                                  <a:gd name="T113" fmla="*/ 0 h 8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2230" h="858">
                                    <a:moveTo>
                                      <a:pt x="1154" y="0"/>
                                    </a:moveTo>
                                    <a:lnTo>
                                      <a:pt x="1234" y="37"/>
                                    </a:lnTo>
                                    <a:lnTo>
                                      <a:pt x="1317" y="72"/>
                                    </a:lnTo>
                                    <a:lnTo>
                                      <a:pt x="1396" y="100"/>
                                    </a:lnTo>
                                    <a:lnTo>
                                      <a:pt x="1473" y="125"/>
                                    </a:lnTo>
                                    <a:lnTo>
                                      <a:pt x="1548" y="147"/>
                                    </a:lnTo>
                                    <a:lnTo>
                                      <a:pt x="1621" y="161"/>
                                    </a:lnTo>
                                    <a:lnTo>
                                      <a:pt x="1689" y="172"/>
                                    </a:lnTo>
                                    <a:lnTo>
                                      <a:pt x="1754" y="177"/>
                                    </a:lnTo>
                                    <a:lnTo>
                                      <a:pt x="1815" y="175"/>
                                    </a:lnTo>
                                    <a:lnTo>
                                      <a:pt x="1870" y="170"/>
                                    </a:lnTo>
                                    <a:lnTo>
                                      <a:pt x="1920" y="159"/>
                                    </a:lnTo>
                                    <a:lnTo>
                                      <a:pt x="1965" y="143"/>
                                    </a:lnTo>
                                    <a:lnTo>
                                      <a:pt x="1990" y="131"/>
                                    </a:lnTo>
                                    <a:lnTo>
                                      <a:pt x="2028" y="166"/>
                                    </a:lnTo>
                                    <a:lnTo>
                                      <a:pt x="2069" y="197"/>
                                    </a:lnTo>
                                    <a:lnTo>
                                      <a:pt x="2116" y="222"/>
                                    </a:lnTo>
                                    <a:lnTo>
                                      <a:pt x="2173" y="242"/>
                                    </a:lnTo>
                                    <a:lnTo>
                                      <a:pt x="2230" y="249"/>
                                    </a:lnTo>
                                    <a:lnTo>
                                      <a:pt x="2141" y="326"/>
                                    </a:lnTo>
                                    <a:lnTo>
                                      <a:pt x="2044" y="401"/>
                                    </a:lnTo>
                                    <a:lnTo>
                                      <a:pt x="1938" y="475"/>
                                    </a:lnTo>
                                    <a:lnTo>
                                      <a:pt x="1826" y="544"/>
                                    </a:lnTo>
                                    <a:lnTo>
                                      <a:pt x="1707" y="609"/>
                                    </a:lnTo>
                                    <a:lnTo>
                                      <a:pt x="1584" y="668"/>
                                    </a:lnTo>
                                    <a:lnTo>
                                      <a:pt x="1457" y="722"/>
                                    </a:lnTo>
                                    <a:lnTo>
                                      <a:pt x="1328" y="768"/>
                                    </a:lnTo>
                                    <a:lnTo>
                                      <a:pt x="1195" y="806"/>
                                    </a:lnTo>
                                    <a:lnTo>
                                      <a:pt x="1061" y="833"/>
                                    </a:lnTo>
                                    <a:lnTo>
                                      <a:pt x="926" y="851"/>
                                    </a:lnTo>
                                    <a:lnTo>
                                      <a:pt x="794" y="858"/>
                                    </a:lnTo>
                                    <a:lnTo>
                                      <a:pt x="649" y="853"/>
                                    </a:lnTo>
                                    <a:lnTo>
                                      <a:pt x="505" y="838"/>
                                    </a:lnTo>
                                    <a:lnTo>
                                      <a:pt x="362" y="815"/>
                                    </a:lnTo>
                                    <a:lnTo>
                                      <a:pt x="221" y="783"/>
                                    </a:lnTo>
                                    <a:lnTo>
                                      <a:pt x="83" y="742"/>
                                    </a:lnTo>
                                    <a:lnTo>
                                      <a:pt x="0" y="715"/>
                                    </a:lnTo>
                                    <a:lnTo>
                                      <a:pt x="0" y="482"/>
                                    </a:lnTo>
                                    <a:lnTo>
                                      <a:pt x="34" y="491"/>
                                    </a:lnTo>
                                    <a:lnTo>
                                      <a:pt x="118" y="510"/>
                                    </a:lnTo>
                                    <a:lnTo>
                                      <a:pt x="199" y="527"/>
                                    </a:lnTo>
                                    <a:lnTo>
                                      <a:pt x="274" y="539"/>
                                    </a:lnTo>
                                    <a:lnTo>
                                      <a:pt x="346" y="544"/>
                                    </a:lnTo>
                                    <a:lnTo>
                                      <a:pt x="412" y="544"/>
                                    </a:lnTo>
                                    <a:lnTo>
                                      <a:pt x="471" y="539"/>
                                    </a:lnTo>
                                    <a:lnTo>
                                      <a:pt x="547" y="523"/>
                                    </a:lnTo>
                                    <a:lnTo>
                                      <a:pt x="616" y="500"/>
                                    </a:lnTo>
                                    <a:lnTo>
                                      <a:pt x="683" y="469"/>
                                    </a:lnTo>
                                    <a:lnTo>
                                      <a:pt x="745" y="433"/>
                                    </a:lnTo>
                                    <a:lnTo>
                                      <a:pt x="805" y="392"/>
                                    </a:lnTo>
                                    <a:lnTo>
                                      <a:pt x="860" y="346"/>
                                    </a:lnTo>
                                    <a:lnTo>
                                      <a:pt x="914" y="294"/>
                                    </a:lnTo>
                                    <a:lnTo>
                                      <a:pt x="966" y="240"/>
                                    </a:lnTo>
                                    <a:lnTo>
                                      <a:pt x="1014" y="183"/>
                                    </a:lnTo>
                                    <a:lnTo>
                                      <a:pt x="1061" y="123"/>
                                    </a:lnTo>
                                    <a:lnTo>
                                      <a:pt x="1107" y="63"/>
                                    </a:lnTo>
                                    <a:lnTo>
                                      <a:pt x="1154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4" name="Freeform 4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373438" y="2030413"/>
                                <a:ext cx="3489325" cy="2895600"/>
                              </a:xfrm>
                              <a:custGeom>
                                <a:avLst/>
                                <a:gdLst>
                                  <a:gd name="T0" fmla="*/ 2198 w 2198"/>
                                  <a:gd name="T1" fmla="*/ 1399 h 1824"/>
                                  <a:gd name="T2" fmla="*/ 2008 w 2198"/>
                                  <a:gd name="T3" fmla="*/ 1550 h 1824"/>
                                  <a:gd name="T4" fmla="*/ 1805 w 2198"/>
                                  <a:gd name="T5" fmla="*/ 1442 h 1824"/>
                                  <a:gd name="T6" fmla="*/ 2198 w 2198"/>
                                  <a:gd name="T7" fmla="*/ 278 h 1824"/>
                                  <a:gd name="T8" fmla="*/ 2128 w 2198"/>
                                  <a:gd name="T9" fmla="*/ 0 h 1824"/>
                                  <a:gd name="T10" fmla="*/ 2198 w 2198"/>
                                  <a:gd name="T11" fmla="*/ 224 h 1824"/>
                                  <a:gd name="T12" fmla="*/ 2056 w 2198"/>
                                  <a:gd name="T13" fmla="*/ 231 h 1824"/>
                                  <a:gd name="T14" fmla="*/ 1907 w 2198"/>
                                  <a:gd name="T15" fmla="*/ 253 h 1824"/>
                                  <a:gd name="T16" fmla="*/ 1782 w 2198"/>
                                  <a:gd name="T17" fmla="*/ 287 h 1824"/>
                                  <a:gd name="T18" fmla="*/ 1662 w 2198"/>
                                  <a:gd name="T19" fmla="*/ 348 h 1824"/>
                                  <a:gd name="T20" fmla="*/ 1547 w 2198"/>
                                  <a:gd name="T21" fmla="*/ 441 h 1824"/>
                                  <a:gd name="T22" fmla="*/ 1454 w 2198"/>
                                  <a:gd name="T23" fmla="*/ 552 h 1824"/>
                                  <a:gd name="T24" fmla="*/ 1379 w 2198"/>
                                  <a:gd name="T25" fmla="*/ 677 h 1824"/>
                                  <a:gd name="T26" fmla="*/ 1318 w 2198"/>
                                  <a:gd name="T27" fmla="*/ 815 h 1824"/>
                                  <a:gd name="T28" fmla="*/ 1264 w 2198"/>
                                  <a:gd name="T29" fmla="*/ 959 h 1824"/>
                                  <a:gd name="T30" fmla="*/ 1216 w 2198"/>
                                  <a:gd name="T31" fmla="*/ 1107 h 1824"/>
                                  <a:gd name="T32" fmla="*/ 1168 w 2198"/>
                                  <a:gd name="T33" fmla="*/ 1254 h 1824"/>
                                  <a:gd name="T34" fmla="*/ 1116 w 2198"/>
                                  <a:gd name="T35" fmla="*/ 1396 h 1824"/>
                                  <a:gd name="T36" fmla="*/ 1055 w 2198"/>
                                  <a:gd name="T37" fmla="*/ 1530 h 1824"/>
                                  <a:gd name="T38" fmla="*/ 981 w 2198"/>
                                  <a:gd name="T39" fmla="*/ 1654 h 1824"/>
                                  <a:gd name="T40" fmla="*/ 892 w 2198"/>
                                  <a:gd name="T41" fmla="*/ 1761 h 1824"/>
                                  <a:gd name="T42" fmla="*/ 808 w 2198"/>
                                  <a:gd name="T43" fmla="*/ 1824 h 1824"/>
                                  <a:gd name="T44" fmla="*/ 700 w 2198"/>
                                  <a:gd name="T45" fmla="*/ 1731 h 1824"/>
                                  <a:gd name="T46" fmla="*/ 594 w 2198"/>
                                  <a:gd name="T47" fmla="*/ 1673 h 1824"/>
                                  <a:gd name="T48" fmla="*/ 478 w 2198"/>
                                  <a:gd name="T49" fmla="*/ 1648 h 1824"/>
                                  <a:gd name="T50" fmla="*/ 419 w 2198"/>
                                  <a:gd name="T51" fmla="*/ 1639 h 1824"/>
                                  <a:gd name="T52" fmla="*/ 365 w 2198"/>
                                  <a:gd name="T53" fmla="*/ 1562 h 1824"/>
                                  <a:gd name="T54" fmla="*/ 292 w 2198"/>
                                  <a:gd name="T55" fmla="*/ 1501 h 1824"/>
                                  <a:gd name="T56" fmla="*/ 199 w 2198"/>
                                  <a:gd name="T57" fmla="*/ 1460 h 1824"/>
                                  <a:gd name="T58" fmla="*/ 98 w 2198"/>
                                  <a:gd name="T59" fmla="*/ 1448 h 1824"/>
                                  <a:gd name="T60" fmla="*/ 0 w 2198"/>
                                  <a:gd name="T61" fmla="*/ 1462 h 1824"/>
                                  <a:gd name="T62" fmla="*/ 43 w 2198"/>
                                  <a:gd name="T63" fmla="*/ 1317 h 1824"/>
                                  <a:gd name="T64" fmla="*/ 114 w 2198"/>
                                  <a:gd name="T65" fmla="*/ 1159 h 1824"/>
                                  <a:gd name="T66" fmla="*/ 215 w 2198"/>
                                  <a:gd name="T67" fmla="*/ 993 h 1824"/>
                                  <a:gd name="T68" fmla="*/ 340 w 2198"/>
                                  <a:gd name="T69" fmla="*/ 824 h 1824"/>
                                  <a:gd name="T70" fmla="*/ 485 w 2198"/>
                                  <a:gd name="T71" fmla="*/ 659 h 1824"/>
                                  <a:gd name="T72" fmla="*/ 650 w 2198"/>
                                  <a:gd name="T73" fmla="*/ 503 h 1824"/>
                                  <a:gd name="T74" fmla="*/ 829 w 2198"/>
                                  <a:gd name="T75" fmla="*/ 360 h 1824"/>
                                  <a:gd name="T76" fmla="*/ 1021 w 2198"/>
                                  <a:gd name="T77" fmla="*/ 238 h 1824"/>
                                  <a:gd name="T78" fmla="*/ 1223 w 2198"/>
                                  <a:gd name="T79" fmla="*/ 140 h 1824"/>
                                  <a:gd name="T80" fmla="*/ 1458 w 2198"/>
                                  <a:gd name="T81" fmla="*/ 66 h 1824"/>
                                  <a:gd name="T82" fmla="*/ 1723 w 2198"/>
                                  <a:gd name="T83" fmla="*/ 18 h 1824"/>
                                  <a:gd name="T84" fmla="*/ 1993 w 2198"/>
                                  <a:gd name="T85" fmla="*/ 0 h 18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198" h="1824">
                                    <a:moveTo>
                                      <a:pt x="2198" y="278"/>
                                    </a:moveTo>
                                    <a:lnTo>
                                      <a:pt x="2198" y="1399"/>
                                    </a:lnTo>
                                    <a:lnTo>
                                      <a:pt x="2103" y="1611"/>
                                    </a:lnTo>
                                    <a:lnTo>
                                      <a:pt x="2008" y="1550"/>
                                    </a:lnTo>
                                    <a:lnTo>
                                      <a:pt x="1907" y="1492"/>
                                    </a:lnTo>
                                    <a:lnTo>
                                      <a:pt x="1805" y="1442"/>
                                    </a:lnTo>
                                    <a:lnTo>
                                      <a:pt x="1701" y="1396"/>
                                    </a:lnTo>
                                    <a:lnTo>
                                      <a:pt x="2198" y="278"/>
                                    </a:lnTo>
                                    <a:close/>
                                    <a:moveTo>
                                      <a:pt x="1993" y="0"/>
                                    </a:moveTo>
                                    <a:lnTo>
                                      <a:pt x="2128" y="0"/>
                                    </a:lnTo>
                                    <a:lnTo>
                                      <a:pt x="2198" y="4"/>
                                    </a:lnTo>
                                    <a:lnTo>
                                      <a:pt x="2198" y="224"/>
                                    </a:lnTo>
                                    <a:lnTo>
                                      <a:pt x="2137" y="226"/>
                                    </a:lnTo>
                                    <a:lnTo>
                                      <a:pt x="2056" y="231"/>
                                    </a:lnTo>
                                    <a:lnTo>
                                      <a:pt x="1979" y="242"/>
                                    </a:lnTo>
                                    <a:lnTo>
                                      <a:pt x="1907" y="253"/>
                                    </a:lnTo>
                                    <a:lnTo>
                                      <a:pt x="1841" y="269"/>
                                    </a:lnTo>
                                    <a:lnTo>
                                      <a:pt x="1782" y="287"/>
                                    </a:lnTo>
                                    <a:lnTo>
                                      <a:pt x="1728" y="310"/>
                                    </a:lnTo>
                                    <a:lnTo>
                                      <a:pt x="1662" y="348"/>
                                    </a:lnTo>
                                    <a:lnTo>
                                      <a:pt x="1603" y="392"/>
                                    </a:lnTo>
                                    <a:lnTo>
                                      <a:pt x="1547" y="441"/>
                                    </a:lnTo>
                                    <a:lnTo>
                                      <a:pt x="1499" y="495"/>
                                    </a:lnTo>
                                    <a:lnTo>
                                      <a:pt x="1454" y="552"/>
                                    </a:lnTo>
                                    <a:lnTo>
                                      <a:pt x="1415" y="613"/>
                                    </a:lnTo>
                                    <a:lnTo>
                                      <a:pt x="1379" y="677"/>
                                    </a:lnTo>
                                    <a:lnTo>
                                      <a:pt x="1347" y="745"/>
                                    </a:lnTo>
                                    <a:lnTo>
                                      <a:pt x="1318" y="815"/>
                                    </a:lnTo>
                                    <a:lnTo>
                                      <a:pt x="1289" y="887"/>
                                    </a:lnTo>
                                    <a:lnTo>
                                      <a:pt x="1264" y="959"/>
                                    </a:lnTo>
                                    <a:lnTo>
                                      <a:pt x="1239" y="1032"/>
                                    </a:lnTo>
                                    <a:lnTo>
                                      <a:pt x="1216" y="1107"/>
                                    </a:lnTo>
                                    <a:lnTo>
                                      <a:pt x="1193" y="1181"/>
                                    </a:lnTo>
                                    <a:lnTo>
                                      <a:pt x="1168" y="1254"/>
                                    </a:lnTo>
                                    <a:lnTo>
                                      <a:pt x="1143" y="1326"/>
                                    </a:lnTo>
                                    <a:lnTo>
                                      <a:pt x="1116" y="1396"/>
                                    </a:lnTo>
                                    <a:lnTo>
                                      <a:pt x="1085" y="1466"/>
                                    </a:lnTo>
                                    <a:lnTo>
                                      <a:pt x="1055" y="1530"/>
                                    </a:lnTo>
                                    <a:lnTo>
                                      <a:pt x="1019" y="1594"/>
                                    </a:lnTo>
                                    <a:lnTo>
                                      <a:pt x="981" y="1654"/>
                                    </a:lnTo>
                                    <a:lnTo>
                                      <a:pt x="938" y="1709"/>
                                    </a:lnTo>
                                    <a:lnTo>
                                      <a:pt x="892" y="1761"/>
                                    </a:lnTo>
                                    <a:lnTo>
                                      <a:pt x="854" y="1792"/>
                                    </a:lnTo>
                                    <a:lnTo>
                                      <a:pt x="808" y="1824"/>
                                    </a:lnTo>
                                    <a:lnTo>
                                      <a:pt x="754" y="1774"/>
                                    </a:lnTo>
                                    <a:lnTo>
                                      <a:pt x="700" y="1731"/>
                                    </a:lnTo>
                                    <a:lnTo>
                                      <a:pt x="646" y="1697"/>
                                    </a:lnTo>
                                    <a:lnTo>
                                      <a:pt x="594" y="1673"/>
                                    </a:lnTo>
                                    <a:lnTo>
                                      <a:pt x="542" y="1659"/>
                                    </a:lnTo>
                                    <a:lnTo>
                                      <a:pt x="478" y="1648"/>
                                    </a:lnTo>
                                    <a:lnTo>
                                      <a:pt x="419" y="1639"/>
                                    </a:lnTo>
                                    <a:lnTo>
                                      <a:pt x="419" y="1639"/>
                                    </a:lnTo>
                                    <a:lnTo>
                                      <a:pt x="394" y="1600"/>
                                    </a:lnTo>
                                    <a:lnTo>
                                      <a:pt x="365" y="1562"/>
                                    </a:lnTo>
                                    <a:lnTo>
                                      <a:pt x="331" y="1530"/>
                                    </a:lnTo>
                                    <a:lnTo>
                                      <a:pt x="292" y="1501"/>
                                    </a:lnTo>
                                    <a:lnTo>
                                      <a:pt x="247" y="1478"/>
                                    </a:lnTo>
                                    <a:lnTo>
                                      <a:pt x="199" y="1460"/>
                                    </a:lnTo>
                                    <a:lnTo>
                                      <a:pt x="148" y="1449"/>
                                    </a:lnTo>
                                    <a:lnTo>
                                      <a:pt x="98" y="1448"/>
                                    </a:lnTo>
                                    <a:lnTo>
                                      <a:pt x="48" y="1451"/>
                                    </a:lnTo>
                                    <a:lnTo>
                                      <a:pt x="0" y="1462"/>
                                    </a:lnTo>
                                    <a:lnTo>
                                      <a:pt x="18" y="1392"/>
                                    </a:lnTo>
                                    <a:lnTo>
                                      <a:pt x="43" y="1317"/>
                                    </a:lnTo>
                                    <a:lnTo>
                                      <a:pt x="75" y="1240"/>
                                    </a:lnTo>
                                    <a:lnTo>
                                      <a:pt x="114" y="1159"/>
                                    </a:lnTo>
                                    <a:lnTo>
                                      <a:pt x="163" y="1077"/>
                                    </a:lnTo>
                                    <a:lnTo>
                                      <a:pt x="215" y="993"/>
                                    </a:lnTo>
                                    <a:lnTo>
                                      <a:pt x="274" y="908"/>
                                    </a:lnTo>
                                    <a:lnTo>
                                      <a:pt x="340" y="824"/>
                                    </a:lnTo>
                                    <a:lnTo>
                                      <a:pt x="410" y="742"/>
                                    </a:lnTo>
                                    <a:lnTo>
                                      <a:pt x="485" y="659"/>
                                    </a:lnTo>
                                    <a:lnTo>
                                      <a:pt x="566" y="581"/>
                                    </a:lnTo>
                                    <a:lnTo>
                                      <a:pt x="650" y="503"/>
                                    </a:lnTo>
                                    <a:lnTo>
                                      <a:pt x="738" y="430"/>
                                    </a:lnTo>
                                    <a:lnTo>
                                      <a:pt x="829" y="360"/>
                                    </a:lnTo>
                                    <a:lnTo>
                                      <a:pt x="924" y="296"/>
                                    </a:lnTo>
                                    <a:lnTo>
                                      <a:pt x="1021" y="238"/>
                                    </a:lnTo>
                                    <a:lnTo>
                                      <a:pt x="1121" y="186"/>
                                    </a:lnTo>
                                    <a:lnTo>
                                      <a:pt x="1223" y="140"/>
                                    </a:lnTo>
                                    <a:lnTo>
                                      <a:pt x="1327" y="102"/>
                                    </a:lnTo>
                                    <a:lnTo>
                                      <a:pt x="1458" y="66"/>
                                    </a:lnTo>
                                    <a:lnTo>
                                      <a:pt x="1590" y="38"/>
                                    </a:lnTo>
                                    <a:lnTo>
                                      <a:pt x="1723" y="18"/>
                                    </a:lnTo>
                                    <a:lnTo>
                                      <a:pt x="1859" y="5"/>
                                    </a:lnTo>
                                    <a:lnTo>
                                      <a:pt x="199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8" name="Freeform 18"/>
                          <wps:cNvSpPr>
                            <a:spLocks noEditPoints="1"/>
                          </wps:cNvSpPr>
                          <wps:spPr bwMode="auto">
                            <a:xfrm>
                              <a:off x="0" y="2386013"/>
                              <a:ext cx="6862763" cy="3579813"/>
                            </a:xfrm>
                            <a:custGeom>
                              <a:avLst/>
                              <a:gdLst>
                                <a:gd name="T0" fmla="*/ 4308 w 4323"/>
                                <a:gd name="T1" fmla="*/ 1448 h 2255"/>
                                <a:gd name="T2" fmla="*/ 0 w 4323"/>
                                <a:gd name="T3" fmla="*/ 392 h 2255"/>
                                <a:gd name="T4" fmla="*/ 86 w 4323"/>
                                <a:gd name="T5" fmla="*/ 641 h 2255"/>
                                <a:gd name="T6" fmla="*/ 255 w 4323"/>
                                <a:gd name="T7" fmla="*/ 958 h 2255"/>
                                <a:gd name="T8" fmla="*/ 480 w 4323"/>
                                <a:gd name="T9" fmla="*/ 1234 h 2255"/>
                                <a:gd name="T10" fmla="*/ 754 w 4323"/>
                                <a:gd name="T11" fmla="*/ 1469 h 2255"/>
                                <a:gd name="T12" fmla="*/ 1052 w 4323"/>
                                <a:gd name="T13" fmla="*/ 1659 h 2255"/>
                                <a:gd name="T14" fmla="*/ 1039 w 4323"/>
                                <a:gd name="T15" fmla="*/ 1863 h 2255"/>
                                <a:gd name="T16" fmla="*/ 851 w 4323"/>
                                <a:gd name="T17" fmla="*/ 2064 h 2255"/>
                                <a:gd name="T18" fmla="*/ 803 w 4323"/>
                                <a:gd name="T19" fmla="*/ 1869 h 2255"/>
                                <a:gd name="T20" fmla="*/ 520 w 4323"/>
                                <a:gd name="T21" fmla="*/ 1922 h 2255"/>
                                <a:gd name="T22" fmla="*/ 529 w 4323"/>
                                <a:gd name="T23" fmla="*/ 2212 h 2255"/>
                                <a:gd name="T24" fmla="*/ 710 w 4323"/>
                                <a:gd name="T25" fmla="*/ 2166 h 2255"/>
                                <a:gd name="T26" fmla="*/ 536 w 4323"/>
                                <a:gd name="T27" fmla="*/ 2236 h 2255"/>
                                <a:gd name="T28" fmla="*/ 346 w 4323"/>
                                <a:gd name="T29" fmla="*/ 2255 h 2255"/>
                                <a:gd name="T30" fmla="*/ 118 w 4323"/>
                                <a:gd name="T31" fmla="*/ 2221 h 2255"/>
                                <a:gd name="T32" fmla="*/ 0 w 4323"/>
                                <a:gd name="T33" fmla="*/ 1541 h 2255"/>
                                <a:gd name="T34" fmla="*/ 221 w 4323"/>
                                <a:gd name="T35" fmla="*/ 1491 h 2255"/>
                                <a:gd name="T36" fmla="*/ 219 w 4323"/>
                                <a:gd name="T37" fmla="*/ 1091 h 2255"/>
                                <a:gd name="T38" fmla="*/ 0 w 4323"/>
                                <a:gd name="T39" fmla="*/ 392 h 2255"/>
                                <a:gd name="T40" fmla="*/ 3826 w 4323"/>
                                <a:gd name="T41" fmla="*/ 1172 h 2255"/>
                                <a:gd name="T42" fmla="*/ 3561 w 4323"/>
                                <a:gd name="T43" fmla="*/ 1080 h 2255"/>
                                <a:gd name="T44" fmla="*/ 3296 w 4323"/>
                                <a:gd name="T45" fmla="*/ 1019 h 2255"/>
                                <a:gd name="T46" fmla="*/ 3370 w 4323"/>
                                <a:gd name="T47" fmla="*/ 795 h 2255"/>
                                <a:gd name="T48" fmla="*/ 3391 w 4323"/>
                                <a:gd name="T49" fmla="*/ 733 h 2255"/>
                                <a:gd name="T50" fmla="*/ 3407 w 4323"/>
                                <a:gd name="T51" fmla="*/ 686 h 2255"/>
                                <a:gd name="T52" fmla="*/ 3423 w 4323"/>
                                <a:gd name="T53" fmla="*/ 641 h 2255"/>
                                <a:gd name="T54" fmla="*/ 3445 w 4323"/>
                                <a:gd name="T55" fmla="*/ 584 h 2255"/>
                                <a:gd name="T56" fmla="*/ 3463 w 4323"/>
                                <a:gd name="T57" fmla="*/ 543 h 2255"/>
                                <a:gd name="T58" fmla="*/ 3488 w 4323"/>
                                <a:gd name="T59" fmla="*/ 487 h 2255"/>
                                <a:gd name="T60" fmla="*/ 3508 w 4323"/>
                                <a:gd name="T61" fmla="*/ 448 h 2255"/>
                                <a:gd name="T62" fmla="*/ 3538 w 4323"/>
                                <a:gd name="T63" fmla="*/ 394 h 2255"/>
                                <a:gd name="T64" fmla="*/ 3560 w 4323"/>
                                <a:gd name="T65" fmla="*/ 358 h 2255"/>
                                <a:gd name="T66" fmla="*/ 3595 w 4323"/>
                                <a:gd name="T67" fmla="*/ 308 h 2255"/>
                                <a:gd name="T68" fmla="*/ 3619 w 4323"/>
                                <a:gd name="T69" fmla="*/ 276 h 2255"/>
                                <a:gd name="T70" fmla="*/ 3658 w 4323"/>
                                <a:gd name="T71" fmla="*/ 233 h 2255"/>
                                <a:gd name="T72" fmla="*/ 3689 w 4323"/>
                                <a:gd name="T73" fmla="*/ 202 h 2255"/>
                                <a:gd name="T74" fmla="*/ 3730 w 4323"/>
                                <a:gd name="T75" fmla="*/ 165 h 2255"/>
                                <a:gd name="T76" fmla="*/ 3767 w 4323"/>
                                <a:gd name="T77" fmla="*/ 138 h 2255"/>
                                <a:gd name="T78" fmla="*/ 3817 w 4323"/>
                                <a:gd name="T79" fmla="*/ 106 h 2255"/>
                                <a:gd name="T80" fmla="*/ 3877 w 4323"/>
                                <a:gd name="T81" fmla="*/ 75 h 2255"/>
                                <a:gd name="T82" fmla="*/ 3912 w 4323"/>
                                <a:gd name="T83" fmla="*/ 63 h 2255"/>
                                <a:gd name="T84" fmla="*/ 3954 w 4323"/>
                                <a:gd name="T85" fmla="*/ 48 h 2255"/>
                                <a:gd name="T86" fmla="*/ 3997 w 4323"/>
                                <a:gd name="T87" fmla="*/ 38 h 2255"/>
                                <a:gd name="T88" fmla="*/ 4043 w 4323"/>
                                <a:gd name="T89" fmla="*/ 27 h 2255"/>
                                <a:gd name="T90" fmla="*/ 4092 w 4323"/>
                                <a:gd name="T91" fmla="*/ 20 h 2255"/>
                                <a:gd name="T92" fmla="*/ 4143 w 4323"/>
                                <a:gd name="T93" fmla="*/ 13 h 2255"/>
                                <a:gd name="T94" fmla="*/ 4197 w 4323"/>
                                <a:gd name="T95" fmla="*/ 7 h 2255"/>
                                <a:gd name="T96" fmla="*/ 4249 w 4323"/>
                                <a:gd name="T97" fmla="*/ 4 h 2255"/>
                                <a:gd name="T98" fmla="*/ 4308 w 4323"/>
                                <a:gd name="T99" fmla="*/ 0 h 2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4323" h="2255">
                                  <a:moveTo>
                                    <a:pt x="4323" y="1175"/>
                                  </a:moveTo>
                                  <a:lnTo>
                                    <a:pt x="4323" y="1458"/>
                                  </a:lnTo>
                                  <a:lnTo>
                                    <a:pt x="4308" y="1448"/>
                                  </a:lnTo>
                                  <a:lnTo>
                                    <a:pt x="4228" y="1387"/>
                                  </a:lnTo>
                                  <a:lnTo>
                                    <a:pt x="4323" y="1175"/>
                                  </a:lnTo>
                                  <a:close/>
                                  <a:moveTo>
                                    <a:pt x="0" y="392"/>
                                  </a:moveTo>
                                  <a:lnTo>
                                    <a:pt x="6" y="412"/>
                                  </a:lnTo>
                                  <a:lnTo>
                                    <a:pt x="43" y="527"/>
                                  </a:lnTo>
                                  <a:lnTo>
                                    <a:pt x="86" y="641"/>
                                  </a:lnTo>
                                  <a:lnTo>
                                    <a:pt x="136" y="752"/>
                                  </a:lnTo>
                                  <a:lnTo>
                                    <a:pt x="194" y="860"/>
                                  </a:lnTo>
                                  <a:lnTo>
                                    <a:pt x="255" y="958"/>
                                  </a:lnTo>
                                  <a:lnTo>
                                    <a:pt x="323" y="1055"/>
                                  </a:lnTo>
                                  <a:lnTo>
                                    <a:pt x="400" y="1147"/>
                                  </a:lnTo>
                                  <a:lnTo>
                                    <a:pt x="480" y="1234"/>
                                  </a:lnTo>
                                  <a:lnTo>
                                    <a:pt x="568" y="1317"/>
                                  </a:lnTo>
                                  <a:lnTo>
                                    <a:pt x="659" y="1396"/>
                                  </a:lnTo>
                                  <a:lnTo>
                                    <a:pt x="754" y="1469"/>
                                  </a:lnTo>
                                  <a:lnTo>
                                    <a:pt x="853" y="1537"/>
                                  </a:lnTo>
                                  <a:lnTo>
                                    <a:pt x="951" y="1602"/>
                                  </a:lnTo>
                                  <a:lnTo>
                                    <a:pt x="1052" y="1659"/>
                                  </a:lnTo>
                                  <a:lnTo>
                                    <a:pt x="1154" y="1711"/>
                                  </a:lnTo>
                                  <a:lnTo>
                                    <a:pt x="1096" y="1788"/>
                                  </a:lnTo>
                                  <a:lnTo>
                                    <a:pt x="1039" y="1863"/>
                                  </a:lnTo>
                                  <a:lnTo>
                                    <a:pt x="980" y="1935"/>
                                  </a:lnTo>
                                  <a:lnTo>
                                    <a:pt x="917" y="2003"/>
                                  </a:lnTo>
                                  <a:lnTo>
                                    <a:pt x="851" y="2064"/>
                                  </a:lnTo>
                                  <a:lnTo>
                                    <a:pt x="781" y="2119"/>
                                  </a:lnTo>
                                  <a:lnTo>
                                    <a:pt x="726" y="2001"/>
                                  </a:lnTo>
                                  <a:lnTo>
                                    <a:pt x="803" y="1869"/>
                                  </a:lnTo>
                                  <a:lnTo>
                                    <a:pt x="650" y="1886"/>
                                  </a:lnTo>
                                  <a:lnTo>
                                    <a:pt x="550" y="1772"/>
                                  </a:lnTo>
                                  <a:lnTo>
                                    <a:pt x="520" y="1922"/>
                                  </a:lnTo>
                                  <a:lnTo>
                                    <a:pt x="380" y="1985"/>
                                  </a:lnTo>
                                  <a:lnTo>
                                    <a:pt x="514" y="2058"/>
                                  </a:lnTo>
                                  <a:lnTo>
                                    <a:pt x="529" y="2212"/>
                                  </a:lnTo>
                                  <a:lnTo>
                                    <a:pt x="641" y="2107"/>
                                  </a:lnTo>
                                  <a:lnTo>
                                    <a:pt x="762" y="2134"/>
                                  </a:lnTo>
                                  <a:lnTo>
                                    <a:pt x="710" y="2166"/>
                                  </a:lnTo>
                                  <a:lnTo>
                                    <a:pt x="654" y="2195"/>
                                  </a:lnTo>
                                  <a:lnTo>
                                    <a:pt x="597" y="2218"/>
                                  </a:lnTo>
                                  <a:lnTo>
                                    <a:pt x="536" y="2236"/>
                                  </a:lnTo>
                                  <a:lnTo>
                                    <a:pt x="471" y="2250"/>
                                  </a:lnTo>
                                  <a:lnTo>
                                    <a:pt x="412" y="2255"/>
                                  </a:lnTo>
                                  <a:lnTo>
                                    <a:pt x="346" y="2255"/>
                                  </a:lnTo>
                                  <a:lnTo>
                                    <a:pt x="274" y="2250"/>
                                  </a:lnTo>
                                  <a:lnTo>
                                    <a:pt x="199" y="2238"/>
                                  </a:lnTo>
                                  <a:lnTo>
                                    <a:pt x="118" y="2221"/>
                                  </a:lnTo>
                                  <a:lnTo>
                                    <a:pt x="34" y="2202"/>
                                  </a:lnTo>
                                  <a:lnTo>
                                    <a:pt x="0" y="2193"/>
                                  </a:lnTo>
                                  <a:lnTo>
                                    <a:pt x="0" y="1541"/>
                                  </a:lnTo>
                                  <a:lnTo>
                                    <a:pt x="38" y="1537"/>
                                  </a:lnTo>
                                  <a:lnTo>
                                    <a:pt x="174" y="1700"/>
                                  </a:lnTo>
                                  <a:lnTo>
                                    <a:pt x="221" y="1491"/>
                                  </a:lnTo>
                                  <a:lnTo>
                                    <a:pt x="418" y="1412"/>
                                  </a:lnTo>
                                  <a:lnTo>
                                    <a:pt x="235" y="1302"/>
                                  </a:lnTo>
                                  <a:lnTo>
                                    <a:pt x="219" y="1091"/>
                                  </a:lnTo>
                                  <a:lnTo>
                                    <a:pt x="59" y="1233"/>
                                  </a:lnTo>
                                  <a:lnTo>
                                    <a:pt x="0" y="1216"/>
                                  </a:lnTo>
                                  <a:lnTo>
                                    <a:pt x="0" y="392"/>
                                  </a:lnTo>
                                  <a:close/>
                                  <a:moveTo>
                                    <a:pt x="4323" y="0"/>
                                  </a:moveTo>
                                  <a:lnTo>
                                    <a:pt x="4323" y="54"/>
                                  </a:lnTo>
                                  <a:lnTo>
                                    <a:pt x="3826" y="1172"/>
                                  </a:lnTo>
                                  <a:lnTo>
                                    <a:pt x="3826" y="1172"/>
                                  </a:lnTo>
                                  <a:lnTo>
                                    <a:pt x="3694" y="1121"/>
                                  </a:lnTo>
                                  <a:lnTo>
                                    <a:pt x="3561" y="1080"/>
                                  </a:lnTo>
                                  <a:lnTo>
                                    <a:pt x="3427" y="1046"/>
                                  </a:lnTo>
                                  <a:lnTo>
                                    <a:pt x="3296" y="1019"/>
                                  </a:lnTo>
                                  <a:lnTo>
                                    <a:pt x="3296" y="1019"/>
                                  </a:lnTo>
                                  <a:lnTo>
                                    <a:pt x="3332" y="910"/>
                                  </a:lnTo>
                                  <a:lnTo>
                                    <a:pt x="3368" y="801"/>
                                  </a:lnTo>
                                  <a:lnTo>
                                    <a:pt x="3370" y="795"/>
                                  </a:lnTo>
                                  <a:lnTo>
                                    <a:pt x="3377" y="774"/>
                                  </a:lnTo>
                                  <a:lnTo>
                                    <a:pt x="3380" y="765"/>
                                  </a:lnTo>
                                  <a:lnTo>
                                    <a:pt x="3391" y="733"/>
                                  </a:lnTo>
                                  <a:lnTo>
                                    <a:pt x="3395" y="717"/>
                                  </a:lnTo>
                                  <a:lnTo>
                                    <a:pt x="3400" y="702"/>
                                  </a:lnTo>
                                  <a:lnTo>
                                    <a:pt x="3407" y="686"/>
                                  </a:lnTo>
                                  <a:lnTo>
                                    <a:pt x="3411" y="672"/>
                                  </a:lnTo>
                                  <a:lnTo>
                                    <a:pt x="3418" y="656"/>
                                  </a:lnTo>
                                  <a:lnTo>
                                    <a:pt x="3423" y="641"/>
                                  </a:lnTo>
                                  <a:lnTo>
                                    <a:pt x="3434" y="614"/>
                                  </a:lnTo>
                                  <a:lnTo>
                                    <a:pt x="3438" y="604"/>
                                  </a:lnTo>
                                  <a:lnTo>
                                    <a:pt x="3445" y="584"/>
                                  </a:lnTo>
                                  <a:lnTo>
                                    <a:pt x="3450" y="573"/>
                                  </a:lnTo>
                                  <a:lnTo>
                                    <a:pt x="3457" y="554"/>
                                  </a:lnTo>
                                  <a:lnTo>
                                    <a:pt x="3463" y="543"/>
                                  </a:lnTo>
                                  <a:lnTo>
                                    <a:pt x="3474" y="518"/>
                                  </a:lnTo>
                                  <a:lnTo>
                                    <a:pt x="3477" y="511"/>
                                  </a:lnTo>
                                  <a:lnTo>
                                    <a:pt x="3488" y="487"/>
                                  </a:lnTo>
                                  <a:lnTo>
                                    <a:pt x="3493" y="477"/>
                                  </a:lnTo>
                                  <a:lnTo>
                                    <a:pt x="3502" y="459"/>
                                  </a:lnTo>
                                  <a:lnTo>
                                    <a:pt x="3508" y="448"/>
                                  </a:lnTo>
                                  <a:lnTo>
                                    <a:pt x="3518" y="428"/>
                                  </a:lnTo>
                                  <a:lnTo>
                                    <a:pt x="3522" y="421"/>
                                  </a:lnTo>
                                  <a:lnTo>
                                    <a:pt x="3538" y="394"/>
                                  </a:lnTo>
                                  <a:lnTo>
                                    <a:pt x="3542" y="387"/>
                                  </a:lnTo>
                                  <a:lnTo>
                                    <a:pt x="3554" y="367"/>
                                  </a:lnTo>
                                  <a:lnTo>
                                    <a:pt x="3560" y="358"/>
                                  </a:lnTo>
                                  <a:lnTo>
                                    <a:pt x="3572" y="340"/>
                                  </a:lnTo>
                                  <a:lnTo>
                                    <a:pt x="3577" y="333"/>
                                  </a:lnTo>
                                  <a:lnTo>
                                    <a:pt x="3595" y="308"/>
                                  </a:lnTo>
                                  <a:lnTo>
                                    <a:pt x="3597" y="305"/>
                                  </a:lnTo>
                                  <a:lnTo>
                                    <a:pt x="3613" y="283"/>
                                  </a:lnTo>
                                  <a:lnTo>
                                    <a:pt x="3619" y="276"/>
                                  </a:lnTo>
                                  <a:lnTo>
                                    <a:pt x="3633" y="260"/>
                                  </a:lnTo>
                                  <a:lnTo>
                                    <a:pt x="3640" y="253"/>
                                  </a:lnTo>
                                  <a:lnTo>
                                    <a:pt x="3658" y="233"/>
                                  </a:lnTo>
                                  <a:lnTo>
                                    <a:pt x="3660" y="229"/>
                                  </a:lnTo>
                                  <a:lnTo>
                                    <a:pt x="3681" y="208"/>
                                  </a:lnTo>
                                  <a:lnTo>
                                    <a:pt x="3689" y="202"/>
                                  </a:lnTo>
                                  <a:lnTo>
                                    <a:pt x="3705" y="186"/>
                                  </a:lnTo>
                                  <a:lnTo>
                                    <a:pt x="3712" y="181"/>
                                  </a:lnTo>
                                  <a:lnTo>
                                    <a:pt x="3730" y="165"/>
                                  </a:lnTo>
                                  <a:lnTo>
                                    <a:pt x="3737" y="161"/>
                                  </a:lnTo>
                                  <a:lnTo>
                                    <a:pt x="3762" y="142"/>
                                  </a:lnTo>
                                  <a:lnTo>
                                    <a:pt x="3767" y="138"/>
                                  </a:lnTo>
                                  <a:lnTo>
                                    <a:pt x="3789" y="124"/>
                                  </a:lnTo>
                                  <a:lnTo>
                                    <a:pt x="3796" y="118"/>
                                  </a:lnTo>
                                  <a:lnTo>
                                    <a:pt x="3817" y="106"/>
                                  </a:lnTo>
                                  <a:lnTo>
                                    <a:pt x="3825" y="102"/>
                                  </a:lnTo>
                                  <a:lnTo>
                                    <a:pt x="3853" y="86"/>
                                  </a:lnTo>
                                  <a:lnTo>
                                    <a:pt x="3877" y="75"/>
                                  </a:lnTo>
                                  <a:lnTo>
                                    <a:pt x="3886" y="72"/>
                                  </a:lnTo>
                                  <a:lnTo>
                                    <a:pt x="3902" y="66"/>
                                  </a:lnTo>
                                  <a:lnTo>
                                    <a:pt x="3912" y="63"/>
                                  </a:lnTo>
                                  <a:lnTo>
                                    <a:pt x="3927" y="57"/>
                                  </a:lnTo>
                                  <a:lnTo>
                                    <a:pt x="3939" y="52"/>
                                  </a:lnTo>
                                  <a:lnTo>
                                    <a:pt x="3954" y="48"/>
                                  </a:lnTo>
                                  <a:lnTo>
                                    <a:pt x="3968" y="45"/>
                                  </a:lnTo>
                                  <a:lnTo>
                                    <a:pt x="3982" y="41"/>
                                  </a:lnTo>
                                  <a:lnTo>
                                    <a:pt x="3997" y="38"/>
                                  </a:lnTo>
                                  <a:lnTo>
                                    <a:pt x="4013" y="34"/>
                                  </a:lnTo>
                                  <a:lnTo>
                                    <a:pt x="4027" y="30"/>
                                  </a:lnTo>
                                  <a:lnTo>
                                    <a:pt x="4043" y="27"/>
                                  </a:lnTo>
                                  <a:lnTo>
                                    <a:pt x="4059" y="25"/>
                                  </a:lnTo>
                                  <a:lnTo>
                                    <a:pt x="4075" y="22"/>
                                  </a:lnTo>
                                  <a:lnTo>
                                    <a:pt x="4092" y="20"/>
                                  </a:lnTo>
                                  <a:lnTo>
                                    <a:pt x="4109" y="16"/>
                                  </a:lnTo>
                                  <a:lnTo>
                                    <a:pt x="4126" y="14"/>
                                  </a:lnTo>
                                  <a:lnTo>
                                    <a:pt x="4143" y="13"/>
                                  </a:lnTo>
                                  <a:lnTo>
                                    <a:pt x="4161" y="11"/>
                                  </a:lnTo>
                                  <a:lnTo>
                                    <a:pt x="4178" y="9"/>
                                  </a:lnTo>
                                  <a:lnTo>
                                    <a:pt x="4197" y="7"/>
                                  </a:lnTo>
                                  <a:lnTo>
                                    <a:pt x="4213" y="5"/>
                                  </a:lnTo>
                                  <a:lnTo>
                                    <a:pt x="4233" y="4"/>
                                  </a:lnTo>
                                  <a:lnTo>
                                    <a:pt x="4249" y="4"/>
                                  </a:lnTo>
                                  <a:lnTo>
                                    <a:pt x="4271" y="2"/>
                                  </a:lnTo>
                                  <a:lnTo>
                                    <a:pt x="4285" y="0"/>
                                  </a:lnTo>
                                  <a:lnTo>
                                    <a:pt x="4308" y="0"/>
                                  </a:lnTo>
                                  <a:lnTo>
                                    <a:pt x="4321" y="0"/>
                                  </a:lnTo>
                                  <a:lnTo>
                                    <a:pt x="4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" name="Freeform 19"/>
                          <wps:cNvSpPr>
                            <a:spLocks noEditPoints="1"/>
                          </wps:cNvSpPr>
                          <wps:spPr bwMode="auto">
                            <a:xfrm>
                              <a:off x="1103313" y="6910388"/>
                              <a:ext cx="3884613" cy="2471738"/>
                            </a:xfrm>
                            <a:custGeom>
                              <a:avLst/>
                              <a:gdLst>
                                <a:gd name="T0" fmla="*/ 874 w 2447"/>
                                <a:gd name="T1" fmla="*/ 1523 h 1557"/>
                                <a:gd name="T2" fmla="*/ 935 w 2447"/>
                                <a:gd name="T3" fmla="*/ 1546 h 1557"/>
                                <a:gd name="T4" fmla="*/ 753 w 2447"/>
                                <a:gd name="T5" fmla="*/ 1557 h 1557"/>
                                <a:gd name="T6" fmla="*/ 803 w 2447"/>
                                <a:gd name="T7" fmla="*/ 1527 h 1557"/>
                                <a:gd name="T8" fmla="*/ 443 w 2447"/>
                                <a:gd name="T9" fmla="*/ 1464 h 1557"/>
                                <a:gd name="T10" fmla="*/ 432 w 2447"/>
                                <a:gd name="T11" fmla="*/ 1528 h 1557"/>
                                <a:gd name="T12" fmla="*/ 0 w 2447"/>
                                <a:gd name="T13" fmla="*/ 1557 h 1557"/>
                                <a:gd name="T14" fmla="*/ 276 w 2447"/>
                                <a:gd name="T15" fmla="*/ 1505 h 1557"/>
                                <a:gd name="T16" fmla="*/ 1406 w 2447"/>
                                <a:gd name="T17" fmla="*/ 994 h 1557"/>
                                <a:gd name="T18" fmla="*/ 1455 w 2447"/>
                                <a:gd name="T19" fmla="*/ 1064 h 1557"/>
                                <a:gd name="T20" fmla="*/ 1471 w 2447"/>
                                <a:gd name="T21" fmla="*/ 1149 h 1557"/>
                                <a:gd name="T22" fmla="*/ 1453 w 2447"/>
                                <a:gd name="T23" fmla="*/ 1235 h 1557"/>
                                <a:gd name="T24" fmla="*/ 1403 w 2447"/>
                                <a:gd name="T25" fmla="*/ 1303 h 1557"/>
                                <a:gd name="T26" fmla="*/ 1335 w 2447"/>
                                <a:gd name="T27" fmla="*/ 1346 h 1557"/>
                                <a:gd name="T28" fmla="*/ 1254 w 2447"/>
                                <a:gd name="T29" fmla="*/ 1360 h 1557"/>
                                <a:gd name="T30" fmla="*/ 1172 w 2447"/>
                                <a:gd name="T31" fmla="*/ 1342 h 1557"/>
                                <a:gd name="T32" fmla="*/ 1104 w 2447"/>
                                <a:gd name="T33" fmla="*/ 1294 h 1557"/>
                                <a:gd name="T34" fmla="*/ 1061 w 2447"/>
                                <a:gd name="T35" fmla="*/ 1224 h 1557"/>
                                <a:gd name="T36" fmla="*/ 1283 w 2447"/>
                                <a:gd name="T37" fmla="*/ 1088 h 1557"/>
                                <a:gd name="T38" fmla="*/ 1406 w 2447"/>
                                <a:gd name="T39" fmla="*/ 994 h 1557"/>
                                <a:gd name="T40" fmla="*/ 2173 w 2447"/>
                                <a:gd name="T41" fmla="*/ 737 h 1557"/>
                                <a:gd name="T42" fmla="*/ 2291 w 2447"/>
                                <a:gd name="T43" fmla="*/ 771 h 1557"/>
                                <a:gd name="T44" fmla="*/ 2377 w 2447"/>
                                <a:gd name="T45" fmla="*/ 823 h 1557"/>
                                <a:gd name="T46" fmla="*/ 2447 w 2447"/>
                                <a:gd name="T47" fmla="*/ 891 h 1557"/>
                                <a:gd name="T48" fmla="*/ 2395 w 2447"/>
                                <a:gd name="T49" fmla="*/ 1068 h 1557"/>
                                <a:gd name="T50" fmla="*/ 2318 w 2447"/>
                                <a:gd name="T51" fmla="*/ 1261 h 1557"/>
                                <a:gd name="T52" fmla="*/ 2221 w 2447"/>
                                <a:gd name="T53" fmla="*/ 1462 h 1557"/>
                                <a:gd name="T54" fmla="*/ 1987 w 2447"/>
                                <a:gd name="T55" fmla="*/ 1557 h 1557"/>
                                <a:gd name="T56" fmla="*/ 1894 w 2447"/>
                                <a:gd name="T57" fmla="*/ 1514 h 1557"/>
                                <a:gd name="T58" fmla="*/ 1802 w 2447"/>
                                <a:gd name="T59" fmla="*/ 1435 h 1557"/>
                                <a:gd name="T60" fmla="*/ 1738 w 2447"/>
                                <a:gd name="T61" fmla="*/ 1335 h 1557"/>
                                <a:gd name="T62" fmla="*/ 1704 w 2447"/>
                                <a:gd name="T63" fmla="*/ 1222 h 1557"/>
                                <a:gd name="T64" fmla="*/ 1702 w 2447"/>
                                <a:gd name="T65" fmla="*/ 1104 h 1557"/>
                                <a:gd name="T66" fmla="*/ 1734 w 2447"/>
                                <a:gd name="T67" fmla="*/ 984 h 1557"/>
                                <a:gd name="T68" fmla="*/ 1800 w 2447"/>
                                <a:gd name="T69" fmla="*/ 880 h 1557"/>
                                <a:gd name="T70" fmla="*/ 1890 w 2447"/>
                                <a:gd name="T71" fmla="*/ 801 h 1557"/>
                                <a:gd name="T72" fmla="*/ 1996 w 2447"/>
                                <a:gd name="T73" fmla="*/ 753 h 1557"/>
                                <a:gd name="T74" fmla="*/ 2112 w 2447"/>
                                <a:gd name="T75" fmla="*/ 733 h 1557"/>
                                <a:gd name="T76" fmla="*/ 2118 w 2447"/>
                                <a:gd name="T77" fmla="*/ 70 h 1557"/>
                                <a:gd name="T78" fmla="*/ 2252 w 2447"/>
                                <a:gd name="T79" fmla="*/ 215 h 1557"/>
                                <a:gd name="T80" fmla="*/ 2311 w 2447"/>
                                <a:gd name="T81" fmla="*/ 292 h 1557"/>
                                <a:gd name="T82" fmla="*/ 2255 w 2447"/>
                                <a:gd name="T83" fmla="*/ 376 h 1557"/>
                                <a:gd name="T84" fmla="*/ 2180 w 2447"/>
                                <a:gd name="T85" fmla="*/ 437 h 1557"/>
                                <a:gd name="T86" fmla="*/ 2091 w 2447"/>
                                <a:gd name="T87" fmla="*/ 471 h 1557"/>
                                <a:gd name="T88" fmla="*/ 1994 w 2447"/>
                                <a:gd name="T89" fmla="*/ 477 h 1557"/>
                                <a:gd name="T90" fmla="*/ 1897 w 2447"/>
                                <a:gd name="T91" fmla="*/ 450 h 1557"/>
                                <a:gd name="T92" fmla="*/ 1929 w 2447"/>
                                <a:gd name="T93" fmla="*/ 287 h 1557"/>
                                <a:gd name="T94" fmla="*/ 2044 w 2447"/>
                                <a:gd name="T95" fmla="*/ 0 h 1557"/>
                                <a:gd name="T96" fmla="*/ 2044 w 2447"/>
                                <a:gd name="T97" fmla="*/ 0 h 1557"/>
                                <a:gd name="T98" fmla="*/ 2044 w 2447"/>
                                <a:gd name="T99" fmla="*/ 0 h 15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447" h="1557">
                                  <a:moveTo>
                                    <a:pt x="839" y="1521"/>
                                  </a:moveTo>
                                  <a:lnTo>
                                    <a:pt x="874" y="1523"/>
                                  </a:lnTo>
                                  <a:lnTo>
                                    <a:pt x="910" y="1534"/>
                                  </a:lnTo>
                                  <a:lnTo>
                                    <a:pt x="935" y="1546"/>
                                  </a:lnTo>
                                  <a:lnTo>
                                    <a:pt x="946" y="1557"/>
                                  </a:lnTo>
                                  <a:lnTo>
                                    <a:pt x="753" y="1557"/>
                                  </a:lnTo>
                                  <a:lnTo>
                                    <a:pt x="770" y="1543"/>
                                  </a:lnTo>
                                  <a:lnTo>
                                    <a:pt x="803" y="1527"/>
                                  </a:lnTo>
                                  <a:lnTo>
                                    <a:pt x="839" y="1521"/>
                                  </a:lnTo>
                                  <a:close/>
                                  <a:moveTo>
                                    <a:pt x="443" y="1464"/>
                                  </a:moveTo>
                                  <a:lnTo>
                                    <a:pt x="439" y="1496"/>
                                  </a:lnTo>
                                  <a:lnTo>
                                    <a:pt x="432" y="1528"/>
                                  </a:lnTo>
                                  <a:lnTo>
                                    <a:pt x="423" y="1557"/>
                                  </a:lnTo>
                                  <a:lnTo>
                                    <a:pt x="0" y="1557"/>
                                  </a:lnTo>
                                  <a:lnTo>
                                    <a:pt x="111" y="1539"/>
                                  </a:lnTo>
                                  <a:lnTo>
                                    <a:pt x="276" y="1505"/>
                                  </a:lnTo>
                                  <a:lnTo>
                                    <a:pt x="443" y="1464"/>
                                  </a:lnTo>
                                  <a:close/>
                                  <a:moveTo>
                                    <a:pt x="1406" y="994"/>
                                  </a:moveTo>
                                  <a:lnTo>
                                    <a:pt x="1433" y="1027"/>
                                  </a:lnTo>
                                  <a:lnTo>
                                    <a:pt x="1455" y="1064"/>
                                  </a:lnTo>
                                  <a:lnTo>
                                    <a:pt x="1467" y="1106"/>
                                  </a:lnTo>
                                  <a:lnTo>
                                    <a:pt x="1471" y="1149"/>
                                  </a:lnTo>
                                  <a:lnTo>
                                    <a:pt x="1466" y="1192"/>
                                  </a:lnTo>
                                  <a:lnTo>
                                    <a:pt x="1453" y="1235"/>
                                  </a:lnTo>
                                  <a:lnTo>
                                    <a:pt x="1431" y="1272"/>
                                  </a:lnTo>
                                  <a:lnTo>
                                    <a:pt x="1403" y="1303"/>
                                  </a:lnTo>
                                  <a:lnTo>
                                    <a:pt x="1371" y="1328"/>
                                  </a:lnTo>
                                  <a:lnTo>
                                    <a:pt x="1335" y="1346"/>
                                  </a:lnTo>
                                  <a:lnTo>
                                    <a:pt x="1295" y="1356"/>
                                  </a:lnTo>
                                  <a:lnTo>
                                    <a:pt x="1254" y="1360"/>
                                  </a:lnTo>
                                  <a:lnTo>
                                    <a:pt x="1213" y="1355"/>
                                  </a:lnTo>
                                  <a:lnTo>
                                    <a:pt x="1172" y="1342"/>
                                  </a:lnTo>
                                  <a:lnTo>
                                    <a:pt x="1134" y="1321"/>
                                  </a:lnTo>
                                  <a:lnTo>
                                    <a:pt x="1104" y="1294"/>
                                  </a:lnTo>
                                  <a:lnTo>
                                    <a:pt x="1079" y="1261"/>
                                  </a:lnTo>
                                  <a:lnTo>
                                    <a:pt x="1061" y="1224"/>
                                  </a:lnTo>
                                  <a:lnTo>
                                    <a:pt x="1174" y="1159"/>
                                  </a:lnTo>
                                  <a:lnTo>
                                    <a:pt x="1283" y="1088"/>
                                  </a:lnTo>
                                  <a:lnTo>
                                    <a:pt x="1387" y="1009"/>
                                  </a:lnTo>
                                  <a:lnTo>
                                    <a:pt x="1406" y="994"/>
                                  </a:lnTo>
                                  <a:close/>
                                  <a:moveTo>
                                    <a:pt x="2112" y="733"/>
                                  </a:moveTo>
                                  <a:lnTo>
                                    <a:pt x="2173" y="737"/>
                                  </a:lnTo>
                                  <a:lnTo>
                                    <a:pt x="2232" y="749"/>
                                  </a:lnTo>
                                  <a:lnTo>
                                    <a:pt x="2291" y="771"/>
                                  </a:lnTo>
                                  <a:lnTo>
                                    <a:pt x="2336" y="794"/>
                                  </a:lnTo>
                                  <a:lnTo>
                                    <a:pt x="2377" y="823"/>
                                  </a:lnTo>
                                  <a:lnTo>
                                    <a:pt x="2415" y="855"/>
                                  </a:lnTo>
                                  <a:lnTo>
                                    <a:pt x="2447" y="891"/>
                                  </a:lnTo>
                                  <a:lnTo>
                                    <a:pt x="2424" y="977"/>
                                  </a:lnTo>
                                  <a:lnTo>
                                    <a:pt x="2395" y="1068"/>
                                  </a:lnTo>
                                  <a:lnTo>
                                    <a:pt x="2359" y="1163"/>
                                  </a:lnTo>
                                  <a:lnTo>
                                    <a:pt x="2318" y="1261"/>
                                  </a:lnTo>
                                  <a:lnTo>
                                    <a:pt x="2272" y="1362"/>
                                  </a:lnTo>
                                  <a:lnTo>
                                    <a:pt x="2221" y="1462"/>
                                  </a:lnTo>
                                  <a:lnTo>
                                    <a:pt x="2171" y="1557"/>
                                  </a:lnTo>
                                  <a:lnTo>
                                    <a:pt x="1987" y="1557"/>
                                  </a:lnTo>
                                  <a:lnTo>
                                    <a:pt x="1947" y="1543"/>
                                  </a:lnTo>
                                  <a:lnTo>
                                    <a:pt x="1894" y="1514"/>
                                  </a:lnTo>
                                  <a:lnTo>
                                    <a:pt x="1843" y="1476"/>
                                  </a:lnTo>
                                  <a:lnTo>
                                    <a:pt x="1802" y="1435"/>
                                  </a:lnTo>
                                  <a:lnTo>
                                    <a:pt x="1766" y="1387"/>
                                  </a:lnTo>
                                  <a:lnTo>
                                    <a:pt x="1738" y="1335"/>
                                  </a:lnTo>
                                  <a:lnTo>
                                    <a:pt x="1716" y="1279"/>
                                  </a:lnTo>
                                  <a:lnTo>
                                    <a:pt x="1704" y="1222"/>
                                  </a:lnTo>
                                  <a:lnTo>
                                    <a:pt x="1698" y="1163"/>
                                  </a:lnTo>
                                  <a:lnTo>
                                    <a:pt x="1702" y="1104"/>
                                  </a:lnTo>
                                  <a:lnTo>
                                    <a:pt x="1713" y="1043"/>
                                  </a:lnTo>
                                  <a:lnTo>
                                    <a:pt x="1734" y="984"/>
                                  </a:lnTo>
                                  <a:lnTo>
                                    <a:pt x="1765" y="930"/>
                                  </a:lnTo>
                                  <a:lnTo>
                                    <a:pt x="1800" y="880"/>
                                  </a:lnTo>
                                  <a:lnTo>
                                    <a:pt x="1843" y="837"/>
                                  </a:lnTo>
                                  <a:lnTo>
                                    <a:pt x="1890" y="801"/>
                                  </a:lnTo>
                                  <a:lnTo>
                                    <a:pt x="1942" y="774"/>
                                  </a:lnTo>
                                  <a:lnTo>
                                    <a:pt x="1996" y="753"/>
                                  </a:lnTo>
                                  <a:lnTo>
                                    <a:pt x="2055" y="738"/>
                                  </a:lnTo>
                                  <a:lnTo>
                                    <a:pt x="2112" y="733"/>
                                  </a:lnTo>
                                  <a:close/>
                                  <a:moveTo>
                                    <a:pt x="2044" y="0"/>
                                  </a:moveTo>
                                  <a:lnTo>
                                    <a:pt x="2118" y="70"/>
                                  </a:lnTo>
                                  <a:lnTo>
                                    <a:pt x="2187" y="142"/>
                                  </a:lnTo>
                                  <a:lnTo>
                                    <a:pt x="2252" y="215"/>
                                  </a:lnTo>
                                  <a:lnTo>
                                    <a:pt x="2311" y="292"/>
                                  </a:lnTo>
                                  <a:lnTo>
                                    <a:pt x="2311" y="292"/>
                                  </a:lnTo>
                                  <a:lnTo>
                                    <a:pt x="2286" y="337"/>
                                  </a:lnTo>
                                  <a:lnTo>
                                    <a:pt x="2255" y="376"/>
                                  </a:lnTo>
                                  <a:lnTo>
                                    <a:pt x="2221" y="409"/>
                                  </a:lnTo>
                                  <a:lnTo>
                                    <a:pt x="2180" y="437"/>
                                  </a:lnTo>
                                  <a:lnTo>
                                    <a:pt x="2137" y="457"/>
                                  </a:lnTo>
                                  <a:lnTo>
                                    <a:pt x="2091" y="471"/>
                                  </a:lnTo>
                                  <a:lnTo>
                                    <a:pt x="2044" y="477"/>
                                  </a:lnTo>
                                  <a:lnTo>
                                    <a:pt x="1994" y="477"/>
                                  </a:lnTo>
                                  <a:lnTo>
                                    <a:pt x="1946" y="468"/>
                                  </a:lnTo>
                                  <a:lnTo>
                                    <a:pt x="1897" y="450"/>
                                  </a:lnTo>
                                  <a:lnTo>
                                    <a:pt x="1858" y="428"/>
                                  </a:lnTo>
                                  <a:lnTo>
                                    <a:pt x="1929" y="287"/>
                                  </a:lnTo>
                                  <a:lnTo>
                                    <a:pt x="1992" y="144"/>
                                  </a:lnTo>
                                  <a:lnTo>
                                    <a:pt x="2044" y="0"/>
                                  </a:lnTo>
                                  <a:close/>
                                  <a:moveTo>
                                    <a:pt x="2044" y="0"/>
                                  </a:moveTo>
                                  <a:lnTo>
                                    <a:pt x="2044" y="0"/>
                                  </a:lnTo>
                                  <a:lnTo>
                                    <a:pt x="2044" y="0"/>
                                  </a:lnTo>
                                  <a:lnTo>
                                    <a:pt x="20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774825" y="7373938"/>
                              <a:ext cx="3244850" cy="2008188"/>
                            </a:xfrm>
                            <a:custGeom>
                              <a:avLst/>
                              <a:gdLst>
                                <a:gd name="T0" fmla="*/ 1929 w 2044"/>
                                <a:gd name="T1" fmla="*/ 63 h 1265"/>
                                <a:gd name="T2" fmla="*/ 1997 w 2044"/>
                                <a:gd name="T3" fmla="*/ 197 h 1265"/>
                                <a:gd name="T4" fmla="*/ 2037 w 2044"/>
                                <a:gd name="T5" fmla="*/ 344 h 1265"/>
                                <a:gd name="T6" fmla="*/ 2042 w 2044"/>
                                <a:gd name="T7" fmla="*/ 479 h 1265"/>
                                <a:gd name="T8" fmla="*/ 2024 w 2044"/>
                                <a:gd name="T9" fmla="*/ 599 h 1265"/>
                                <a:gd name="T10" fmla="*/ 1954 w 2044"/>
                                <a:gd name="T11" fmla="*/ 531 h 1265"/>
                                <a:gd name="T12" fmla="*/ 1868 w 2044"/>
                                <a:gd name="T13" fmla="*/ 479 h 1265"/>
                                <a:gd name="T14" fmla="*/ 1750 w 2044"/>
                                <a:gd name="T15" fmla="*/ 445 h 1265"/>
                                <a:gd name="T16" fmla="*/ 1632 w 2044"/>
                                <a:gd name="T17" fmla="*/ 446 h 1265"/>
                                <a:gd name="T18" fmla="*/ 1519 w 2044"/>
                                <a:gd name="T19" fmla="*/ 482 h 1265"/>
                                <a:gd name="T20" fmla="*/ 1420 w 2044"/>
                                <a:gd name="T21" fmla="*/ 545 h 1265"/>
                                <a:gd name="T22" fmla="*/ 1342 w 2044"/>
                                <a:gd name="T23" fmla="*/ 638 h 1265"/>
                                <a:gd name="T24" fmla="*/ 1290 w 2044"/>
                                <a:gd name="T25" fmla="*/ 751 h 1265"/>
                                <a:gd name="T26" fmla="*/ 1275 w 2044"/>
                                <a:gd name="T27" fmla="*/ 871 h 1265"/>
                                <a:gd name="T28" fmla="*/ 1293 w 2044"/>
                                <a:gd name="T29" fmla="*/ 987 h 1265"/>
                                <a:gd name="T30" fmla="*/ 1343 w 2044"/>
                                <a:gd name="T31" fmla="*/ 1095 h 1265"/>
                                <a:gd name="T32" fmla="*/ 1420 w 2044"/>
                                <a:gd name="T33" fmla="*/ 1184 h 1265"/>
                                <a:gd name="T34" fmla="*/ 1524 w 2044"/>
                                <a:gd name="T35" fmla="*/ 1251 h 1265"/>
                                <a:gd name="T36" fmla="*/ 523 w 2044"/>
                                <a:gd name="T37" fmla="*/ 1265 h 1265"/>
                                <a:gd name="T38" fmla="*/ 487 w 2044"/>
                                <a:gd name="T39" fmla="*/ 1242 h 1265"/>
                                <a:gd name="T40" fmla="*/ 416 w 2044"/>
                                <a:gd name="T41" fmla="*/ 1229 h 1265"/>
                                <a:gd name="T42" fmla="*/ 347 w 2044"/>
                                <a:gd name="T43" fmla="*/ 1251 h 1265"/>
                                <a:gd name="T44" fmla="*/ 0 w 2044"/>
                                <a:gd name="T45" fmla="*/ 1265 h 1265"/>
                                <a:gd name="T46" fmla="*/ 16 w 2044"/>
                                <a:gd name="T47" fmla="*/ 1204 h 1265"/>
                                <a:gd name="T48" fmla="*/ 20 w 2044"/>
                                <a:gd name="T49" fmla="*/ 1172 h 1265"/>
                                <a:gd name="T50" fmla="*/ 270 w 2044"/>
                                <a:gd name="T51" fmla="*/ 1093 h 1265"/>
                                <a:gd name="T52" fmla="*/ 518 w 2044"/>
                                <a:gd name="T53" fmla="*/ 993 h 1265"/>
                                <a:gd name="T54" fmla="*/ 656 w 2044"/>
                                <a:gd name="T55" fmla="*/ 969 h 1265"/>
                                <a:gd name="T56" fmla="*/ 711 w 2044"/>
                                <a:gd name="T57" fmla="*/ 1029 h 1265"/>
                                <a:gd name="T58" fmla="*/ 790 w 2044"/>
                                <a:gd name="T59" fmla="*/ 1063 h 1265"/>
                                <a:gd name="T60" fmla="*/ 872 w 2044"/>
                                <a:gd name="T61" fmla="*/ 1064 h 1265"/>
                                <a:gd name="T62" fmla="*/ 948 w 2044"/>
                                <a:gd name="T63" fmla="*/ 1036 h 1265"/>
                                <a:gd name="T64" fmla="*/ 1008 w 2044"/>
                                <a:gd name="T65" fmla="*/ 980 h 1265"/>
                                <a:gd name="T66" fmla="*/ 1043 w 2044"/>
                                <a:gd name="T67" fmla="*/ 900 h 1265"/>
                                <a:gd name="T68" fmla="*/ 1044 w 2044"/>
                                <a:gd name="T69" fmla="*/ 814 h 1265"/>
                                <a:gd name="T70" fmla="*/ 1010 w 2044"/>
                                <a:gd name="T71" fmla="*/ 735 h 1265"/>
                                <a:gd name="T72" fmla="*/ 964 w 2044"/>
                                <a:gd name="T73" fmla="*/ 717 h 1265"/>
                                <a:gd name="T74" fmla="*/ 1143 w 2044"/>
                                <a:gd name="T75" fmla="*/ 548 h 1265"/>
                                <a:gd name="T76" fmla="*/ 1300 w 2044"/>
                                <a:gd name="T77" fmla="*/ 351 h 1265"/>
                                <a:gd name="T78" fmla="*/ 1435 w 2044"/>
                                <a:gd name="T79" fmla="*/ 135 h 1265"/>
                                <a:gd name="T80" fmla="*/ 1474 w 2044"/>
                                <a:gd name="T81" fmla="*/ 158 h 1265"/>
                                <a:gd name="T82" fmla="*/ 1571 w 2044"/>
                                <a:gd name="T83" fmla="*/ 185 h 1265"/>
                                <a:gd name="T84" fmla="*/ 1668 w 2044"/>
                                <a:gd name="T85" fmla="*/ 179 h 1265"/>
                                <a:gd name="T86" fmla="*/ 1757 w 2044"/>
                                <a:gd name="T87" fmla="*/ 145 h 1265"/>
                                <a:gd name="T88" fmla="*/ 1832 w 2044"/>
                                <a:gd name="T89" fmla="*/ 84 h 1265"/>
                                <a:gd name="T90" fmla="*/ 1888 w 2044"/>
                                <a:gd name="T91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044" h="1265">
                                  <a:moveTo>
                                    <a:pt x="1888" y="0"/>
                                  </a:moveTo>
                                  <a:lnTo>
                                    <a:pt x="1929" y="63"/>
                                  </a:lnTo>
                                  <a:lnTo>
                                    <a:pt x="1967" y="129"/>
                                  </a:lnTo>
                                  <a:lnTo>
                                    <a:pt x="1997" y="197"/>
                                  </a:lnTo>
                                  <a:lnTo>
                                    <a:pt x="2021" y="269"/>
                                  </a:lnTo>
                                  <a:lnTo>
                                    <a:pt x="2037" y="344"/>
                                  </a:lnTo>
                                  <a:lnTo>
                                    <a:pt x="2044" y="425"/>
                                  </a:lnTo>
                                  <a:lnTo>
                                    <a:pt x="2042" y="479"/>
                                  </a:lnTo>
                                  <a:lnTo>
                                    <a:pt x="2035" y="536"/>
                                  </a:lnTo>
                                  <a:lnTo>
                                    <a:pt x="2024" y="599"/>
                                  </a:lnTo>
                                  <a:lnTo>
                                    <a:pt x="1992" y="563"/>
                                  </a:lnTo>
                                  <a:lnTo>
                                    <a:pt x="1954" y="531"/>
                                  </a:lnTo>
                                  <a:lnTo>
                                    <a:pt x="1913" y="502"/>
                                  </a:lnTo>
                                  <a:lnTo>
                                    <a:pt x="1868" y="479"/>
                                  </a:lnTo>
                                  <a:lnTo>
                                    <a:pt x="1809" y="457"/>
                                  </a:lnTo>
                                  <a:lnTo>
                                    <a:pt x="1750" y="445"/>
                                  </a:lnTo>
                                  <a:lnTo>
                                    <a:pt x="1689" y="441"/>
                                  </a:lnTo>
                                  <a:lnTo>
                                    <a:pt x="1632" y="446"/>
                                  </a:lnTo>
                                  <a:lnTo>
                                    <a:pt x="1573" y="461"/>
                                  </a:lnTo>
                                  <a:lnTo>
                                    <a:pt x="1519" y="482"/>
                                  </a:lnTo>
                                  <a:lnTo>
                                    <a:pt x="1467" y="509"/>
                                  </a:lnTo>
                                  <a:lnTo>
                                    <a:pt x="1420" y="545"/>
                                  </a:lnTo>
                                  <a:lnTo>
                                    <a:pt x="1377" y="588"/>
                                  </a:lnTo>
                                  <a:lnTo>
                                    <a:pt x="1342" y="638"/>
                                  </a:lnTo>
                                  <a:lnTo>
                                    <a:pt x="1311" y="692"/>
                                  </a:lnTo>
                                  <a:lnTo>
                                    <a:pt x="1290" y="751"/>
                                  </a:lnTo>
                                  <a:lnTo>
                                    <a:pt x="1279" y="812"/>
                                  </a:lnTo>
                                  <a:lnTo>
                                    <a:pt x="1275" y="871"/>
                                  </a:lnTo>
                                  <a:lnTo>
                                    <a:pt x="1281" y="930"/>
                                  </a:lnTo>
                                  <a:lnTo>
                                    <a:pt x="1293" y="987"/>
                                  </a:lnTo>
                                  <a:lnTo>
                                    <a:pt x="1315" y="1043"/>
                                  </a:lnTo>
                                  <a:lnTo>
                                    <a:pt x="1343" y="1095"/>
                                  </a:lnTo>
                                  <a:lnTo>
                                    <a:pt x="1379" y="1143"/>
                                  </a:lnTo>
                                  <a:lnTo>
                                    <a:pt x="1420" y="1184"/>
                                  </a:lnTo>
                                  <a:lnTo>
                                    <a:pt x="1471" y="1222"/>
                                  </a:lnTo>
                                  <a:lnTo>
                                    <a:pt x="1524" y="1251"/>
                                  </a:lnTo>
                                  <a:lnTo>
                                    <a:pt x="1564" y="1265"/>
                                  </a:lnTo>
                                  <a:lnTo>
                                    <a:pt x="523" y="1265"/>
                                  </a:lnTo>
                                  <a:lnTo>
                                    <a:pt x="512" y="1254"/>
                                  </a:lnTo>
                                  <a:lnTo>
                                    <a:pt x="487" y="1242"/>
                                  </a:lnTo>
                                  <a:lnTo>
                                    <a:pt x="451" y="1231"/>
                                  </a:lnTo>
                                  <a:lnTo>
                                    <a:pt x="416" y="1229"/>
                                  </a:lnTo>
                                  <a:lnTo>
                                    <a:pt x="380" y="1235"/>
                                  </a:lnTo>
                                  <a:lnTo>
                                    <a:pt x="347" y="1251"/>
                                  </a:lnTo>
                                  <a:lnTo>
                                    <a:pt x="330" y="1265"/>
                                  </a:lnTo>
                                  <a:lnTo>
                                    <a:pt x="0" y="1265"/>
                                  </a:lnTo>
                                  <a:lnTo>
                                    <a:pt x="9" y="1236"/>
                                  </a:lnTo>
                                  <a:lnTo>
                                    <a:pt x="16" y="1204"/>
                                  </a:lnTo>
                                  <a:lnTo>
                                    <a:pt x="20" y="1172"/>
                                  </a:lnTo>
                                  <a:lnTo>
                                    <a:pt x="20" y="1172"/>
                                  </a:lnTo>
                                  <a:lnTo>
                                    <a:pt x="145" y="1136"/>
                                  </a:lnTo>
                                  <a:lnTo>
                                    <a:pt x="270" y="1093"/>
                                  </a:lnTo>
                                  <a:lnTo>
                                    <a:pt x="394" y="1046"/>
                                  </a:lnTo>
                                  <a:lnTo>
                                    <a:pt x="518" y="993"/>
                                  </a:lnTo>
                                  <a:lnTo>
                                    <a:pt x="638" y="932"/>
                                  </a:lnTo>
                                  <a:lnTo>
                                    <a:pt x="656" y="969"/>
                                  </a:lnTo>
                                  <a:lnTo>
                                    <a:pt x="681" y="1002"/>
                                  </a:lnTo>
                                  <a:lnTo>
                                    <a:pt x="711" y="1029"/>
                                  </a:lnTo>
                                  <a:lnTo>
                                    <a:pt x="749" y="1050"/>
                                  </a:lnTo>
                                  <a:lnTo>
                                    <a:pt x="790" y="1063"/>
                                  </a:lnTo>
                                  <a:lnTo>
                                    <a:pt x="831" y="1068"/>
                                  </a:lnTo>
                                  <a:lnTo>
                                    <a:pt x="872" y="1064"/>
                                  </a:lnTo>
                                  <a:lnTo>
                                    <a:pt x="912" y="1054"/>
                                  </a:lnTo>
                                  <a:lnTo>
                                    <a:pt x="948" y="1036"/>
                                  </a:lnTo>
                                  <a:lnTo>
                                    <a:pt x="980" y="1011"/>
                                  </a:lnTo>
                                  <a:lnTo>
                                    <a:pt x="1008" y="980"/>
                                  </a:lnTo>
                                  <a:lnTo>
                                    <a:pt x="1030" y="943"/>
                                  </a:lnTo>
                                  <a:lnTo>
                                    <a:pt x="1043" y="900"/>
                                  </a:lnTo>
                                  <a:lnTo>
                                    <a:pt x="1048" y="857"/>
                                  </a:lnTo>
                                  <a:lnTo>
                                    <a:pt x="1044" y="814"/>
                                  </a:lnTo>
                                  <a:lnTo>
                                    <a:pt x="1032" y="772"/>
                                  </a:lnTo>
                                  <a:lnTo>
                                    <a:pt x="1010" y="735"/>
                                  </a:lnTo>
                                  <a:lnTo>
                                    <a:pt x="983" y="702"/>
                                  </a:lnTo>
                                  <a:lnTo>
                                    <a:pt x="964" y="717"/>
                                  </a:lnTo>
                                  <a:lnTo>
                                    <a:pt x="1057" y="636"/>
                                  </a:lnTo>
                                  <a:lnTo>
                                    <a:pt x="1143" y="548"/>
                                  </a:lnTo>
                                  <a:lnTo>
                                    <a:pt x="1225" y="452"/>
                                  </a:lnTo>
                                  <a:lnTo>
                                    <a:pt x="1300" y="351"/>
                                  </a:lnTo>
                                  <a:lnTo>
                                    <a:pt x="1370" y="244"/>
                                  </a:lnTo>
                                  <a:lnTo>
                                    <a:pt x="1435" y="135"/>
                                  </a:lnTo>
                                  <a:lnTo>
                                    <a:pt x="1435" y="136"/>
                                  </a:lnTo>
                                  <a:lnTo>
                                    <a:pt x="1474" y="158"/>
                                  </a:lnTo>
                                  <a:lnTo>
                                    <a:pt x="1523" y="176"/>
                                  </a:lnTo>
                                  <a:lnTo>
                                    <a:pt x="1571" y="185"/>
                                  </a:lnTo>
                                  <a:lnTo>
                                    <a:pt x="1621" y="185"/>
                                  </a:lnTo>
                                  <a:lnTo>
                                    <a:pt x="1668" y="179"/>
                                  </a:lnTo>
                                  <a:lnTo>
                                    <a:pt x="1714" y="165"/>
                                  </a:lnTo>
                                  <a:lnTo>
                                    <a:pt x="1757" y="145"/>
                                  </a:lnTo>
                                  <a:lnTo>
                                    <a:pt x="1798" y="117"/>
                                  </a:lnTo>
                                  <a:lnTo>
                                    <a:pt x="1832" y="84"/>
                                  </a:lnTo>
                                  <a:lnTo>
                                    <a:pt x="1863" y="45"/>
                                  </a:lnTo>
                                  <a:lnTo>
                                    <a:pt x="1888" y="0"/>
                                  </a:lnTo>
                                  <a:lnTo>
                                    <a:pt x="18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21" name="Group 21"/>
                          <wpg:cNvGrpSpPr/>
                          <wpg:grpSpPr>
                            <a:xfrm>
                              <a:off x="0" y="0"/>
                              <a:ext cx="3475038" cy="3563938"/>
                              <a:chOff x="0" y="0"/>
                              <a:chExt cx="3475038" cy="3563938"/>
                            </a:xfr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37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92075" y="1681163"/>
                                <a:ext cx="2189163" cy="1438275"/>
                              </a:xfrm>
                              <a:custGeom>
                                <a:avLst/>
                                <a:gdLst>
                                  <a:gd name="T0" fmla="*/ 0 w 1379"/>
                                  <a:gd name="T1" fmla="*/ 0 h 906"/>
                                  <a:gd name="T2" fmla="*/ 1375 w 1379"/>
                                  <a:gd name="T3" fmla="*/ 614 h 906"/>
                                  <a:gd name="T4" fmla="*/ 1373 w 1379"/>
                                  <a:gd name="T5" fmla="*/ 761 h 906"/>
                                  <a:gd name="T6" fmla="*/ 1379 w 1379"/>
                                  <a:gd name="T7" fmla="*/ 906 h 906"/>
                                  <a:gd name="T8" fmla="*/ 51 w 1379"/>
                                  <a:gd name="T9" fmla="*/ 313 h 906"/>
                                  <a:gd name="T10" fmla="*/ 23 w 1379"/>
                                  <a:gd name="T11" fmla="*/ 159 h 906"/>
                                  <a:gd name="T12" fmla="*/ 0 w 1379"/>
                                  <a:gd name="T13" fmla="*/ 0 h 9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379" h="906">
                                    <a:moveTo>
                                      <a:pt x="0" y="0"/>
                                    </a:moveTo>
                                    <a:lnTo>
                                      <a:pt x="1375" y="614"/>
                                    </a:lnTo>
                                    <a:lnTo>
                                      <a:pt x="1373" y="761"/>
                                    </a:lnTo>
                                    <a:lnTo>
                                      <a:pt x="1379" y="906"/>
                                    </a:lnTo>
                                    <a:lnTo>
                                      <a:pt x="51" y="313"/>
                                    </a:lnTo>
                                    <a:lnTo>
                                      <a:pt x="23" y="15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9525" y="876300"/>
                                <a:ext cx="2368550" cy="1217613"/>
                              </a:xfrm>
                              <a:custGeom>
                                <a:avLst/>
                                <a:gdLst>
                                  <a:gd name="T0" fmla="*/ 0 w 1492"/>
                                  <a:gd name="T1" fmla="*/ 0 h 767"/>
                                  <a:gd name="T2" fmla="*/ 1492 w 1492"/>
                                  <a:gd name="T3" fmla="*/ 666 h 767"/>
                                  <a:gd name="T4" fmla="*/ 1468 w 1492"/>
                                  <a:gd name="T5" fmla="*/ 767 h 767"/>
                                  <a:gd name="T6" fmla="*/ 9 w 1492"/>
                                  <a:gd name="T7" fmla="*/ 113 h 767"/>
                                  <a:gd name="T8" fmla="*/ 0 w 1492"/>
                                  <a:gd name="T9" fmla="*/ 0 h 7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92" h="767">
                                    <a:moveTo>
                                      <a:pt x="0" y="0"/>
                                    </a:moveTo>
                                    <a:lnTo>
                                      <a:pt x="1492" y="666"/>
                                    </a:lnTo>
                                    <a:lnTo>
                                      <a:pt x="1468" y="767"/>
                                    </a:lnTo>
                                    <a:lnTo>
                                      <a:pt x="9" y="11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0" y="165100"/>
                                <a:ext cx="2613025" cy="1555750"/>
                              </a:xfrm>
                              <a:custGeom>
                                <a:avLst/>
                                <a:gdLst>
                                  <a:gd name="T0" fmla="*/ 0 w 1646"/>
                                  <a:gd name="T1" fmla="*/ 0 h 980"/>
                                  <a:gd name="T2" fmla="*/ 1646 w 1646"/>
                                  <a:gd name="T3" fmla="*/ 738 h 980"/>
                                  <a:gd name="T4" fmla="*/ 1614 w 1646"/>
                                  <a:gd name="T5" fmla="*/ 799 h 980"/>
                                  <a:gd name="T6" fmla="*/ 1586 w 1646"/>
                                  <a:gd name="T7" fmla="*/ 863 h 980"/>
                                  <a:gd name="T8" fmla="*/ 1560 w 1646"/>
                                  <a:gd name="T9" fmla="*/ 921 h 980"/>
                                  <a:gd name="T10" fmla="*/ 1539 w 1646"/>
                                  <a:gd name="T11" fmla="*/ 980 h 980"/>
                                  <a:gd name="T12" fmla="*/ 0 w 1646"/>
                                  <a:gd name="T13" fmla="*/ 290 h 980"/>
                                  <a:gd name="T14" fmla="*/ 0 w 1646"/>
                                  <a:gd name="T15" fmla="*/ 0 h 9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646" h="980">
                                    <a:moveTo>
                                      <a:pt x="0" y="0"/>
                                    </a:moveTo>
                                    <a:lnTo>
                                      <a:pt x="1646" y="738"/>
                                    </a:lnTo>
                                    <a:lnTo>
                                      <a:pt x="1614" y="799"/>
                                    </a:lnTo>
                                    <a:lnTo>
                                      <a:pt x="1586" y="863"/>
                                    </a:lnTo>
                                    <a:lnTo>
                                      <a:pt x="1560" y="921"/>
                                    </a:lnTo>
                                    <a:lnTo>
                                      <a:pt x="1539" y="980"/>
                                    </a:lnTo>
                                    <a:lnTo>
                                      <a:pt x="0" y="29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0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962025" y="0"/>
                                <a:ext cx="2046288" cy="873125"/>
                              </a:xfrm>
                              <a:custGeom>
                                <a:avLst/>
                                <a:gdLst>
                                  <a:gd name="T0" fmla="*/ 0 w 1289"/>
                                  <a:gd name="T1" fmla="*/ 0 h 550"/>
                                  <a:gd name="T2" fmla="*/ 243 w 1289"/>
                                  <a:gd name="T3" fmla="*/ 0 h 550"/>
                                  <a:gd name="T4" fmla="*/ 1289 w 1289"/>
                                  <a:gd name="T5" fmla="*/ 469 h 550"/>
                                  <a:gd name="T6" fmla="*/ 1227 w 1289"/>
                                  <a:gd name="T7" fmla="*/ 550 h 550"/>
                                  <a:gd name="T8" fmla="*/ 0 w 1289"/>
                                  <a:gd name="T9" fmla="*/ 0 h 5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289" h="550">
                                    <a:moveTo>
                                      <a:pt x="0" y="0"/>
                                    </a:moveTo>
                                    <a:lnTo>
                                      <a:pt x="243" y="0"/>
                                    </a:lnTo>
                                    <a:lnTo>
                                      <a:pt x="1289" y="469"/>
                                    </a:lnTo>
                                    <a:lnTo>
                                      <a:pt x="1227" y="55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1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1893888" y="0"/>
                                <a:ext cx="1581150" cy="565150"/>
                              </a:xfrm>
                              <a:custGeom>
                                <a:avLst/>
                                <a:gdLst>
                                  <a:gd name="T0" fmla="*/ 0 w 996"/>
                                  <a:gd name="T1" fmla="*/ 0 h 356"/>
                                  <a:gd name="T2" fmla="*/ 649 w 996"/>
                                  <a:gd name="T3" fmla="*/ 0 h 356"/>
                                  <a:gd name="T4" fmla="*/ 996 w 996"/>
                                  <a:gd name="T5" fmla="*/ 156 h 356"/>
                                  <a:gd name="T6" fmla="*/ 896 w 996"/>
                                  <a:gd name="T7" fmla="*/ 254 h 356"/>
                                  <a:gd name="T8" fmla="*/ 799 w 996"/>
                                  <a:gd name="T9" fmla="*/ 356 h 356"/>
                                  <a:gd name="T10" fmla="*/ 0 w 996"/>
                                  <a:gd name="T11" fmla="*/ 0 h 3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96" h="356">
                                    <a:moveTo>
                                      <a:pt x="0" y="0"/>
                                    </a:moveTo>
                                    <a:lnTo>
                                      <a:pt x="649" y="0"/>
                                    </a:lnTo>
                                    <a:lnTo>
                                      <a:pt x="996" y="156"/>
                                    </a:lnTo>
                                    <a:lnTo>
                                      <a:pt x="896" y="254"/>
                                    </a:lnTo>
                                    <a:lnTo>
                                      <a:pt x="799" y="3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239713" y="2451100"/>
                                <a:ext cx="2098675" cy="1112838"/>
                              </a:xfrm>
                              <a:custGeom>
                                <a:avLst/>
                                <a:gdLst>
                                  <a:gd name="T0" fmla="*/ 0 w 1322"/>
                                  <a:gd name="T1" fmla="*/ 0 h 701"/>
                                  <a:gd name="T2" fmla="*/ 1304 w 1322"/>
                                  <a:gd name="T3" fmla="*/ 584 h 701"/>
                                  <a:gd name="T4" fmla="*/ 1322 w 1322"/>
                                  <a:gd name="T5" fmla="*/ 701 h 701"/>
                                  <a:gd name="T6" fmla="*/ 37 w 1322"/>
                                  <a:gd name="T7" fmla="*/ 126 h 701"/>
                                  <a:gd name="T8" fmla="*/ 18 w 1322"/>
                                  <a:gd name="T9" fmla="*/ 65 h 701"/>
                                  <a:gd name="T10" fmla="*/ 0 w 1322"/>
                                  <a:gd name="T11" fmla="*/ 0 h 7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22" h="701">
                                    <a:moveTo>
                                      <a:pt x="0" y="0"/>
                                    </a:moveTo>
                                    <a:lnTo>
                                      <a:pt x="1304" y="584"/>
                                    </a:lnTo>
                                    <a:lnTo>
                                      <a:pt x="1322" y="701"/>
                                    </a:lnTo>
                                    <a:lnTo>
                                      <a:pt x="37" y="126"/>
                                    </a:lnTo>
                                    <a:lnTo>
                                      <a:pt x="18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2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4891088" y="5338763"/>
                              <a:ext cx="1971675" cy="4043363"/>
                            </a:xfrm>
                            <a:custGeom>
                              <a:avLst/>
                              <a:gdLst>
                                <a:gd name="T0" fmla="*/ 733 w 1242"/>
                                <a:gd name="T1" fmla="*/ 2246 h 2547"/>
                                <a:gd name="T2" fmla="*/ 840 w 1242"/>
                                <a:gd name="T3" fmla="*/ 2405 h 2547"/>
                                <a:gd name="T4" fmla="*/ 1000 w 1242"/>
                                <a:gd name="T5" fmla="*/ 2298 h 2547"/>
                                <a:gd name="T6" fmla="*/ 891 w 1242"/>
                                <a:gd name="T7" fmla="*/ 2139 h 2547"/>
                                <a:gd name="T8" fmla="*/ 396 w 1242"/>
                                <a:gd name="T9" fmla="*/ 1879 h 2547"/>
                                <a:gd name="T10" fmla="*/ 464 w 1242"/>
                                <a:gd name="T11" fmla="*/ 2060 h 2547"/>
                                <a:gd name="T12" fmla="*/ 643 w 1242"/>
                                <a:gd name="T13" fmla="*/ 1990 h 2547"/>
                                <a:gd name="T14" fmla="*/ 575 w 1242"/>
                                <a:gd name="T15" fmla="*/ 1811 h 2547"/>
                                <a:gd name="T16" fmla="*/ 982 w 1242"/>
                                <a:gd name="T17" fmla="*/ 1759 h 2547"/>
                                <a:gd name="T18" fmla="*/ 1009 w 1242"/>
                                <a:gd name="T19" fmla="*/ 1950 h 2547"/>
                                <a:gd name="T20" fmla="*/ 1199 w 1242"/>
                                <a:gd name="T21" fmla="*/ 1924 h 2547"/>
                                <a:gd name="T22" fmla="*/ 1172 w 1242"/>
                                <a:gd name="T23" fmla="*/ 1734 h 2547"/>
                                <a:gd name="T24" fmla="*/ 679 w 1242"/>
                                <a:gd name="T25" fmla="*/ 1426 h 2547"/>
                                <a:gd name="T26" fmla="*/ 661 w 1242"/>
                                <a:gd name="T27" fmla="*/ 1619 h 2547"/>
                                <a:gd name="T28" fmla="*/ 853 w 1242"/>
                                <a:gd name="T29" fmla="*/ 1635 h 2547"/>
                                <a:gd name="T30" fmla="*/ 871 w 1242"/>
                                <a:gd name="T31" fmla="*/ 1443 h 2547"/>
                                <a:gd name="T32" fmla="*/ 708 w 1242"/>
                                <a:gd name="T33" fmla="*/ 881 h 2547"/>
                                <a:gd name="T34" fmla="*/ 649 w 1242"/>
                                <a:gd name="T35" fmla="*/ 1064 h 2547"/>
                                <a:gd name="T36" fmla="*/ 831 w 1242"/>
                                <a:gd name="T37" fmla="*/ 1123 h 2547"/>
                                <a:gd name="T38" fmla="*/ 891 w 1242"/>
                                <a:gd name="T39" fmla="*/ 940 h 2547"/>
                                <a:gd name="T40" fmla="*/ 996 w 1242"/>
                                <a:gd name="T41" fmla="*/ 507 h 2547"/>
                                <a:gd name="T42" fmla="*/ 899 w 1242"/>
                                <a:gd name="T43" fmla="*/ 673 h 2547"/>
                                <a:gd name="T44" fmla="*/ 1064 w 1242"/>
                                <a:gd name="T45" fmla="*/ 770 h 2547"/>
                                <a:gd name="T46" fmla="*/ 1163 w 1242"/>
                                <a:gd name="T47" fmla="*/ 603 h 2547"/>
                                <a:gd name="T48" fmla="*/ 584 w 1242"/>
                                <a:gd name="T49" fmla="*/ 453 h 2547"/>
                                <a:gd name="T50" fmla="*/ 453 w 1242"/>
                                <a:gd name="T51" fmla="*/ 594 h 2547"/>
                                <a:gd name="T52" fmla="*/ 595 w 1242"/>
                                <a:gd name="T53" fmla="*/ 727 h 2547"/>
                                <a:gd name="T54" fmla="*/ 726 w 1242"/>
                                <a:gd name="T55" fmla="*/ 585 h 2547"/>
                                <a:gd name="T56" fmla="*/ 584 w 1242"/>
                                <a:gd name="T57" fmla="*/ 453 h 2547"/>
                                <a:gd name="T58" fmla="*/ 776 w 1242"/>
                                <a:gd name="T59" fmla="*/ 143 h 2547"/>
                                <a:gd name="T60" fmla="*/ 883 w 1242"/>
                                <a:gd name="T61" fmla="*/ 302 h 2547"/>
                                <a:gd name="T62" fmla="*/ 1043 w 1242"/>
                                <a:gd name="T63" fmla="*/ 195 h 2547"/>
                                <a:gd name="T64" fmla="*/ 934 w 1242"/>
                                <a:gd name="T65" fmla="*/ 35 h 2547"/>
                                <a:gd name="T66" fmla="*/ 937 w 1242"/>
                                <a:gd name="T67" fmla="*/ 1 h 2547"/>
                                <a:gd name="T68" fmla="*/ 1030 w 1242"/>
                                <a:gd name="T69" fmla="*/ 9 h 2547"/>
                                <a:gd name="T70" fmla="*/ 1107 w 1242"/>
                                <a:gd name="T71" fmla="*/ 23 h 2547"/>
                                <a:gd name="T72" fmla="*/ 1191 w 1242"/>
                                <a:gd name="T73" fmla="*/ 48 h 2547"/>
                                <a:gd name="T74" fmla="*/ 1242 w 1242"/>
                                <a:gd name="T75" fmla="*/ 172 h 2547"/>
                                <a:gd name="T76" fmla="*/ 1242 w 1242"/>
                                <a:gd name="T77" fmla="*/ 331 h 2547"/>
                                <a:gd name="T78" fmla="*/ 1156 w 1242"/>
                                <a:gd name="T79" fmla="*/ 1024 h 2547"/>
                                <a:gd name="T80" fmla="*/ 1242 w 1242"/>
                                <a:gd name="T81" fmla="*/ 1279 h 2547"/>
                                <a:gd name="T82" fmla="*/ 1111 w 1242"/>
                                <a:gd name="T83" fmla="*/ 1420 h 2547"/>
                                <a:gd name="T84" fmla="*/ 1242 w 1242"/>
                                <a:gd name="T85" fmla="*/ 1551 h 2547"/>
                                <a:gd name="T86" fmla="*/ 1075 w 1242"/>
                                <a:gd name="T87" fmla="*/ 2466 h 2547"/>
                                <a:gd name="T88" fmla="*/ 573 w 1242"/>
                                <a:gd name="T89" fmla="*/ 2522 h 2547"/>
                                <a:gd name="T90" fmla="*/ 504 w 1242"/>
                                <a:gd name="T91" fmla="*/ 2343 h 2547"/>
                                <a:gd name="T92" fmla="*/ 324 w 1242"/>
                                <a:gd name="T93" fmla="*/ 2411 h 2547"/>
                                <a:gd name="T94" fmla="*/ 65 w 1242"/>
                                <a:gd name="T95" fmla="*/ 2443 h 2547"/>
                                <a:gd name="T96" fmla="*/ 414 w 1242"/>
                                <a:gd name="T97" fmla="*/ 1560 h 2547"/>
                                <a:gd name="T98" fmla="*/ 577 w 1242"/>
                                <a:gd name="T99" fmla="*/ 1279 h 2547"/>
                                <a:gd name="T100" fmla="*/ 602 w 1242"/>
                                <a:gd name="T101" fmla="*/ 1080 h 2547"/>
                                <a:gd name="T102" fmla="*/ 437 w 1242"/>
                                <a:gd name="T103" fmla="*/ 1078 h 2547"/>
                                <a:gd name="T104" fmla="*/ 421 w 1242"/>
                                <a:gd name="T105" fmla="*/ 578 h 2547"/>
                                <a:gd name="T106" fmla="*/ 436 w 1242"/>
                                <a:gd name="T107" fmla="*/ 387 h 2547"/>
                                <a:gd name="T108" fmla="*/ 255 w 1242"/>
                                <a:gd name="T109" fmla="*/ 374 h 2547"/>
                                <a:gd name="T110" fmla="*/ 240 w 1242"/>
                                <a:gd name="T111" fmla="*/ 96 h 2547"/>
                                <a:gd name="T112" fmla="*/ 355 w 1242"/>
                                <a:gd name="T113" fmla="*/ 188 h 2547"/>
                                <a:gd name="T114" fmla="*/ 534 w 1242"/>
                                <a:gd name="T115" fmla="*/ 118 h 2547"/>
                                <a:gd name="T116" fmla="*/ 590 w 1242"/>
                                <a:gd name="T117" fmla="*/ 30 h 2547"/>
                                <a:gd name="T118" fmla="*/ 672 w 1242"/>
                                <a:gd name="T119" fmla="*/ 17 h 2547"/>
                                <a:gd name="T120" fmla="*/ 763 w 1242"/>
                                <a:gd name="T121" fmla="*/ 7 h 2547"/>
                                <a:gd name="T122" fmla="*/ 842 w 1242"/>
                                <a:gd name="T123" fmla="*/ 1 h 25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242" h="2547">
                                  <a:moveTo>
                                    <a:pt x="862" y="2135"/>
                                  </a:moveTo>
                                  <a:lnTo>
                                    <a:pt x="831" y="2140"/>
                                  </a:lnTo>
                                  <a:lnTo>
                                    <a:pt x="805" y="2151"/>
                                  </a:lnTo>
                                  <a:lnTo>
                                    <a:pt x="779" y="2167"/>
                                  </a:lnTo>
                                  <a:lnTo>
                                    <a:pt x="758" y="2189"/>
                                  </a:lnTo>
                                  <a:lnTo>
                                    <a:pt x="742" y="2216"/>
                                  </a:lnTo>
                                  <a:lnTo>
                                    <a:pt x="733" y="2246"/>
                                  </a:lnTo>
                                  <a:lnTo>
                                    <a:pt x="729" y="2276"/>
                                  </a:lnTo>
                                  <a:lnTo>
                                    <a:pt x="735" y="2307"/>
                                  </a:lnTo>
                                  <a:lnTo>
                                    <a:pt x="745" y="2334"/>
                                  </a:lnTo>
                                  <a:lnTo>
                                    <a:pt x="762" y="2359"/>
                                  </a:lnTo>
                                  <a:lnTo>
                                    <a:pt x="783" y="2380"/>
                                  </a:lnTo>
                                  <a:lnTo>
                                    <a:pt x="810" y="2397"/>
                                  </a:lnTo>
                                  <a:lnTo>
                                    <a:pt x="840" y="2405"/>
                                  </a:lnTo>
                                  <a:lnTo>
                                    <a:pt x="871" y="2409"/>
                                  </a:lnTo>
                                  <a:lnTo>
                                    <a:pt x="899" y="2404"/>
                                  </a:lnTo>
                                  <a:lnTo>
                                    <a:pt x="928" y="2393"/>
                                  </a:lnTo>
                                  <a:lnTo>
                                    <a:pt x="953" y="2377"/>
                                  </a:lnTo>
                                  <a:lnTo>
                                    <a:pt x="975" y="2355"/>
                                  </a:lnTo>
                                  <a:lnTo>
                                    <a:pt x="991" y="2327"/>
                                  </a:lnTo>
                                  <a:lnTo>
                                    <a:pt x="1000" y="2298"/>
                                  </a:lnTo>
                                  <a:lnTo>
                                    <a:pt x="1002" y="2268"/>
                                  </a:lnTo>
                                  <a:lnTo>
                                    <a:pt x="998" y="2237"/>
                                  </a:lnTo>
                                  <a:lnTo>
                                    <a:pt x="987" y="2210"/>
                                  </a:lnTo>
                                  <a:lnTo>
                                    <a:pt x="969" y="2185"/>
                                  </a:lnTo>
                                  <a:lnTo>
                                    <a:pt x="948" y="2164"/>
                                  </a:lnTo>
                                  <a:lnTo>
                                    <a:pt x="921" y="2148"/>
                                  </a:lnTo>
                                  <a:lnTo>
                                    <a:pt x="891" y="2139"/>
                                  </a:lnTo>
                                  <a:lnTo>
                                    <a:pt x="862" y="2135"/>
                                  </a:lnTo>
                                  <a:close/>
                                  <a:moveTo>
                                    <a:pt x="514" y="1798"/>
                                  </a:moveTo>
                                  <a:lnTo>
                                    <a:pt x="486" y="1804"/>
                                  </a:lnTo>
                                  <a:lnTo>
                                    <a:pt x="457" y="1814"/>
                                  </a:lnTo>
                                  <a:lnTo>
                                    <a:pt x="434" y="1830"/>
                                  </a:lnTo>
                                  <a:lnTo>
                                    <a:pt x="412" y="1852"/>
                                  </a:lnTo>
                                  <a:lnTo>
                                    <a:pt x="396" y="1879"/>
                                  </a:lnTo>
                                  <a:lnTo>
                                    <a:pt x="387" y="1909"/>
                                  </a:lnTo>
                                  <a:lnTo>
                                    <a:pt x="384" y="1940"/>
                                  </a:lnTo>
                                  <a:lnTo>
                                    <a:pt x="389" y="1970"/>
                                  </a:lnTo>
                                  <a:lnTo>
                                    <a:pt x="400" y="1997"/>
                                  </a:lnTo>
                                  <a:lnTo>
                                    <a:pt x="416" y="2022"/>
                                  </a:lnTo>
                                  <a:lnTo>
                                    <a:pt x="437" y="2044"/>
                                  </a:lnTo>
                                  <a:lnTo>
                                    <a:pt x="464" y="2060"/>
                                  </a:lnTo>
                                  <a:lnTo>
                                    <a:pt x="495" y="2069"/>
                                  </a:lnTo>
                                  <a:lnTo>
                                    <a:pt x="525" y="2070"/>
                                  </a:lnTo>
                                  <a:lnTo>
                                    <a:pt x="554" y="2067"/>
                                  </a:lnTo>
                                  <a:lnTo>
                                    <a:pt x="582" y="2056"/>
                                  </a:lnTo>
                                  <a:lnTo>
                                    <a:pt x="608" y="2040"/>
                                  </a:lnTo>
                                  <a:lnTo>
                                    <a:pt x="627" y="2017"/>
                                  </a:lnTo>
                                  <a:lnTo>
                                    <a:pt x="643" y="1990"/>
                                  </a:lnTo>
                                  <a:lnTo>
                                    <a:pt x="654" y="1961"/>
                                  </a:lnTo>
                                  <a:lnTo>
                                    <a:pt x="656" y="1931"/>
                                  </a:lnTo>
                                  <a:lnTo>
                                    <a:pt x="652" y="1900"/>
                                  </a:lnTo>
                                  <a:lnTo>
                                    <a:pt x="642" y="1872"/>
                                  </a:lnTo>
                                  <a:lnTo>
                                    <a:pt x="624" y="1847"/>
                                  </a:lnTo>
                                  <a:lnTo>
                                    <a:pt x="602" y="1827"/>
                                  </a:lnTo>
                                  <a:lnTo>
                                    <a:pt x="575" y="1811"/>
                                  </a:lnTo>
                                  <a:lnTo>
                                    <a:pt x="545" y="1802"/>
                                  </a:lnTo>
                                  <a:lnTo>
                                    <a:pt x="514" y="1798"/>
                                  </a:lnTo>
                                  <a:close/>
                                  <a:moveTo>
                                    <a:pt x="1086" y="1705"/>
                                  </a:moveTo>
                                  <a:lnTo>
                                    <a:pt x="1055" y="1710"/>
                                  </a:lnTo>
                                  <a:lnTo>
                                    <a:pt x="1028" y="1721"/>
                                  </a:lnTo>
                                  <a:lnTo>
                                    <a:pt x="1003" y="1737"/>
                                  </a:lnTo>
                                  <a:lnTo>
                                    <a:pt x="982" y="1759"/>
                                  </a:lnTo>
                                  <a:lnTo>
                                    <a:pt x="966" y="1786"/>
                                  </a:lnTo>
                                  <a:lnTo>
                                    <a:pt x="957" y="1816"/>
                                  </a:lnTo>
                                  <a:lnTo>
                                    <a:pt x="955" y="1847"/>
                                  </a:lnTo>
                                  <a:lnTo>
                                    <a:pt x="959" y="1877"/>
                                  </a:lnTo>
                                  <a:lnTo>
                                    <a:pt x="969" y="1904"/>
                                  </a:lnTo>
                                  <a:lnTo>
                                    <a:pt x="985" y="1929"/>
                                  </a:lnTo>
                                  <a:lnTo>
                                    <a:pt x="1009" y="1950"/>
                                  </a:lnTo>
                                  <a:lnTo>
                                    <a:pt x="1036" y="1967"/>
                                  </a:lnTo>
                                  <a:lnTo>
                                    <a:pt x="1064" y="1976"/>
                                  </a:lnTo>
                                  <a:lnTo>
                                    <a:pt x="1095" y="1977"/>
                                  </a:lnTo>
                                  <a:lnTo>
                                    <a:pt x="1125" y="1974"/>
                                  </a:lnTo>
                                  <a:lnTo>
                                    <a:pt x="1152" y="1963"/>
                                  </a:lnTo>
                                  <a:lnTo>
                                    <a:pt x="1177" y="1947"/>
                                  </a:lnTo>
                                  <a:lnTo>
                                    <a:pt x="1199" y="1924"/>
                                  </a:lnTo>
                                  <a:lnTo>
                                    <a:pt x="1215" y="1897"/>
                                  </a:lnTo>
                                  <a:lnTo>
                                    <a:pt x="1224" y="1868"/>
                                  </a:lnTo>
                                  <a:lnTo>
                                    <a:pt x="1226" y="1838"/>
                                  </a:lnTo>
                                  <a:lnTo>
                                    <a:pt x="1222" y="1807"/>
                                  </a:lnTo>
                                  <a:lnTo>
                                    <a:pt x="1211" y="1780"/>
                                  </a:lnTo>
                                  <a:lnTo>
                                    <a:pt x="1195" y="1755"/>
                                  </a:lnTo>
                                  <a:lnTo>
                                    <a:pt x="1172" y="1734"/>
                                  </a:lnTo>
                                  <a:lnTo>
                                    <a:pt x="1145" y="1718"/>
                                  </a:lnTo>
                                  <a:lnTo>
                                    <a:pt x="1116" y="1709"/>
                                  </a:lnTo>
                                  <a:lnTo>
                                    <a:pt x="1086" y="1705"/>
                                  </a:lnTo>
                                  <a:close/>
                                  <a:moveTo>
                                    <a:pt x="762" y="1395"/>
                                  </a:moveTo>
                                  <a:lnTo>
                                    <a:pt x="731" y="1399"/>
                                  </a:lnTo>
                                  <a:lnTo>
                                    <a:pt x="704" y="1409"/>
                                  </a:lnTo>
                                  <a:lnTo>
                                    <a:pt x="679" y="1426"/>
                                  </a:lnTo>
                                  <a:lnTo>
                                    <a:pt x="658" y="1449"/>
                                  </a:lnTo>
                                  <a:lnTo>
                                    <a:pt x="642" y="1476"/>
                                  </a:lnTo>
                                  <a:lnTo>
                                    <a:pt x="633" y="1506"/>
                                  </a:lnTo>
                                  <a:lnTo>
                                    <a:pt x="631" y="1537"/>
                                  </a:lnTo>
                                  <a:lnTo>
                                    <a:pt x="634" y="1565"/>
                                  </a:lnTo>
                                  <a:lnTo>
                                    <a:pt x="645" y="1594"/>
                                  </a:lnTo>
                                  <a:lnTo>
                                    <a:pt x="661" y="1619"/>
                                  </a:lnTo>
                                  <a:lnTo>
                                    <a:pt x="683" y="1639"/>
                                  </a:lnTo>
                                  <a:lnTo>
                                    <a:pt x="710" y="1655"/>
                                  </a:lnTo>
                                  <a:lnTo>
                                    <a:pt x="740" y="1666"/>
                                  </a:lnTo>
                                  <a:lnTo>
                                    <a:pt x="771" y="1667"/>
                                  </a:lnTo>
                                  <a:lnTo>
                                    <a:pt x="801" y="1662"/>
                                  </a:lnTo>
                                  <a:lnTo>
                                    <a:pt x="828" y="1651"/>
                                  </a:lnTo>
                                  <a:lnTo>
                                    <a:pt x="853" y="1635"/>
                                  </a:lnTo>
                                  <a:lnTo>
                                    <a:pt x="874" y="1614"/>
                                  </a:lnTo>
                                  <a:lnTo>
                                    <a:pt x="891" y="1587"/>
                                  </a:lnTo>
                                  <a:lnTo>
                                    <a:pt x="899" y="1556"/>
                                  </a:lnTo>
                                  <a:lnTo>
                                    <a:pt x="901" y="1526"/>
                                  </a:lnTo>
                                  <a:lnTo>
                                    <a:pt x="898" y="1497"/>
                                  </a:lnTo>
                                  <a:lnTo>
                                    <a:pt x="887" y="1469"/>
                                  </a:lnTo>
                                  <a:lnTo>
                                    <a:pt x="871" y="1443"/>
                                  </a:lnTo>
                                  <a:lnTo>
                                    <a:pt x="848" y="1422"/>
                                  </a:lnTo>
                                  <a:lnTo>
                                    <a:pt x="821" y="1406"/>
                                  </a:lnTo>
                                  <a:lnTo>
                                    <a:pt x="792" y="1397"/>
                                  </a:lnTo>
                                  <a:lnTo>
                                    <a:pt x="762" y="1395"/>
                                  </a:lnTo>
                                  <a:close/>
                                  <a:moveTo>
                                    <a:pt x="765" y="867"/>
                                  </a:moveTo>
                                  <a:lnTo>
                                    <a:pt x="735" y="870"/>
                                  </a:lnTo>
                                  <a:lnTo>
                                    <a:pt x="708" y="881"/>
                                  </a:lnTo>
                                  <a:lnTo>
                                    <a:pt x="683" y="897"/>
                                  </a:lnTo>
                                  <a:lnTo>
                                    <a:pt x="661" y="919"/>
                                  </a:lnTo>
                                  <a:lnTo>
                                    <a:pt x="645" y="947"/>
                                  </a:lnTo>
                                  <a:lnTo>
                                    <a:pt x="636" y="976"/>
                                  </a:lnTo>
                                  <a:lnTo>
                                    <a:pt x="634" y="1006"/>
                                  </a:lnTo>
                                  <a:lnTo>
                                    <a:pt x="638" y="1037"/>
                                  </a:lnTo>
                                  <a:lnTo>
                                    <a:pt x="649" y="1064"/>
                                  </a:lnTo>
                                  <a:lnTo>
                                    <a:pt x="665" y="1089"/>
                                  </a:lnTo>
                                  <a:lnTo>
                                    <a:pt x="688" y="1110"/>
                                  </a:lnTo>
                                  <a:lnTo>
                                    <a:pt x="715" y="1126"/>
                                  </a:lnTo>
                                  <a:lnTo>
                                    <a:pt x="744" y="1135"/>
                                  </a:lnTo>
                                  <a:lnTo>
                                    <a:pt x="774" y="1139"/>
                                  </a:lnTo>
                                  <a:lnTo>
                                    <a:pt x="805" y="1134"/>
                                  </a:lnTo>
                                  <a:lnTo>
                                    <a:pt x="831" y="1123"/>
                                  </a:lnTo>
                                  <a:lnTo>
                                    <a:pt x="856" y="1107"/>
                                  </a:lnTo>
                                  <a:lnTo>
                                    <a:pt x="878" y="1085"/>
                                  </a:lnTo>
                                  <a:lnTo>
                                    <a:pt x="894" y="1058"/>
                                  </a:lnTo>
                                  <a:lnTo>
                                    <a:pt x="903" y="1028"/>
                                  </a:lnTo>
                                  <a:lnTo>
                                    <a:pt x="905" y="997"/>
                                  </a:lnTo>
                                  <a:lnTo>
                                    <a:pt x="901" y="967"/>
                                  </a:lnTo>
                                  <a:lnTo>
                                    <a:pt x="891" y="940"/>
                                  </a:lnTo>
                                  <a:lnTo>
                                    <a:pt x="874" y="915"/>
                                  </a:lnTo>
                                  <a:lnTo>
                                    <a:pt x="851" y="893"/>
                                  </a:lnTo>
                                  <a:lnTo>
                                    <a:pt x="824" y="877"/>
                                  </a:lnTo>
                                  <a:lnTo>
                                    <a:pt x="796" y="868"/>
                                  </a:lnTo>
                                  <a:lnTo>
                                    <a:pt x="765" y="867"/>
                                  </a:lnTo>
                                  <a:close/>
                                  <a:moveTo>
                                    <a:pt x="1027" y="501"/>
                                  </a:moveTo>
                                  <a:lnTo>
                                    <a:pt x="996" y="507"/>
                                  </a:lnTo>
                                  <a:lnTo>
                                    <a:pt x="968" y="517"/>
                                  </a:lnTo>
                                  <a:lnTo>
                                    <a:pt x="944" y="533"/>
                                  </a:lnTo>
                                  <a:lnTo>
                                    <a:pt x="923" y="555"/>
                                  </a:lnTo>
                                  <a:lnTo>
                                    <a:pt x="907" y="582"/>
                                  </a:lnTo>
                                  <a:lnTo>
                                    <a:pt x="898" y="612"/>
                                  </a:lnTo>
                                  <a:lnTo>
                                    <a:pt x="894" y="643"/>
                                  </a:lnTo>
                                  <a:lnTo>
                                    <a:pt x="899" y="673"/>
                                  </a:lnTo>
                                  <a:lnTo>
                                    <a:pt x="910" y="700"/>
                                  </a:lnTo>
                                  <a:lnTo>
                                    <a:pt x="926" y="725"/>
                                  </a:lnTo>
                                  <a:lnTo>
                                    <a:pt x="948" y="747"/>
                                  </a:lnTo>
                                  <a:lnTo>
                                    <a:pt x="975" y="763"/>
                                  </a:lnTo>
                                  <a:lnTo>
                                    <a:pt x="1005" y="772"/>
                                  </a:lnTo>
                                  <a:lnTo>
                                    <a:pt x="1036" y="773"/>
                                  </a:lnTo>
                                  <a:lnTo>
                                    <a:pt x="1064" y="770"/>
                                  </a:lnTo>
                                  <a:lnTo>
                                    <a:pt x="1093" y="759"/>
                                  </a:lnTo>
                                  <a:lnTo>
                                    <a:pt x="1118" y="743"/>
                                  </a:lnTo>
                                  <a:lnTo>
                                    <a:pt x="1140" y="722"/>
                                  </a:lnTo>
                                  <a:lnTo>
                                    <a:pt x="1156" y="693"/>
                                  </a:lnTo>
                                  <a:lnTo>
                                    <a:pt x="1165" y="664"/>
                                  </a:lnTo>
                                  <a:lnTo>
                                    <a:pt x="1166" y="634"/>
                                  </a:lnTo>
                                  <a:lnTo>
                                    <a:pt x="1163" y="603"/>
                                  </a:lnTo>
                                  <a:lnTo>
                                    <a:pt x="1152" y="576"/>
                                  </a:lnTo>
                                  <a:lnTo>
                                    <a:pt x="1134" y="551"/>
                                  </a:lnTo>
                                  <a:lnTo>
                                    <a:pt x="1113" y="530"/>
                                  </a:lnTo>
                                  <a:lnTo>
                                    <a:pt x="1086" y="514"/>
                                  </a:lnTo>
                                  <a:lnTo>
                                    <a:pt x="1055" y="505"/>
                                  </a:lnTo>
                                  <a:lnTo>
                                    <a:pt x="1027" y="501"/>
                                  </a:lnTo>
                                  <a:close/>
                                  <a:moveTo>
                                    <a:pt x="584" y="453"/>
                                  </a:moveTo>
                                  <a:lnTo>
                                    <a:pt x="556" y="458"/>
                                  </a:lnTo>
                                  <a:lnTo>
                                    <a:pt x="527" y="469"/>
                                  </a:lnTo>
                                  <a:lnTo>
                                    <a:pt x="502" y="485"/>
                                  </a:lnTo>
                                  <a:lnTo>
                                    <a:pt x="480" y="507"/>
                                  </a:lnTo>
                                  <a:lnTo>
                                    <a:pt x="466" y="535"/>
                                  </a:lnTo>
                                  <a:lnTo>
                                    <a:pt x="455" y="564"/>
                                  </a:lnTo>
                                  <a:lnTo>
                                    <a:pt x="453" y="594"/>
                                  </a:lnTo>
                                  <a:lnTo>
                                    <a:pt x="457" y="625"/>
                                  </a:lnTo>
                                  <a:lnTo>
                                    <a:pt x="468" y="652"/>
                                  </a:lnTo>
                                  <a:lnTo>
                                    <a:pt x="486" y="677"/>
                                  </a:lnTo>
                                  <a:lnTo>
                                    <a:pt x="507" y="698"/>
                                  </a:lnTo>
                                  <a:lnTo>
                                    <a:pt x="534" y="714"/>
                                  </a:lnTo>
                                  <a:lnTo>
                                    <a:pt x="565" y="723"/>
                                  </a:lnTo>
                                  <a:lnTo>
                                    <a:pt x="595" y="727"/>
                                  </a:lnTo>
                                  <a:lnTo>
                                    <a:pt x="624" y="722"/>
                                  </a:lnTo>
                                  <a:lnTo>
                                    <a:pt x="652" y="711"/>
                                  </a:lnTo>
                                  <a:lnTo>
                                    <a:pt x="676" y="695"/>
                                  </a:lnTo>
                                  <a:lnTo>
                                    <a:pt x="697" y="673"/>
                                  </a:lnTo>
                                  <a:lnTo>
                                    <a:pt x="713" y="644"/>
                                  </a:lnTo>
                                  <a:lnTo>
                                    <a:pt x="722" y="616"/>
                                  </a:lnTo>
                                  <a:lnTo>
                                    <a:pt x="726" y="585"/>
                                  </a:lnTo>
                                  <a:lnTo>
                                    <a:pt x="720" y="555"/>
                                  </a:lnTo>
                                  <a:lnTo>
                                    <a:pt x="710" y="528"/>
                                  </a:lnTo>
                                  <a:lnTo>
                                    <a:pt x="693" y="503"/>
                                  </a:lnTo>
                                  <a:lnTo>
                                    <a:pt x="672" y="481"/>
                                  </a:lnTo>
                                  <a:lnTo>
                                    <a:pt x="645" y="465"/>
                                  </a:lnTo>
                                  <a:lnTo>
                                    <a:pt x="615" y="456"/>
                                  </a:lnTo>
                                  <a:lnTo>
                                    <a:pt x="584" y="453"/>
                                  </a:lnTo>
                                  <a:close/>
                                  <a:moveTo>
                                    <a:pt x="903" y="34"/>
                                  </a:moveTo>
                                  <a:lnTo>
                                    <a:pt x="874" y="37"/>
                                  </a:lnTo>
                                  <a:lnTo>
                                    <a:pt x="846" y="48"/>
                                  </a:lnTo>
                                  <a:lnTo>
                                    <a:pt x="821" y="64"/>
                                  </a:lnTo>
                                  <a:lnTo>
                                    <a:pt x="801" y="87"/>
                                  </a:lnTo>
                                  <a:lnTo>
                                    <a:pt x="785" y="114"/>
                                  </a:lnTo>
                                  <a:lnTo>
                                    <a:pt x="776" y="143"/>
                                  </a:lnTo>
                                  <a:lnTo>
                                    <a:pt x="772" y="173"/>
                                  </a:lnTo>
                                  <a:lnTo>
                                    <a:pt x="778" y="204"/>
                                  </a:lnTo>
                                  <a:lnTo>
                                    <a:pt x="788" y="231"/>
                                  </a:lnTo>
                                  <a:lnTo>
                                    <a:pt x="805" y="256"/>
                                  </a:lnTo>
                                  <a:lnTo>
                                    <a:pt x="826" y="277"/>
                                  </a:lnTo>
                                  <a:lnTo>
                                    <a:pt x="853" y="293"/>
                                  </a:lnTo>
                                  <a:lnTo>
                                    <a:pt x="883" y="302"/>
                                  </a:lnTo>
                                  <a:lnTo>
                                    <a:pt x="914" y="306"/>
                                  </a:lnTo>
                                  <a:lnTo>
                                    <a:pt x="942" y="301"/>
                                  </a:lnTo>
                                  <a:lnTo>
                                    <a:pt x="971" y="290"/>
                                  </a:lnTo>
                                  <a:lnTo>
                                    <a:pt x="996" y="274"/>
                                  </a:lnTo>
                                  <a:lnTo>
                                    <a:pt x="1016" y="252"/>
                                  </a:lnTo>
                                  <a:lnTo>
                                    <a:pt x="1032" y="225"/>
                                  </a:lnTo>
                                  <a:lnTo>
                                    <a:pt x="1043" y="195"/>
                                  </a:lnTo>
                                  <a:lnTo>
                                    <a:pt x="1045" y="164"/>
                                  </a:lnTo>
                                  <a:lnTo>
                                    <a:pt x="1039" y="134"/>
                                  </a:lnTo>
                                  <a:lnTo>
                                    <a:pt x="1030" y="107"/>
                                  </a:lnTo>
                                  <a:lnTo>
                                    <a:pt x="1012" y="82"/>
                                  </a:lnTo>
                                  <a:lnTo>
                                    <a:pt x="991" y="60"/>
                                  </a:lnTo>
                                  <a:lnTo>
                                    <a:pt x="964" y="44"/>
                                  </a:lnTo>
                                  <a:lnTo>
                                    <a:pt x="934" y="35"/>
                                  </a:lnTo>
                                  <a:lnTo>
                                    <a:pt x="903" y="34"/>
                                  </a:lnTo>
                                  <a:close/>
                                  <a:moveTo>
                                    <a:pt x="887" y="0"/>
                                  </a:moveTo>
                                  <a:lnTo>
                                    <a:pt x="894" y="0"/>
                                  </a:lnTo>
                                  <a:lnTo>
                                    <a:pt x="910" y="0"/>
                                  </a:lnTo>
                                  <a:lnTo>
                                    <a:pt x="916" y="0"/>
                                  </a:lnTo>
                                  <a:lnTo>
                                    <a:pt x="937" y="1"/>
                                  </a:lnTo>
                                  <a:lnTo>
                                    <a:pt x="937" y="1"/>
                                  </a:lnTo>
                                  <a:lnTo>
                                    <a:pt x="959" y="1"/>
                                  </a:lnTo>
                                  <a:lnTo>
                                    <a:pt x="966" y="3"/>
                                  </a:lnTo>
                                  <a:lnTo>
                                    <a:pt x="982" y="3"/>
                                  </a:lnTo>
                                  <a:lnTo>
                                    <a:pt x="989" y="5"/>
                                  </a:lnTo>
                                  <a:lnTo>
                                    <a:pt x="1007" y="7"/>
                                  </a:lnTo>
                                  <a:lnTo>
                                    <a:pt x="1011" y="7"/>
                                  </a:lnTo>
                                  <a:lnTo>
                                    <a:pt x="1030" y="9"/>
                                  </a:lnTo>
                                  <a:lnTo>
                                    <a:pt x="1037" y="10"/>
                                  </a:lnTo>
                                  <a:lnTo>
                                    <a:pt x="1054" y="12"/>
                                  </a:lnTo>
                                  <a:lnTo>
                                    <a:pt x="1059" y="14"/>
                                  </a:lnTo>
                                  <a:lnTo>
                                    <a:pt x="1077" y="16"/>
                                  </a:lnTo>
                                  <a:lnTo>
                                    <a:pt x="1080" y="17"/>
                                  </a:lnTo>
                                  <a:lnTo>
                                    <a:pt x="1102" y="21"/>
                                  </a:lnTo>
                                  <a:lnTo>
                                    <a:pt x="1107" y="23"/>
                                  </a:lnTo>
                                  <a:lnTo>
                                    <a:pt x="1123" y="26"/>
                                  </a:lnTo>
                                  <a:lnTo>
                                    <a:pt x="1129" y="28"/>
                                  </a:lnTo>
                                  <a:lnTo>
                                    <a:pt x="1145" y="34"/>
                                  </a:lnTo>
                                  <a:lnTo>
                                    <a:pt x="1150" y="35"/>
                                  </a:lnTo>
                                  <a:lnTo>
                                    <a:pt x="1170" y="41"/>
                                  </a:lnTo>
                                  <a:lnTo>
                                    <a:pt x="1175" y="43"/>
                                  </a:lnTo>
                                  <a:lnTo>
                                    <a:pt x="1191" y="48"/>
                                  </a:lnTo>
                                  <a:lnTo>
                                    <a:pt x="1199" y="52"/>
                                  </a:lnTo>
                                  <a:lnTo>
                                    <a:pt x="1213" y="57"/>
                                  </a:lnTo>
                                  <a:lnTo>
                                    <a:pt x="1218" y="59"/>
                                  </a:lnTo>
                                  <a:lnTo>
                                    <a:pt x="1238" y="68"/>
                                  </a:lnTo>
                                  <a:lnTo>
                                    <a:pt x="1242" y="69"/>
                                  </a:lnTo>
                                  <a:lnTo>
                                    <a:pt x="1242" y="69"/>
                                  </a:lnTo>
                                  <a:lnTo>
                                    <a:pt x="1242" y="172"/>
                                  </a:lnTo>
                                  <a:lnTo>
                                    <a:pt x="1242" y="172"/>
                                  </a:lnTo>
                                  <a:lnTo>
                                    <a:pt x="1227" y="195"/>
                                  </a:lnTo>
                                  <a:lnTo>
                                    <a:pt x="1218" y="225"/>
                                  </a:lnTo>
                                  <a:lnTo>
                                    <a:pt x="1217" y="256"/>
                                  </a:lnTo>
                                  <a:lnTo>
                                    <a:pt x="1220" y="286"/>
                                  </a:lnTo>
                                  <a:lnTo>
                                    <a:pt x="1231" y="313"/>
                                  </a:lnTo>
                                  <a:lnTo>
                                    <a:pt x="1242" y="331"/>
                                  </a:lnTo>
                                  <a:lnTo>
                                    <a:pt x="1242" y="893"/>
                                  </a:lnTo>
                                  <a:lnTo>
                                    <a:pt x="1238" y="893"/>
                                  </a:lnTo>
                                  <a:lnTo>
                                    <a:pt x="1209" y="910"/>
                                  </a:lnTo>
                                  <a:lnTo>
                                    <a:pt x="1184" y="935"/>
                                  </a:lnTo>
                                  <a:lnTo>
                                    <a:pt x="1166" y="963"/>
                                  </a:lnTo>
                                  <a:lnTo>
                                    <a:pt x="1157" y="994"/>
                                  </a:lnTo>
                                  <a:lnTo>
                                    <a:pt x="1156" y="1024"/>
                                  </a:lnTo>
                                  <a:lnTo>
                                    <a:pt x="1159" y="1055"/>
                                  </a:lnTo>
                                  <a:lnTo>
                                    <a:pt x="1170" y="1082"/>
                                  </a:lnTo>
                                  <a:lnTo>
                                    <a:pt x="1186" y="1107"/>
                                  </a:lnTo>
                                  <a:lnTo>
                                    <a:pt x="1208" y="1128"/>
                                  </a:lnTo>
                                  <a:lnTo>
                                    <a:pt x="1234" y="1144"/>
                                  </a:lnTo>
                                  <a:lnTo>
                                    <a:pt x="1242" y="1146"/>
                                  </a:lnTo>
                                  <a:lnTo>
                                    <a:pt x="1242" y="1279"/>
                                  </a:lnTo>
                                  <a:lnTo>
                                    <a:pt x="1213" y="1282"/>
                                  </a:lnTo>
                                  <a:lnTo>
                                    <a:pt x="1184" y="1293"/>
                                  </a:lnTo>
                                  <a:lnTo>
                                    <a:pt x="1159" y="1311"/>
                                  </a:lnTo>
                                  <a:lnTo>
                                    <a:pt x="1140" y="1332"/>
                                  </a:lnTo>
                                  <a:lnTo>
                                    <a:pt x="1123" y="1359"/>
                                  </a:lnTo>
                                  <a:lnTo>
                                    <a:pt x="1114" y="1390"/>
                                  </a:lnTo>
                                  <a:lnTo>
                                    <a:pt x="1111" y="1420"/>
                                  </a:lnTo>
                                  <a:lnTo>
                                    <a:pt x="1116" y="1449"/>
                                  </a:lnTo>
                                  <a:lnTo>
                                    <a:pt x="1127" y="1478"/>
                                  </a:lnTo>
                                  <a:lnTo>
                                    <a:pt x="1143" y="1503"/>
                                  </a:lnTo>
                                  <a:lnTo>
                                    <a:pt x="1165" y="1522"/>
                                  </a:lnTo>
                                  <a:lnTo>
                                    <a:pt x="1191" y="1538"/>
                                  </a:lnTo>
                                  <a:lnTo>
                                    <a:pt x="1220" y="1549"/>
                                  </a:lnTo>
                                  <a:lnTo>
                                    <a:pt x="1242" y="1551"/>
                                  </a:lnTo>
                                  <a:lnTo>
                                    <a:pt x="1242" y="2459"/>
                                  </a:lnTo>
                                  <a:lnTo>
                                    <a:pt x="1218" y="2447"/>
                                  </a:lnTo>
                                  <a:lnTo>
                                    <a:pt x="1188" y="2436"/>
                                  </a:lnTo>
                                  <a:lnTo>
                                    <a:pt x="1157" y="2434"/>
                                  </a:lnTo>
                                  <a:lnTo>
                                    <a:pt x="1129" y="2440"/>
                                  </a:lnTo>
                                  <a:lnTo>
                                    <a:pt x="1100" y="2450"/>
                                  </a:lnTo>
                                  <a:lnTo>
                                    <a:pt x="1075" y="2466"/>
                                  </a:lnTo>
                                  <a:lnTo>
                                    <a:pt x="1055" y="2488"/>
                                  </a:lnTo>
                                  <a:lnTo>
                                    <a:pt x="1039" y="2515"/>
                                  </a:lnTo>
                                  <a:lnTo>
                                    <a:pt x="1032" y="2534"/>
                                  </a:lnTo>
                                  <a:lnTo>
                                    <a:pt x="1030" y="2547"/>
                                  </a:lnTo>
                                  <a:lnTo>
                                    <a:pt x="557" y="2547"/>
                                  </a:lnTo>
                                  <a:lnTo>
                                    <a:pt x="563" y="2540"/>
                                  </a:lnTo>
                                  <a:lnTo>
                                    <a:pt x="573" y="2522"/>
                                  </a:lnTo>
                                  <a:lnTo>
                                    <a:pt x="582" y="2491"/>
                                  </a:lnTo>
                                  <a:lnTo>
                                    <a:pt x="584" y="2461"/>
                                  </a:lnTo>
                                  <a:lnTo>
                                    <a:pt x="581" y="2432"/>
                                  </a:lnTo>
                                  <a:lnTo>
                                    <a:pt x="570" y="2404"/>
                                  </a:lnTo>
                                  <a:lnTo>
                                    <a:pt x="554" y="2379"/>
                                  </a:lnTo>
                                  <a:lnTo>
                                    <a:pt x="530" y="2359"/>
                                  </a:lnTo>
                                  <a:lnTo>
                                    <a:pt x="504" y="2343"/>
                                  </a:lnTo>
                                  <a:lnTo>
                                    <a:pt x="475" y="2332"/>
                                  </a:lnTo>
                                  <a:lnTo>
                                    <a:pt x="444" y="2330"/>
                                  </a:lnTo>
                                  <a:lnTo>
                                    <a:pt x="414" y="2336"/>
                                  </a:lnTo>
                                  <a:lnTo>
                                    <a:pt x="387" y="2346"/>
                                  </a:lnTo>
                                  <a:lnTo>
                                    <a:pt x="362" y="2362"/>
                                  </a:lnTo>
                                  <a:lnTo>
                                    <a:pt x="341" y="2384"/>
                                  </a:lnTo>
                                  <a:lnTo>
                                    <a:pt x="324" y="2411"/>
                                  </a:lnTo>
                                  <a:lnTo>
                                    <a:pt x="316" y="2441"/>
                                  </a:lnTo>
                                  <a:lnTo>
                                    <a:pt x="314" y="2472"/>
                                  </a:lnTo>
                                  <a:lnTo>
                                    <a:pt x="317" y="2502"/>
                                  </a:lnTo>
                                  <a:lnTo>
                                    <a:pt x="328" y="2529"/>
                                  </a:lnTo>
                                  <a:lnTo>
                                    <a:pt x="341" y="2547"/>
                                  </a:lnTo>
                                  <a:lnTo>
                                    <a:pt x="0" y="2547"/>
                                  </a:lnTo>
                                  <a:lnTo>
                                    <a:pt x="65" y="2443"/>
                                  </a:lnTo>
                                  <a:lnTo>
                                    <a:pt x="131" y="2327"/>
                                  </a:lnTo>
                                  <a:lnTo>
                                    <a:pt x="192" y="2207"/>
                                  </a:lnTo>
                                  <a:lnTo>
                                    <a:pt x="249" y="2083"/>
                                  </a:lnTo>
                                  <a:lnTo>
                                    <a:pt x="301" y="1956"/>
                                  </a:lnTo>
                                  <a:lnTo>
                                    <a:pt x="348" y="1827"/>
                                  </a:lnTo>
                                  <a:lnTo>
                                    <a:pt x="385" y="1694"/>
                                  </a:lnTo>
                                  <a:lnTo>
                                    <a:pt x="414" y="1560"/>
                                  </a:lnTo>
                                  <a:lnTo>
                                    <a:pt x="436" y="1424"/>
                                  </a:lnTo>
                                  <a:lnTo>
                                    <a:pt x="441" y="1359"/>
                                  </a:lnTo>
                                  <a:lnTo>
                                    <a:pt x="444" y="1293"/>
                                  </a:lnTo>
                                  <a:lnTo>
                                    <a:pt x="479" y="1302"/>
                                  </a:lnTo>
                                  <a:lnTo>
                                    <a:pt x="514" y="1304"/>
                                  </a:lnTo>
                                  <a:lnTo>
                                    <a:pt x="547" y="1295"/>
                                  </a:lnTo>
                                  <a:lnTo>
                                    <a:pt x="577" y="1279"/>
                                  </a:lnTo>
                                  <a:lnTo>
                                    <a:pt x="602" y="1254"/>
                                  </a:lnTo>
                                  <a:lnTo>
                                    <a:pt x="622" y="1223"/>
                                  </a:lnTo>
                                  <a:lnTo>
                                    <a:pt x="631" y="1193"/>
                                  </a:lnTo>
                                  <a:lnTo>
                                    <a:pt x="633" y="1162"/>
                                  </a:lnTo>
                                  <a:lnTo>
                                    <a:pt x="629" y="1134"/>
                                  </a:lnTo>
                                  <a:lnTo>
                                    <a:pt x="618" y="1105"/>
                                  </a:lnTo>
                                  <a:lnTo>
                                    <a:pt x="602" y="1080"/>
                                  </a:lnTo>
                                  <a:lnTo>
                                    <a:pt x="581" y="1060"/>
                                  </a:lnTo>
                                  <a:lnTo>
                                    <a:pt x="554" y="1044"/>
                                  </a:lnTo>
                                  <a:lnTo>
                                    <a:pt x="523" y="1033"/>
                                  </a:lnTo>
                                  <a:lnTo>
                                    <a:pt x="493" y="1031"/>
                                  </a:lnTo>
                                  <a:lnTo>
                                    <a:pt x="462" y="1037"/>
                                  </a:lnTo>
                                  <a:lnTo>
                                    <a:pt x="434" y="1048"/>
                                  </a:lnTo>
                                  <a:lnTo>
                                    <a:pt x="437" y="1078"/>
                                  </a:lnTo>
                                  <a:lnTo>
                                    <a:pt x="416" y="920"/>
                                  </a:lnTo>
                                  <a:lnTo>
                                    <a:pt x="384" y="763"/>
                                  </a:lnTo>
                                  <a:lnTo>
                                    <a:pt x="341" y="607"/>
                                  </a:lnTo>
                                  <a:lnTo>
                                    <a:pt x="342" y="610"/>
                                  </a:lnTo>
                                  <a:lnTo>
                                    <a:pt x="371" y="605"/>
                                  </a:lnTo>
                                  <a:lnTo>
                                    <a:pt x="398" y="594"/>
                                  </a:lnTo>
                                  <a:lnTo>
                                    <a:pt x="421" y="578"/>
                                  </a:lnTo>
                                  <a:lnTo>
                                    <a:pt x="441" y="557"/>
                                  </a:lnTo>
                                  <a:lnTo>
                                    <a:pt x="455" y="530"/>
                                  </a:lnTo>
                                  <a:lnTo>
                                    <a:pt x="466" y="499"/>
                                  </a:lnTo>
                                  <a:lnTo>
                                    <a:pt x="468" y="471"/>
                                  </a:lnTo>
                                  <a:lnTo>
                                    <a:pt x="464" y="440"/>
                                  </a:lnTo>
                                  <a:lnTo>
                                    <a:pt x="453" y="412"/>
                                  </a:lnTo>
                                  <a:lnTo>
                                    <a:pt x="436" y="387"/>
                                  </a:lnTo>
                                  <a:lnTo>
                                    <a:pt x="414" y="367"/>
                                  </a:lnTo>
                                  <a:lnTo>
                                    <a:pt x="387" y="351"/>
                                  </a:lnTo>
                                  <a:lnTo>
                                    <a:pt x="351" y="340"/>
                                  </a:lnTo>
                                  <a:lnTo>
                                    <a:pt x="317" y="340"/>
                                  </a:lnTo>
                                  <a:lnTo>
                                    <a:pt x="283" y="347"/>
                                  </a:lnTo>
                                  <a:lnTo>
                                    <a:pt x="253" y="365"/>
                                  </a:lnTo>
                                  <a:lnTo>
                                    <a:pt x="255" y="374"/>
                                  </a:lnTo>
                                  <a:lnTo>
                                    <a:pt x="196" y="240"/>
                                  </a:lnTo>
                                  <a:lnTo>
                                    <a:pt x="129" y="114"/>
                                  </a:lnTo>
                                  <a:lnTo>
                                    <a:pt x="165" y="109"/>
                                  </a:lnTo>
                                  <a:lnTo>
                                    <a:pt x="165" y="109"/>
                                  </a:lnTo>
                                  <a:lnTo>
                                    <a:pt x="203" y="103"/>
                                  </a:lnTo>
                                  <a:lnTo>
                                    <a:pt x="203" y="103"/>
                                  </a:lnTo>
                                  <a:lnTo>
                                    <a:pt x="240" y="96"/>
                                  </a:lnTo>
                                  <a:lnTo>
                                    <a:pt x="240" y="96"/>
                                  </a:lnTo>
                                  <a:lnTo>
                                    <a:pt x="276" y="89"/>
                                  </a:lnTo>
                                  <a:lnTo>
                                    <a:pt x="278" y="89"/>
                                  </a:lnTo>
                                  <a:lnTo>
                                    <a:pt x="287" y="120"/>
                                  </a:lnTo>
                                  <a:lnTo>
                                    <a:pt x="305" y="146"/>
                                  </a:lnTo>
                                  <a:lnTo>
                                    <a:pt x="326" y="170"/>
                                  </a:lnTo>
                                  <a:lnTo>
                                    <a:pt x="355" y="188"/>
                                  </a:lnTo>
                                  <a:lnTo>
                                    <a:pt x="385" y="197"/>
                                  </a:lnTo>
                                  <a:lnTo>
                                    <a:pt x="416" y="198"/>
                                  </a:lnTo>
                                  <a:lnTo>
                                    <a:pt x="444" y="195"/>
                                  </a:lnTo>
                                  <a:lnTo>
                                    <a:pt x="473" y="184"/>
                                  </a:lnTo>
                                  <a:lnTo>
                                    <a:pt x="498" y="166"/>
                                  </a:lnTo>
                                  <a:lnTo>
                                    <a:pt x="518" y="145"/>
                                  </a:lnTo>
                                  <a:lnTo>
                                    <a:pt x="534" y="118"/>
                                  </a:lnTo>
                                  <a:lnTo>
                                    <a:pt x="543" y="91"/>
                                  </a:lnTo>
                                  <a:lnTo>
                                    <a:pt x="547" y="64"/>
                                  </a:lnTo>
                                  <a:lnTo>
                                    <a:pt x="545" y="37"/>
                                  </a:lnTo>
                                  <a:lnTo>
                                    <a:pt x="545" y="37"/>
                                  </a:lnTo>
                                  <a:lnTo>
                                    <a:pt x="566" y="34"/>
                                  </a:lnTo>
                                  <a:lnTo>
                                    <a:pt x="573" y="34"/>
                                  </a:lnTo>
                                  <a:lnTo>
                                    <a:pt x="590" y="30"/>
                                  </a:lnTo>
                                  <a:lnTo>
                                    <a:pt x="597" y="28"/>
                                  </a:lnTo>
                                  <a:lnTo>
                                    <a:pt x="616" y="26"/>
                                  </a:lnTo>
                                  <a:lnTo>
                                    <a:pt x="620" y="25"/>
                                  </a:lnTo>
                                  <a:lnTo>
                                    <a:pt x="642" y="21"/>
                                  </a:lnTo>
                                  <a:lnTo>
                                    <a:pt x="649" y="21"/>
                                  </a:lnTo>
                                  <a:lnTo>
                                    <a:pt x="665" y="17"/>
                                  </a:lnTo>
                                  <a:lnTo>
                                    <a:pt x="672" y="17"/>
                                  </a:lnTo>
                                  <a:lnTo>
                                    <a:pt x="690" y="16"/>
                                  </a:lnTo>
                                  <a:lnTo>
                                    <a:pt x="695" y="14"/>
                                  </a:lnTo>
                                  <a:lnTo>
                                    <a:pt x="717" y="12"/>
                                  </a:lnTo>
                                  <a:lnTo>
                                    <a:pt x="722" y="10"/>
                                  </a:lnTo>
                                  <a:lnTo>
                                    <a:pt x="740" y="9"/>
                                  </a:lnTo>
                                  <a:lnTo>
                                    <a:pt x="747" y="9"/>
                                  </a:lnTo>
                                  <a:lnTo>
                                    <a:pt x="763" y="7"/>
                                  </a:lnTo>
                                  <a:lnTo>
                                    <a:pt x="769" y="7"/>
                                  </a:lnTo>
                                  <a:lnTo>
                                    <a:pt x="792" y="5"/>
                                  </a:lnTo>
                                  <a:lnTo>
                                    <a:pt x="796" y="3"/>
                                  </a:lnTo>
                                  <a:lnTo>
                                    <a:pt x="814" y="3"/>
                                  </a:lnTo>
                                  <a:lnTo>
                                    <a:pt x="821" y="1"/>
                                  </a:lnTo>
                                  <a:lnTo>
                                    <a:pt x="837" y="1"/>
                                  </a:lnTo>
                                  <a:lnTo>
                                    <a:pt x="842" y="1"/>
                                  </a:lnTo>
                                  <a:lnTo>
                                    <a:pt x="865" y="0"/>
                                  </a:lnTo>
                                  <a:lnTo>
                                    <a:pt x="867" y="0"/>
                                  </a:lnTo>
                                  <a:lnTo>
                                    <a:pt x="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23" name="Group 23"/>
                          <wpg:cNvGrpSpPr/>
                          <wpg:grpSpPr>
                            <a:xfrm>
                              <a:off x="0" y="0"/>
                              <a:ext cx="3759200" cy="3660775"/>
                              <a:chOff x="0" y="0"/>
                              <a:chExt cx="3759200" cy="3660775"/>
                            </a:xfrm>
                            <a:solidFill>
                              <a:schemeClr val="accent3"/>
                            </a:solidFill>
                          </wpg:grpSpPr>
                          <wps:wsp>
                            <wps:cNvPr id="30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298450" y="2651125"/>
                                <a:ext cx="2058988" cy="1009650"/>
                              </a:xfrm>
                              <a:custGeom>
                                <a:avLst/>
                                <a:gdLst>
                                  <a:gd name="T0" fmla="*/ 0 w 1297"/>
                                  <a:gd name="T1" fmla="*/ 0 h 636"/>
                                  <a:gd name="T2" fmla="*/ 1285 w 1297"/>
                                  <a:gd name="T3" fmla="*/ 575 h 636"/>
                                  <a:gd name="T4" fmla="*/ 1297 w 1297"/>
                                  <a:gd name="T5" fmla="*/ 636 h 636"/>
                                  <a:gd name="T6" fmla="*/ 1218 w 1297"/>
                                  <a:gd name="T7" fmla="*/ 625 h 636"/>
                                  <a:gd name="T8" fmla="*/ 1140 w 1297"/>
                                  <a:gd name="T9" fmla="*/ 614 h 636"/>
                                  <a:gd name="T10" fmla="*/ 1059 w 1297"/>
                                  <a:gd name="T11" fmla="*/ 603 h 636"/>
                                  <a:gd name="T12" fmla="*/ 978 w 1297"/>
                                  <a:gd name="T13" fmla="*/ 594 h 636"/>
                                  <a:gd name="T14" fmla="*/ 896 w 1297"/>
                                  <a:gd name="T15" fmla="*/ 585 h 636"/>
                                  <a:gd name="T16" fmla="*/ 817 w 1297"/>
                                  <a:gd name="T17" fmla="*/ 576 h 636"/>
                                  <a:gd name="T18" fmla="*/ 737 w 1297"/>
                                  <a:gd name="T19" fmla="*/ 564 h 636"/>
                                  <a:gd name="T20" fmla="*/ 658 w 1297"/>
                                  <a:gd name="T21" fmla="*/ 550 h 636"/>
                                  <a:gd name="T22" fmla="*/ 582 w 1297"/>
                                  <a:gd name="T23" fmla="*/ 532 h 636"/>
                                  <a:gd name="T24" fmla="*/ 507 w 1297"/>
                                  <a:gd name="T25" fmla="*/ 510 h 636"/>
                                  <a:gd name="T26" fmla="*/ 436 w 1297"/>
                                  <a:gd name="T27" fmla="*/ 483 h 636"/>
                                  <a:gd name="T28" fmla="*/ 366 w 1297"/>
                                  <a:gd name="T29" fmla="*/ 451 h 636"/>
                                  <a:gd name="T30" fmla="*/ 299 w 1297"/>
                                  <a:gd name="T31" fmla="*/ 413 h 636"/>
                                  <a:gd name="T32" fmla="*/ 239 w 1297"/>
                                  <a:gd name="T33" fmla="*/ 369 h 636"/>
                                  <a:gd name="T34" fmla="*/ 179 w 1297"/>
                                  <a:gd name="T35" fmla="*/ 317 h 636"/>
                                  <a:gd name="T36" fmla="*/ 126 w 1297"/>
                                  <a:gd name="T37" fmla="*/ 256 h 636"/>
                                  <a:gd name="T38" fmla="*/ 92 w 1297"/>
                                  <a:gd name="T39" fmla="*/ 204 h 636"/>
                                  <a:gd name="T40" fmla="*/ 58 w 1297"/>
                                  <a:gd name="T41" fmla="*/ 145 h 636"/>
                                  <a:gd name="T42" fmla="*/ 27 w 1297"/>
                                  <a:gd name="T43" fmla="*/ 75 h 636"/>
                                  <a:gd name="T44" fmla="*/ 0 w 1297"/>
                                  <a:gd name="T45" fmla="*/ 0 h 6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297" h="636">
                                    <a:moveTo>
                                      <a:pt x="0" y="0"/>
                                    </a:moveTo>
                                    <a:lnTo>
                                      <a:pt x="1285" y="575"/>
                                    </a:lnTo>
                                    <a:lnTo>
                                      <a:pt x="1297" y="636"/>
                                    </a:lnTo>
                                    <a:lnTo>
                                      <a:pt x="1218" y="625"/>
                                    </a:lnTo>
                                    <a:lnTo>
                                      <a:pt x="1140" y="614"/>
                                    </a:lnTo>
                                    <a:lnTo>
                                      <a:pt x="1059" y="603"/>
                                    </a:lnTo>
                                    <a:lnTo>
                                      <a:pt x="978" y="594"/>
                                    </a:lnTo>
                                    <a:lnTo>
                                      <a:pt x="896" y="585"/>
                                    </a:lnTo>
                                    <a:lnTo>
                                      <a:pt x="817" y="576"/>
                                    </a:lnTo>
                                    <a:lnTo>
                                      <a:pt x="737" y="564"/>
                                    </a:lnTo>
                                    <a:lnTo>
                                      <a:pt x="658" y="550"/>
                                    </a:lnTo>
                                    <a:lnTo>
                                      <a:pt x="582" y="532"/>
                                    </a:lnTo>
                                    <a:lnTo>
                                      <a:pt x="507" y="510"/>
                                    </a:lnTo>
                                    <a:lnTo>
                                      <a:pt x="436" y="483"/>
                                    </a:lnTo>
                                    <a:lnTo>
                                      <a:pt x="366" y="451"/>
                                    </a:lnTo>
                                    <a:lnTo>
                                      <a:pt x="299" y="413"/>
                                    </a:lnTo>
                                    <a:lnTo>
                                      <a:pt x="239" y="369"/>
                                    </a:lnTo>
                                    <a:lnTo>
                                      <a:pt x="179" y="317"/>
                                    </a:lnTo>
                                    <a:lnTo>
                                      <a:pt x="126" y="256"/>
                                    </a:lnTo>
                                    <a:lnTo>
                                      <a:pt x="92" y="204"/>
                                    </a:lnTo>
                                    <a:lnTo>
                                      <a:pt x="58" y="145"/>
                                    </a:lnTo>
                                    <a:lnTo>
                                      <a:pt x="27" y="7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173038" y="2178050"/>
                                <a:ext cx="2136775" cy="1200150"/>
                              </a:xfrm>
                              <a:custGeom>
                                <a:avLst/>
                                <a:gdLst>
                                  <a:gd name="T0" fmla="*/ 0 w 1346"/>
                                  <a:gd name="T1" fmla="*/ 0 h 756"/>
                                  <a:gd name="T2" fmla="*/ 1328 w 1346"/>
                                  <a:gd name="T3" fmla="*/ 593 h 756"/>
                                  <a:gd name="T4" fmla="*/ 1328 w 1346"/>
                                  <a:gd name="T5" fmla="*/ 584 h 756"/>
                                  <a:gd name="T6" fmla="*/ 1335 w 1346"/>
                                  <a:gd name="T7" fmla="*/ 670 h 756"/>
                                  <a:gd name="T8" fmla="*/ 1346 w 1346"/>
                                  <a:gd name="T9" fmla="*/ 756 h 756"/>
                                  <a:gd name="T10" fmla="*/ 1346 w 1346"/>
                                  <a:gd name="T11" fmla="*/ 756 h 756"/>
                                  <a:gd name="T12" fmla="*/ 42 w 1346"/>
                                  <a:gd name="T13" fmla="*/ 172 h 756"/>
                                  <a:gd name="T14" fmla="*/ 20 w 1346"/>
                                  <a:gd name="T15" fmla="*/ 88 h 756"/>
                                  <a:gd name="T16" fmla="*/ 0 w 1346"/>
                                  <a:gd name="T17" fmla="*/ 0 h 7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346" h="756">
                                    <a:moveTo>
                                      <a:pt x="0" y="0"/>
                                    </a:moveTo>
                                    <a:lnTo>
                                      <a:pt x="1328" y="593"/>
                                    </a:lnTo>
                                    <a:lnTo>
                                      <a:pt x="1328" y="584"/>
                                    </a:lnTo>
                                    <a:lnTo>
                                      <a:pt x="1335" y="670"/>
                                    </a:lnTo>
                                    <a:lnTo>
                                      <a:pt x="1346" y="756"/>
                                    </a:lnTo>
                                    <a:lnTo>
                                      <a:pt x="1346" y="756"/>
                                    </a:lnTo>
                                    <a:lnTo>
                                      <a:pt x="42" y="172"/>
                                    </a:lnTo>
                                    <a:lnTo>
                                      <a:pt x="20" y="8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23813" y="1055688"/>
                                <a:ext cx="2316163" cy="1614488"/>
                              </a:xfrm>
                              <a:custGeom>
                                <a:avLst/>
                                <a:gdLst>
                                  <a:gd name="T0" fmla="*/ 0 w 1459"/>
                                  <a:gd name="T1" fmla="*/ 0 h 1017"/>
                                  <a:gd name="T2" fmla="*/ 1459 w 1459"/>
                                  <a:gd name="T3" fmla="*/ 654 h 1017"/>
                                  <a:gd name="T4" fmla="*/ 1440 w 1459"/>
                                  <a:gd name="T5" fmla="*/ 774 h 1017"/>
                                  <a:gd name="T6" fmla="*/ 1425 w 1459"/>
                                  <a:gd name="T7" fmla="*/ 895 h 1017"/>
                                  <a:gd name="T8" fmla="*/ 1418 w 1459"/>
                                  <a:gd name="T9" fmla="*/ 1017 h 1017"/>
                                  <a:gd name="T10" fmla="*/ 1418 w 1459"/>
                                  <a:gd name="T11" fmla="*/ 1008 h 1017"/>
                                  <a:gd name="T12" fmla="*/ 43 w 1459"/>
                                  <a:gd name="T13" fmla="*/ 394 h 1017"/>
                                  <a:gd name="T14" fmla="*/ 25 w 1459"/>
                                  <a:gd name="T15" fmla="*/ 261 h 1017"/>
                                  <a:gd name="T16" fmla="*/ 10 w 1459"/>
                                  <a:gd name="T17" fmla="*/ 129 h 1017"/>
                                  <a:gd name="T18" fmla="*/ 0 w 1459"/>
                                  <a:gd name="T19" fmla="*/ 0 h 10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459" h="1017">
                                    <a:moveTo>
                                      <a:pt x="0" y="0"/>
                                    </a:moveTo>
                                    <a:lnTo>
                                      <a:pt x="1459" y="654"/>
                                    </a:lnTo>
                                    <a:lnTo>
                                      <a:pt x="1440" y="774"/>
                                    </a:lnTo>
                                    <a:lnTo>
                                      <a:pt x="1425" y="895"/>
                                    </a:lnTo>
                                    <a:lnTo>
                                      <a:pt x="1418" y="1017"/>
                                    </a:lnTo>
                                    <a:lnTo>
                                      <a:pt x="1418" y="1008"/>
                                    </a:lnTo>
                                    <a:lnTo>
                                      <a:pt x="43" y="394"/>
                                    </a:lnTo>
                                    <a:lnTo>
                                      <a:pt x="25" y="261"/>
                                    </a:lnTo>
                                    <a:lnTo>
                                      <a:pt x="10" y="12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3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0" y="625475"/>
                                <a:ext cx="2454275" cy="1308100"/>
                              </a:xfrm>
                              <a:custGeom>
                                <a:avLst/>
                                <a:gdLst>
                                  <a:gd name="T0" fmla="*/ 0 w 1546"/>
                                  <a:gd name="T1" fmla="*/ 0 h 824"/>
                                  <a:gd name="T2" fmla="*/ 1539 w 1546"/>
                                  <a:gd name="T3" fmla="*/ 690 h 824"/>
                                  <a:gd name="T4" fmla="*/ 1546 w 1546"/>
                                  <a:gd name="T5" fmla="*/ 672 h 824"/>
                                  <a:gd name="T6" fmla="*/ 1519 w 1546"/>
                                  <a:gd name="T7" fmla="*/ 747 h 824"/>
                                  <a:gd name="T8" fmla="*/ 1498 w 1546"/>
                                  <a:gd name="T9" fmla="*/ 824 h 824"/>
                                  <a:gd name="T10" fmla="*/ 6 w 1546"/>
                                  <a:gd name="T11" fmla="*/ 158 h 824"/>
                                  <a:gd name="T12" fmla="*/ 0 w 1546"/>
                                  <a:gd name="T13" fmla="*/ 79 h 824"/>
                                  <a:gd name="T14" fmla="*/ 0 w 1546"/>
                                  <a:gd name="T15" fmla="*/ 0 h 8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546" h="824">
                                    <a:moveTo>
                                      <a:pt x="0" y="0"/>
                                    </a:moveTo>
                                    <a:lnTo>
                                      <a:pt x="1539" y="690"/>
                                    </a:lnTo>
                                    <a:lnTo>
                                      <a:pt x="1546" y="672"/>
                                    </a:lnTo>
                                    <a:lnTo>
                                      <a:pt x="1519" y="747"/>
                                    </a:lnTo>
                                    <a:lnTo>
                                      <a:pt x="1498" y="824"/>
                                    </a:lnTo>
                                    <a:lnTo>
                                      <a:pt x="6" y="158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4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14650" cy="1336675"/>
                              </a:xfrm>
                              <a:custGeom>
                                <a:avLst/>
                                <a:gdLst>
                                  <a:gd name="T0" fmla="*/ 0 w 1836"/>
                                  <a:gd name="T1" fmla="*/ 0 h 842"/>
                                  <a:gd name="T2" fmla="*/ 606 w 1836"/>
                                  <a:gd name="T3" fmla="*/ 0 h 842"/>
                                  <a:gd name="T4" fmla="*/ 1833 w 1836"/>
                                  <a:gd name="T5" fmla="*/ 550 h 842"/>
                                  <a:gd name="T6" fmla="*/ 1836 w 1836"/>
                                  <a:gd name="T7" fmla="*/ 545 h 842"/>
                                  <a:gd name="T8" fmla="*/ 1768 w 1836"/>
                                  <a:gd name="T9" fmla="*/ 640 h 842"/>
                                  <a:gd name="T10" fmla="*/ 1706 w 1836"/>
                                  <a:gd name="T11" fmla="*/ 740 h 842"/>
                                  <a:gd name="T12" fmla="*/ 1646 w 1836"/>
                                  <a:gd name="T13" fmla="*/ 842 h 842"/>
                                  <a:gd name="T14" fmla="*/ 1646 w 1836"/>
                                  <a:gd name="T15" fmla="*/ 842 h 842"/>
                                  <a:gd name="T16" fmla="*/ 0 w 1836"/>
                                  <a:gd name="T17" fmla="*/ 104 h 842"/>
                                  <a:gd name="T18" fmla="*/ 0 w 1836"/>
                                  <a:gd name="T19" fmla="*/ 0 h 8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836" h="842">
                                    <a:moveTo>
                                      <a:pt x="0" y="0"/>
                                    </a:moveTo>
                                    <a:lnTo>
                                      <a:pt x="606" y="0"/>
                                    </a:lnTo>
                                    <a:lnTo>
                                      <a:pt x="1833" y="550"/>
                                    </a:lnTo>
                                    <a:lnTo>
                                      <a:pt x="1836" y="545"/>
                                    </a:lnTo>
                                    <a:lnTo>
                                      <a:pt x="1768" y="640"/>
                                    </a:lnTo>
                                    <a:lnTo>
                                      <a:pt x="1706" y="740"/>
                                    </a:lnTo>
                                    <a:lnTo>
                                      <a:pt x="1646" y="842"/>
                                    </a:lnTo>
                                    <a:lnTo>
                                      <a:pt x="1646" y="842"/>
                                    </a:lnTo>
                                    <a:lnTo>
                                      <a:pt x="0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5" name="Freeform 35"/>
                            <wps:cNvSpPr>
                              <a:spLocks/>
                            </wps:cNvSpPr>
                            <wps:spPr bwMode="auto">
                              <a:xfrm>
                                <a:off x="1347788" y="0"/>
                                <a:ext cx="1824038" cy="754063"/>
                              </a:xfrm>
                              <a:custGeom>
                                <a:avLst/>
                                <a:gdLst>
                                  <a:gd name="T0" fmla="*/ 0 w 1149"/>
                                  <a:gd name="T1" fmla="*/ 0 h 475"/>
                                  <a:gd name="T2" fmla="*/ 344 w 1149"/>
                                  <a:gd name="T3" fmla="*/ 0 h 475"/>
                                  <a:gd name="T4" fmla="*/ 1143 w 1149"/>
                                  <a:gd name="T5" fmla="*/ 356 h 475"/>
                                  <a:gd name="T6" fmla="*/ 1149 w 1149"/>
                                  <a:gd name="T7" fmla="*/ 351 h 475"/>
                                  <a:gd name="T8" fmla="*/ 1095 w 1149"/>
                                  <a:gd name="T9" fmla="*/ 412 h 475"/>
                                  <a:gd name="T10" fmla="*/ 1043 w 1149"/>
                                  <a:gd name="T11" fmla="*/ 475 h 475"/>
                                  <a:gd name="T12" fmla="*/ 1046 w 1149"/>
                                  <a:gd name="T13" fmla="*/ 469 h 475"/>
                                  <a:gd name="T14" fmla="*/ 0 w 1149"/>
                                  <a:gd name="T15" fmla="*/ 0 h 4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49" h="475">
                                    <a:moveTo>
                                      <a:pt x="0" y="0"/>
                                    </a:moveTo>
                                    <a:lnTo>
                                      <a:pt x="344" y="0"/>
                                    </a:lnTo>
                                    <a:lnTo>
                                      <a:pt x="1143" y="356"/>
                                    </a:lnTo>
                                    <a:lnTo>
                                      <a:pt x="1149" y="351"/>
                                    </a:lnTo>
                                    <a:lnTo>
                                      <a:pt x="1095" y="412"/>
                                    </a:lnTo>
                                    <a:lnTo>
                                      <a:pt x="1043" y="475"/>
                                    </a:lnTo>
                                    <a:lnTo>
                                      <a:pt x="1046" y="46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" name="Freeform 36"/>
                            <wps:cNvSpPr>
                              <a:spLocks/>
                            </wps:cNvSpPr>
                            <wps:spPr bwMode="auto">
                              <a:xfrm>
                                <a:off x="2924175" y="0"/>
                                <a:ext cx="835025" cy="247650"/>
                              </a:xfrm>
                              <a:custGeom>
                                <a:avLst/>
                                <a:gdLst>
                                  <a:gd name="T0" fmla="*/ 0 w 526"/>
                                  <a:gd name="T1" fmla="*/ 0 h 156"/>
                                  <a:gd name="T2" fmla="*/ 526 w 526"/>
                                  <a:gd name="T3" fmla="*/ 0 h 156"/>
                                  <a:gd name="T4" fmla="*/ 439 w 526"/>
                                  <a:gd name="T5" fmla="*/ 73 h 156"/>
                                  <a:gd name="T6" fmla="*/ 347 w 526"/>
                                  <a:gd name="T7" fmla="*/ 156 h 156"/>
                                  <a:gd name="T8" fmla="*/ 347 w 526"/>
                                  <a:gd name="T9" fmla="*/ 156 h 156"/>
                                  <a:gd name="T10" fmla="*/ 0 w 526"/>
                                  <a:gd name="T11" fmla="*/ 0 h 1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526" h="156">
                                    <a:moveTo>
                                      <a:pt x="0" y="0"/>
                                    </a:moveTo>
                                    <a:lnTo>
                                      <a:pt x="526" y="0"/>
                                    </a:lnTo>
                                    <a:lnTo>
                                      <a:pt x="439" y="73"/>
                                    </a:lnTo>
                                    <a:lnTo>
                                      <a:pt x="347" y="156"/>
                                    </a:lnTo>
                                    <a:lnTo>
                                      <a:pt x="347" y="1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4" name="Freeform 24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6862763" cy="9382125"/>
                            </a:xfrm>
                            <a:custGeom>
                              <a:avLst/>
                              <a:gdLst>
                                <a:gd name="T0" fmla="*/ 622 w 4323"/>
                                <a:gd name="T1" fmla="*/ 5765 h 5910"/>
                                <a:gd name="T2" fmla="*/ 0 w 4323"/>
                                <a:gd name="T3" fmla="*/ 4138 h 5910"/>
                                <a:gd name="T4" fmla="*/ 1272 w 4323"/>
                                <a:gd name="T5" fmla="*/ 5543 h 5910"/>
                                <a:gd name="T6" fmla="*/ 1009 w 4323"/>
                                <a:gd name="T7" fmla="*/ 4056 h 5910"/>
                                <a:gd name="T8" fmla="*/ 529 w 4323"/>
                                <a:gd name="T9" fmla="*/ 4056 h 5910"/>
                                <a:gd name="T10" fmla="*/ 1564 w 4323"/>
                                <a:gd name="T11" fmla="*/ 3893 h 5910"/>
                                <a:gd name="T12" fmla="*/ 1775 w 4323"/>
                                <a:gd name="T13" fmla="*/ 5073 h 5910"/>
                                <a:gd name="T14" fmla="*/ 1439 w 4323"/>
                                <a:gd name="T15" fmla="*/ 3943 h 5910"/>
                                <a:gd name="T16" fmla="*/ 1818 w 4323"/>
                                <a:gd name="T17" fmla="*/ 4199 h 5910"/>
                                <a:gd name="T18" fmla="*/ 4151 w 4323"/>
                                <a:gd name="T19" fmla="*/ 1032 h 5910"/>
                                <a:gd name="T20" fmla="*/ 4278 w 4323"/>
                                <a:gd name="T21" fmla="*/ 1229 h 5910"/>
                                <a:gd name="T22" fmla="*/ 3950 w 4323"/>
                                <a:gd name="T23" fmla="*/ 1227 h 5910"/>
                                <a:gd name="T24" fmla="*/ 4056 w 4323"/>
                                <a:gd name="T25" fmla="*/ 1039 h 5910"/>
                                <a:gd name="T26" fmla="*/ 2942 w 4323"/>
                                <a:gd name="T27" fmla="*/ 597 h 5910"/>
                                <a:gd name="T28" fmla="*/ 3017 w 4323"/>
                                <a:gd name="T29" fmla="*/ 869 h 5910"/>
                                <a:gd name="T30" fmla="*/ 2802 w 4323"/>
                                <a:gd name="T31" fmla="*/ 1061 h 5910"/>
                                <a:gd name="T32" fmla="*/ 2521 w 4323"/>
                                <a:gd name="T33" fmla="*/ 923 h 5910"/>
                                <a:gd name="T34" fmla="*/ 2531 w 4323"/>
                                <a:gd name="T35" fmla="*/ 647 h 5910"/>
                                <a:gd name="T36" fmla="*/ 2764 w 4323"/>
                                <a:gd name="T37" fmla="*/ 516 h 5910"/>
                                <a:gd name="T38" fmla="*/ 2504 w 4323"/>
                                <a:gd name="T39" fmla="*/ 681 h 5910"/>
                                <a:gd name="T40" fmla="*/ 2537 w 4323"/>
                                <a:gd name="T41" fmla="*/ 964 h 5910"/>
                                <a:gd name="T42" fmla="*/ 2856 w 4323"/>
                                <a:gd name="T43" fmla="*/ 1053 h 5910"/>
                                <a:gd name="T44" fmla="*/ 3033 w 4323"/>
                                <a:gd name="T45" fmla="*/ 833 h 5910"/>
                                <a:gd name="T46" fmla="*/ 2911 w 4323"/>
                                <a:gd name="T47" fmla="*/ 563 h 5910"/>
                                <a:gd name="T48" fmla="*/ 2959 w 4323"/>
                                <a:gd name="T49" fmla="*/ 150 h 5910"/>
                                <a:gd name="T50" fmla="*/ 3359 w 4323"/>
                                <a:gd name="T51" fmla="*/ 494 h 5910"/>
                                <a:gd name="T52" fmla="*/ 3397 w 4323"/>
                                <a:gd name="T53" fmla="*/ 1003 h 5910"/>
                                <a:gd name="T54" fmla="*/ 3067 w 4323"/>
                                <a:gd name="T55" fmla="*/ 1392 h 5910"/>
                                <a:gd name="T56" fmla="*/ 2555 w 4323"/>
                                <a:gd name="T57" fmla="*/ 1437 h 5910"/>
                                <a:gd name="T58" fmla="*/ 2155 w 4323"/>
                                <a:gd name="T59" fmla="*/ 1095 h 5910"/>
                                <a:gd name="T60" fmla="*/ 2121 w 4323"/>
                                <a:gd name="T61" fmla="*/ 575 h 5910"/>
                                <a:gd name="T62" fmla="*/ 2517 w 4323"/>
                                <a:gd name="T63" fmla="*/ 165 h 5910"/>
                                <a:gd name="T64" fmla="*/ 4165 w 4323"/>
                                <a:gd name="T65" fmla="*/ 38 h 5910"/>
                                <a:gd name="T66" fmla="*/ 4138 w 4323"/>
                                <a:gd name="T67" fmla="*/ 245 h 5910"/>
                                <a:gd name="T68" fmla="*/ 3927 w 4323"/>
                                <a:gd name="T69" fmla="*/ 195 h 5910"/>
                                <a:gd name="T70" fmla="*/ 3991 w 4323"/>
                                <a:gd name="T71" fmla="*/ 0 h 5910"/>
                                <a:gd name="T72" fmla="*/ 3903 w 4323"/>
                                <a:gd name="T73" fmla="*/ 129 h 5910"/>
                                <a:gd name="T74" fmla="*/ 4070 w 4323"/>
                                <a:gd name="T75" fmla="*/ 279 h 5910"/>
                                <a:gd name="T76" fmla="*/ 4206 w 4323"/>
                                <a:gd name="T77" fmla="*/ 127 h 5910"/>
                                <a:gd name="T78" fmla="*/ 4323 w 4323"/>
                                <a:gd name="T79" fmla="*/ 269 h 5910"/>
                                <a:gd name="T80" fmla="*/ 4070 w 4323"/>
                                <a:gd name="T81" fmla="*/ 434 h 5910"/>
                                <a:gd name="T82" fmla="*/ 3791 w 4323"/>
                                <a:gd name="T83" fmla="*/ 279 h 5910"/>
                                <a:gd name="T84" fmla="*/ 3780 w 4323"/>
                                <a:gd name="T85" fmla="*/ 0 h 5910"/>
                                <a:gd name="T86" fmla="*/ 3746 w 4323"/>
                                <a:gd name="T87" fmla="*/ 179 h 5910"/>
                                <a:gd name="T88" fmla="*/ 3973 w 4323"/>
                                <a:gd name="T89" fmla="*/ 432 h 5910"/>
                                <a:gd name="T90" fmla="*/ 4285 w 4323"/>
                                <a:gd name="T91" fmla="*/ 339 h 5910"/>
                                <a:gd name="T92" fmla="*/ 4289 w 4323"/>
                                <a:gd name="T93" fmla="*/ 1195 h 5910"/>
                                <a:gd name="T94" fmla="*/ 4118 w 4323"/>
                                <a:gd name="T95" fmla="*/ 1019 h 5910"/>
                                <a:gd name="T96" fmla="*/ 3943 w 4323"/>
                                <a:gd name="T97" fmla="*/ 1159 h 5910"/>
                                <a:gd name="T98" fmla="*/ 3577 w 4323"/>
                                <a:gd name="T99" fmla="*/ 1345 h 5910"/>
                                <a:gd name="T100" fmla="*/ 2805 w 4323"/>
                                <a:gd name="T101" fmla="*/ 1756 h 5910"/>
                                <a:gd name="T102" fmla="*/ 2352 w 4323"/>
                                <a:gd name="T103" fmla="*/ 1886 h 5910"/>
                                <a:gd name="T104" fmla="*/ 2069 w 4323"/>
                                <a:gd name="T105" fmla="*/ 1362 h 5910"/>
                                <a:gd name="T106" fmla="*/ 2008 w 4323"/>
                                <a:gd name="T107" fmla="*/ 804 h 5910"/>
                                <a:gd name="T108" fmla="*/ 2076 w 4323"/>
                                <a:gd name="T109" fmla="*/ 794 h 5910"/>
                                <a:gd name="T110" fmla="*/ 2284 w 4323"/>
                                <a:gd name="T111" fmla="*/ 1284 h 5910"/>
                                <a:gd name="T112" fmla="*/ 2777 w 4323"/>
                                <a:gd name="T113" fmla="*/ 1476 h 5910"/>
                                <a:gd name="T114" fmla="*/ 3251 w 4323"/>
                                <a:gd name="T115" fmla="*/ 1263 h 5910"/>
                                <a:gd name="T116" fmla="*/ 3438 w 4323"/>
                                <a:gd name="T117" fmla="*/ 794 h 5910"/>
                                <a:gd name="T118" fmla="*/ 3230 w 4323"/>
                                <a:gd name="T119" fmla="*/ 303 h 5910"/>
                                <a:gd name="T120" fmla="*/ 2737 w 4323"/>
                                <a:gd name="T121" fmla="*/ 111 h 59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4323" h="5910">
                                  <a:moveTo>
                                    <a:pt x="0" y="5863"/>
                                  </a:moveTo>
                                  <a:lnTo>
                                    <a:pt x="18" y="5910"/>
                                  </a:lnTo>
                                  <a:lnTo>
                                    <a:pt x="16" y="5910"/>
                                  </a:lnTo>
                                  <a:lnTo>
                                    <a:pt x="0" y="5910"/>
                                  </a:lnTo>
                                  <a:lnTo>
                                    <a:pt x="0" y="5863"/>
                                  </a:lnTo>
                                  <a:close/>
                                  <a:moveTo>
                                    <a:pt x="0" y="4138"/>
                                  </a:moveTo>
                                  <a:lnTo>
                                    <a:pt x="622" y="5765"/>
                                  </a:lnTo>
                                  <a:lnTo>
                                    <a:pt x="505" y="5797"/>
                                  </a:lnTo>
                                  <a:lnTo>
                                    <a:pt x="393" y="5826"/>
                                  </a:lnTo>
                                  <a:lnTo>
                                    <a:pt x="283" y="5851"/>
                                  </a:lnTo>
                                  <a:lnTo>
                                    <a:pt x="179" y="5874"/>
                                  </a:lnTo>
                                  <a:lnTo>
                                    <a:pt x="84" y="5896"/>
                                  </a:lnTo>
                                  <a:lnTo>
                                    <a:pt x="0" y="5677"/>
                                  </a:lnTo>
                                  <a:lnTo>
                                    <a:pt x="0" y="4138"/>
                                  </a:lnTo>
                                  <a:close/>
                                  <a:moveTo>
                                    <a:pt x="1116" y="4036"/>
                                  </a:moveTo>
                                  <a:lnTo>
                                    <a:pt x="1612" y="5333"/>
                                  </a:lnTo>
                                  <a:lnTo>
                                    <a:pt x="1560" y="5378"/>
                                  </a:lnTo>
                                  <a:lnTo>
                                    <a:pt x="1500" y="5421"/>
                                  </a:lnTo>
                                  <a:lnTo>
                                    <a:pt x="1431" y="5464"/>
                                  </a:lnTo>
                                  <a:lnTo>
                                    <a:pt x="1354" y="5503"/>
                                  </a:lnTo>
                                  <a:lnTo>
                                    <a:pt x="1272" y="5543"/>
                                  </a:lnTo>
                                  <a:lnTo>
                                    <a:pt x="1182" y="5580"/>
                                  </a:lnTo>
                                  <a:lnTo>
                                    <a:pt x="604" y="4063"/>
                                  </a:lnTo>
                                  <a:lnTo>
                                    <a:pt x="604" y="4063"/>
                                  </a:lnTo>
                                  <a:lnTo>
                                    <a:pt x="699" y="4070"/>
                                  </a:lnTo>
                                  <a:lnTo>
                                    <a:pt x="794" y="4072"/>
                                  </a:lnTo>
                                  <a:lnTo>
                                    <a:pt x="901" y="4067"/>
                                  </a:lnTo>
                                  <a:lnTo>
                                    <a:pt x="1009" y="4056"/>
                                  </a:lnTo>
                                  <a:lnTo>
                                    <a:pt x="1116" y="4036"/>
                                  </a:lnTo>
                                  <a:close/>
                                  <a:moveTo>
                                    <a:pt x="0" y="3929"/>
                                  </a:moveTo>
                                  <a:lnTo>
                                    <a:pt x="117" y="3966"/>
                                  </a:lnTo>
                                  <a:lnTo>
                                    <a:pt x="253" y="4004"/>
                                  </a:lnTo>
                                  <a:lnTo>
                                    <a:pt x="391" y="4034"/>
                                  </a:lnTo>
                                  <a:lnTo>
                                    <a:pt x="532" y="4056"/>
                                  </a:lnTo>
                                  <a:lnTo>
                                    <a:pt x="529" y="4056"/>
                                  </a:lnTo>
                                  <a:lnTo>
                                    <a:pt x="1122" y="5605"/>
                                  </a:lnTo>
                                  <a:lnTo>
                                    <a:pt x="978" y="5657"/>
                                  </a:lnTo>
                                  <a:lnTo>
                                    <a:pt x="830" y="5704"/>
                                  </a:lnTo>
                                  <a:lnTo>
                                    <a:pt x="681" y="5749"/>
                                  </a:lnTo>
                                  <a:lnTo>
                                    <a:pt x="0" y="3970"/>
                                  </a:lnTo>
                                  <a:lnTo>
                                    <a:pt x="0" y="3929"/>
                                  </a:lnTo>
                                  <a:close/>
                                  <a:moveTo>
                                    <a:pt x="1564" y="3893"/>
                                  </a:moveTo>
                                  <a:lnTo>
                                    <a:pt x="1836" y="4606"/>
                                  </a:lnTo>
                                  <a:lnTo>
                                    <a:pt x="1836" y="4686"/>
                                  </a:lnTo>
                                  <a:lnTo>
                                    <a:pt x="1835" y="4767"/>
                                  </a:lnTo>
                                  <a:lnTo>
                                    <a:pt x="1827" y="4846"/>
                                  </a:lnTo>
                                  <a:lnTo>
                                    <a:pt x="1815" y="4925"/>
                                  </a:lnTo>
                                  <a:lnTo>
                                    <a:pt x="1799" y="5000"/>
                                  </a:lnTo>
                                  <a:lnTo>
                                    <a:pt x="1775" y="5073"/>
                                  </a:lnTo>
                                  <a:lnTo>
                                    <a:pt x="1747" y="5145"/>
                                  </a:lnTo>
                                  <a:lnTo>
                                    <a:pt x="1709" y="5213"/>
                                  </a:lnTo>
                                  <a:lnTo>
                                    <a:pt x="1663" y="5278"/>
                                  </a:lnTo>
                                  <a:lnTo>
                                    <a:pt x="1182" y="4022"/>
                                  </a:lnTo>
                                  <a:lnTo>
                                    <a:pt x="1181" y="4022"/>
                                  </a:lnTo>
                                  <a:lnTo>
                                    <a:pt x="1311" y="3986"/>
                                  </a:lnTo>
                                  <a:lnTo>
                                    <a:pt x="1439" y="3943"/>
                                  </a:lnTo>
                                  <a:lnTo>
                                    <a:pt x="1564" y="3893"/>
                                  </a:lnTo>
                                  <a:close/>
                                  <a:moveTo>
                                    <a:pt x="1869" y="3733"/>
                                  </a:moveTo>
                                  <a:lnTo>
                                    <a:pt x="1843" y="3821"/>
                                  </a:lnTo>
                                  <a:lnTo>
                                    <a:pt x="1829" y="3913"/>
                                  </a:lnTo>
                                  <a:lnTo>
                                    <a:pt x="1820" y="4006"/>
                                  </a:lnTo>
                                  <a:lnTo>
                                    <a:pt x="1818" y="4101"/>
                                  </a:lnTo>
                                  <a:lnTo>
                                    <a:pt x="1818" y="4199"/>
                                  </a:lnTo>
                                  <a:lnTo>
                                    <a:pt x="1824" y="4298"/>
                                  </a:lnTo>
                                  <a:lnTo>
                                    <a:pt x="1827" y="4396"/>
                                  </a:lnTo>
                                  <a:lnTo>
                                    <a:pt x="1625" y="3864"/>
                                  </a:lnTo>
                                  <a:lnTo>
                                    <a:pt x="1749" y="3801"/>
                                  </a:lnTo>
                                  <a:lnTo>
                                    <a:pt x="1869" y="3733"/>
                                  </a:lnTo>
                                  <a:close/>
                                  <a:moveTo>
                                    <a:pt x="4118" y="1028"/>
                                  </a:moveTo>
                                  <a:lnTo>
                                    <a:pt x="4151" y="1032"/>
                                  </a:lnTo>
                                  <a:lnTo>
                                    <a:pt x="4183" y="1043"/>
                                  </a:lnTo>
                                  <a:lnTo>
                                    <a:pt x="4215" y="1062"/>
                                  </a:lnTo>
                                  <a:lnTo>
                                    <a:pt x="4244" y="1089"/>
                                  </a:lnTo>
                                  <a:lnTo>
                                    <a:pt x="4264" y="1120"/>
                                  </a:lnTo>
                                  <a:lnTo>
                                    <a:pt x="4276" y="1155"/>
                                  </a:lnTo>
                                  <a:lnTo>
                                    <a:pt x="4281" y="1195"/>
                                  </a:lnTo>
                                  <a:lnTo>
                                    <a:pt x="4278" y="1229"/>
                                  </a:lnTo>
                                  <a:lnTo>
                                    <a:pt x="4267" y="1263"/>
                                  </a:lnTo>
                                  <a:lnTo>
                                    <a:pt x="4262" y="1272"/>
                                  </a:lnTo>
                                  <a:lnTo>
                                    <a:pt x="4258" y="1279"/>
                                  </a:lnTo>
                                  <a:lnTo>
                                    <a:pt x="4117" y="1279"/>
                                  </a:lnTo>
                                  <a:lnTo>
                                    <a:pt x="3973" y="1284"/>
                                  </a:lnTo>
                                  <a:lnTo>
                                    <a:pt x="3959" y="1258"/>
                                  </a:lnTo>
                                  <a:lnTo>
                                    <a:pt x="3950" y="1227"/>
                                  </a:lnTo>
                                  <a:lnTo>
                                    <a:pt x="3948" y="1195"/>
                                  </a:lnTo>
                                  <a:lnTo>
                                    <a:pt x="3952" y="1161"/>
                                  </a:lnTo>
                                  <a:lnTo>
                                    <a:pt x="3963" y="1127"/>
                                  </a:lnTo>
                                  <a:lnTo>
                                    <a:pt x="3979" y="1098"/>
                                  </a:lnTo>
                                  <a:lnTo>
                                    <a:pt x="4000" y="1073"/>
                                  </a:lnTo>
                                  <a:lnTo>
                                    <a:pt x="4025" y="1053"/>
                                  </a:lnTo>
                                  <a:lnTo>
                                    <a:pt x="4056" y="1039"/>
                                  </a:lnTo>
                                  <a:lnTo>
                                    <a:pt x="4086" y="1030"/>
                                  </a:lnTo>
                                  <a:lnTo>
                                    <a:pt x="4118" y="1028"/>
                                  </a:lnTo>
                                  <a:close/>
                                  <a:moveTo>
                                    <a:pt x="2764" y="523"/>
                                  </a:moveTo>
                                  <a:lnTo>
                                    <a:pt x="2816" y="530"/>
                                  </a:lnTo>
                                  <a:lnTo>
                                    <a:pt x="2866" y="548"/>
                                  </a:lnTo>
                                  <a:lnTo>
                                    <a:pt x="2906" y="570"/>
                                  </a:lnTo>
                                  <a:lnTo>
                                    <a:pt x="2942" y="597"/>
                                  </a:lnTo>
                                  <a:lnTo>
                                    <a:pt x="2970" y="629"/>
                                  </a:lnTo>
                                  <a:lnTo>
                                    <a:pt x="2993" y="666"/>
                                  </a:lnTo>
                                  <a:lnTo>
                                    <a:pt x="3011" y="706"/>
                                  </a:lnTo>
                                  <a:lnTo>
                                    <a:pt x="3022" y="749"/>
                                  </a:lnTo>
                                  <a:lnTo>
                                    <a:pt x="3028" y="794"/>
                                  </a:lnTo>
                                  <a:lnTo>
                                    <a:pt x="3024" y="831"/>
                                  </a:lnTo>
                                  <a:lnTo>
                                    <a:pt x="3017" y="869"/>
                                  </a:lnTo>
                                  <a:lnTo>
                                    <a:pt x="3002" y="905"/>
                                  </a:lnTo>
                                  <a:lnTo>
                                    <a:pt x="2983" y="942"/>
                                  </a:lnTo>
                                  <a:lnTo>
                                    <a:pt x="2958" y="975"/>
                                  </a:lnTo>
                                  <a:lnTo>
                                    <a:pt x="2927" y="1005"/>
                                  </a:lnTo>
                                  <a:lnTo>
                                    <a:pt x="2891" y="1028"/>
                                  </a:lnTo>
                                  <a:lnTo>
                                    <a:pt x="2854" y="1046"/>
                                  </a:lnTo>
                                  <a:lnTo>
                                    <a:pt x="2802" y="1061"/>
                                  </a:lnTo>
                                  <a:lnTo>
                                    <a:pt x="2750" y="1064"/>
                                  </a:lnTo>
                                  <a:lnTo>
                                    <a:pt x="2698" y="1057"/>
                                  </a:lnTo>
                                  <a:lnTo>
                                    <a:pt x="2648" y="1041"/>
                                  </a:lnTo>
                                  <a:lnTo>
                                    <a:pt x="2608" y="1019"/>
                                  </a:lnTo>
                                  <a:lnTo>
                                    <a:pt x="2574" y="991"/>
                                  </a:lnTo>
                                  <a:lnTo>
                                    <a:pt x="2544" y="958"/>
                                  </a:lnTo>
                                  <a:lnTo>
                                    <a:pt x="2521" y="923"/>
                                  </a:lnTo>
                                  <a:lnTo>
                                    <a:pt x="2503" y="881"/>
                                  </a:lnTo>
                                  <a:lnTo>
                                    <a:pt x="2492" y="838"/>
                                  </a:lnTo>
                                  <a:lnTo>
                                    <a:pt x="2488" y="794"/>
                                  </a:lnTo>
                                  <a:lnTo>
                                    <a:pt x="2490" y="756"/>
                                  </a:lnTo>
                                  <a:lnTo>
                                    <a:pt x="2499" y="720"/>
                                  </a:lnTo>
                                  <a:lnTo>
                                    <a:pt x="2512" y="684"/>
                                  </a:lnTo>
                                  <a:lnTo>
                                    <a:pt x="2531" y="647"/>
                                  </a:lnTo>
                                  <a:lnTo>
                                    <a:pt x="2558" y="613"/>
                                  </a:lnTo>
                                  <a:lnTo>
                                    <a:pt x="2589" y="584"/>
                                  </a:lnTo>
                                  <a:lnTo>
                                    <a:pt x="2623" y="561"/>
                                  </a:lnTo>
                                  <a:lnTo>
                                    <a:pt x="2662" y="541"/>
                                  </a:lnTo>
                                  <a:lnTo>
                                    <a:pt x="2712" y="528"/>
                                  </a:lnTo>
                                  <a:lnTo>
                                    <a:pt x="2764" y="523"/>
                                  </a:lnTo>
                                  <a:close/>
                                  <a:moveTo>
                                    <a:pt x="2764" y="516"/>
                                  </a:moveTo>
                                  <a:lnTo>
                                    <a:pt x="2710" y="520"/>
                                  </a:lnTo>
                                  <a:lnTo>
                                    <a:pt x="2659" y="534"/>
                                  </a:lnTo>
                                  <a:lnTo>
                                    <a:pt x="2619" y="554"/>
                                  </a:lnTo>
                                  <a:lnTo>
                                    <a:pt x="2583" y="577"/>
                                  </a:lnTo>
                                  <a:lnTo>
                                    <a:pt x="2551" y="607"/>
                                  </a:lnTo>
                                  <a:lnTo>
                                    <a:pt x="2524" y="641"/>
                                  </a:lnTo>
                                  <a:lnTo>
                                    <a:pt x="2504" y="681"/>
                                  </a:lnTo>
                                  <a:lnTo>
                                    <a:pt x="2490" y="717"/>
                                  </a:lnTo>
                                  <a:lnTo>
                                    <a:pt x="2483" y="756"/>
                                  </a:lnTo>
                                  <a:lnTo>
                                    <a:pt x="2479" y="794"/>
                                  </a:lnTo>
                                  <a:lnTo>
                                    <a:pt x="2483" y="840"/>
                                  </a:lnTo>
                                  <a:lnTo>
                                    <a:pt x="2495" y="885"/>
                                  </a:lnTo>
                                  <a:lnTo>
                                    <a:pt x="2513" y="926"/>
                                  </a:lnTo>
                                  <a:lnTo>
                                    <a:pt x="2537" y="964"/>
                                  </a:lnTo>
                                  <a:lnTo>
                                    <a:pt x="2567" y="998"/>
                                  </a:lnTo>
                                  <a:lnTo>
                                    <a:pt x="2603" y="1027"/>
                                  </a:lnTo>
                                  <a:lnTo>
                                    <a:pt x="2644" y="1048"/>
                                  </a:lnTo>
                                  <a:lnTo>
                                    <a:pt x="2696" y="1066"/>
                                  </a:lnTo>
                                  <a:lnTo>
                                    <a:pt x="2750" y="1073"/>
                                  </a:lnTo>
                                  <a:lnTo>
                                    <a:pt x="2804" y="1069"/>
                                  </a:lnTo>
                                  <a:lnTo>
                                    <a:pt x="2856" y="1053"/>
                                  </a:lnTo>
                                  <a:lnTo>
                                    <a:pt x="2897" y="1035"/>
                                  </a:lnTo>
                                  <a:lnTo>
                                    <a:pt x="2933" y="1010"/>
                                  </a:lnTo>
                                  <a:lnTo>
                                    <a:pt x="2963" y="980"/>
                                  </a:lnTo>
                                  <a:lnTo>
                                    <a:pt x="2990" y="946"/>
                                  </a:lnTo>
                                  <a:lnTo>
                                    <a:pt x="3011" y="908"/>
                                  </a:lnTo>
                                  <a:lnTo>
                                    <a:pt x="3024" y="871"/>
                                  </a:lnTo>
                                  <a:lnTo>
                                    <a:pt x="3033" y="833"/>
                                  </a:lnTo>
                                  <a:lnTo>
                                    <a:pt x="3035" y="794"/>
                                  </a:lnTo>
                                  <a:lnTo>
                                    <a:pt x="3031" y="749"/>
                                  </a:lnTo>
                                  <a:lnTo>
                                    <a:pt x="3020" y="704"/>
                                  </a:lnTo>
                                  <a:lnTo>
                                    <a:pt x="3002" y="663"/>
                                  </a:lnTo>
                                  <a:lnTo>
                                    <a:pt x="2977" y="623"/>
                                  </a:lnTo>
                                  <a:lnTo>
                                    <a:pt x="2947" y="591"/>
                                  </a:lnTo>
                                  <a:lnTo>
                                    <a:pt x="2911" y="563"/>
                                  </a:lnTo>
                                  <a:lnTo>
                                    <a:pt x="2870" y="539"/>
                                  </a:lnTo>
                                  <a:lnTo>
                                    <a:pt x="2818" y="523"/>
                                  </a:lnTo>
                                  <a:lnTo>
                                    <a:pt x="2764" y="516"/>
                                  </a:lnTo>
                                  <a:close/>
                                  <a:moveTo>
                                    <a:pt x="2739" y="120"/>
                                  </a:moveTo>
                                  <a:lnTo>
                                    <a:pt x="2813" y="122"/>
                                  </a:lnTo>
                                  <a:lnTo>
                                    <a:pt x="2888" y="133"/>
                                  </a:lnTo>
                                  <a:lnTo>
                                    <a:pt x="2959" y="150"/>
                                  </a:lnTo>
                                  <a:lnTo>
                                    <a:pt x="3031" y="177"/>
                                  </a:lnTo>
                                  <a:lnTo>
                                    <a:pt x="3101" y="215"/>
                                  </a:lnTo>
                                  <a:lnTo>
                                    <a:pt x="3165" y="258"/>
                                  </a:lnTo>
                                  <a:lnTo>
                                    <a:pt x="3225" y="308"/>
                                  </a:lnTo>
                                  <a:lnTo>
                                    <a:pt x="3277" y="365"/>
                                  </a:lnTo>
                                  <a:lnTo>
                                    <a:pt x="3321" y="426"/>
                                  </a:lnTo>
                                  <a:lnTo>
                                    <a:pt x="3359" y="494"/>
                                  </a:lnTo>
                                  <a:lnTo>
                                    <a:pt x="3389" y="564"/>
                                  </a:lnTo>
                                  <a:lnTo>
                                    <a:pt x="3411" y="638"/>
                                  </a:lnTo>
                                  <a:lnTo>
                                    <a:pt x="3425" y="715"/>
                                  </a:lnTo>
                                  <a:lnTo>
                                    <a:pt x="3431" y="794"/>
                                  </a:lnTo>
                                  <a:lnTo>
                                    <a:pt x="3427" y="865"/>
                                  </a:lnTo>
                                  <a:lnTo>
                                    <a:pt x="3414" y="935"/>
                                  </a:lnTo>
                                  <a:lnTo>
                                    <a:pt x="3397" y="1003"/>
                                  </a:lnTo>
                                  <a:lnTo>
                                    <a:pt x="3371" y="1069"/>
                                  </a:lnTo>
                                  <a:lnTo>
                                    <a:pt x="3336" y="1138"/>
                                  </a:lnTo>
                                  <a:lnTo>
                                    <a:pt x="3294" y="1200"/>
                                  </a:lnTo>
                                  <a:lnTo>
                                    <a:pt x="3246" y="1258"/>
                                  </a:lnTo>
                                  <a:lnTo>
                                    <a:pt x="3192" y="1310"/>
                                  </a:lnTo>
                                  <a:lnTo>
                                    <a:pt x="3131" y="1354"/>
                                  </a:lnTo>
                                  <a:lnTo>
                                    <a:pt x="3067" y="1392"/>
                                  </a:lnTo>
                                  <a:lnTo>
                                    <a:pt x="2997" y="1424"/>
                                  </a:lnTo>
                                  <a:lnTo>
                                    <a:pt x="2924" y="1447"/>
                                  </a:lnTo>
                                  <a:lnTo>
                                    <a:pt x="2850" y="1462"/>
                                  </a:lnTo>
                                  <a:lnTo>
                                    <a:pt x="2777" y="1469"/>
                                  </a:lnTo>
                                  <a:lnTo>
                                    <a:pt x="2701" y="1467"/>
                                  </a:lnTo>
                                  <a:lnTo>
                                    <a:pt x="2628" y="1456"/>
                                  </a:lnTo>
                                  <a:lnTo>
                                    <a:pt x="2555" y="1437"/>
                                  </a:lnTo>
                                  <a:lnTo>
                                    <a:pt x="2483" y="1410"/>
                                  </a:lnTo>
                                  <a:lnTo>
                                    <a:pt x="2413" y="1374"/>
                                  </a:lnTo>
                                  <a:lnTo>
                                    <a:pt x="2349" y="1329"/>
                                  </a:lnTo>
                                  <a:lnTo>
                                    <a:pt x="2291" y="1279"/>
                                  </a:lnTo>
                                  <a:lnTo>
                                    <a:pt x="2239" y="1224"/>
                                  </a:lnTo>
                                  <a:lnTo>
                                    <a:pt x="2193" y="1161"/>
                                  </a:lnTo>
                                  <a:lnTo>
                                    <a:pt x="2155" y="1095"/>
                                  </a:lnTo>
                                  <a:lnTo>
                                    <a:pt x="2125" y="1023"/>
                                  </a:lnTo>
                                  <a:lnTo>
                                    <a:pt x="2103" y="949"/>
                                  </a:lnTo>
                                  <a:lnTo>
                                    <a:pt x="2089" y="872"/>
                                  </a:lnTo>
                                  <a:lnTo>
                                    <a:pt x="2085" y="794"/>
                                  </a:lnTo>
                                  <a:lnTo>
                                    <a:pt x="2089" y="718"/>
                                  </a:lnTo>
                                  <a:lnTo>
                                    <a:pt x="2101" y="647"/>
                                  </a:lnTo>
                                  <a:lnTo>
                                    <a:pt x="2121" y="575"/>
                                  </a:lnTo>
                                  <a:lnTo>
                                    <a:pt x="2171" y="503"/>
                                  </a:lnTo>
                                  <a:lnTo>
                                    <a:pt x="2229" y="430"/>
                                  </a:lnTo>
                                  <a:lnTo>
                                    <a:pt x="2289" y="356"/>
                                  </a:lnTo>
                                  <a:lnTo>
                                    <a:pt x="2356" y="281"/>
                                  </a:lnTo>
                                  <a:lnTo>
                                    <a:pt x="2426" y="208"/>
                                  </a:lnTo>
                                  <a:lnTo>
                                    <a:pt x="2470" y="185"/>
                                  </a:lnTo>
                                  <a:lnTo>
                                    <a:pt x="2517" y="165"/>
                                  </a:lnTo>
                                  <a:lnTo>
                                    <a:pt x="2590" y="142"/>
                                  </a:lnTo>
                                  <a:lnTo>
                                    <a:pt x="2664" y="125"/>
                                  </a:lnTo>
                                  <a:lnTo>
                                    <a:pt x="2739" y="120"/>
                                  </a:lnTo>
                                  <a:close/>
                                  <a:moveTo>
                                    <a:pt x="3991" y="0"/>
                                  </a:moveTo>
                                  <a:lnTo>
                                    <a:pt x="4117" y="0"/>
                                  </a:lnTo>
                                  <a:lnTo>
                                    <a:pt x="4142" y="16"/>
                                  </a:lnTo>
                                  <a:lnTo>
                                    <a:pt x="4165" y="38"/>
                                  </a:lnTo>
                                  <a:lnTo>
                                    <a:pt x="4181" y="64"/>
                                  </a:lnTo>
                                  <a:lnTo>
                                    <a:pt x="4192" y="93"/>
                                  </a:lnTo>
                                  <a:lnTo>
                                    <a:pt x="4197" y="125"/>
                                  </a:lnTo>
                                  <a:lnTo>
                                    <a:pt x="4195" y="156"/>
                                  </a:lnTo>
                                  <a:lnTo>
                                    <a:pt x="4185" y="188"/>
                                  </a:lnTo>
                                  <a:lnTo>
                                    <a:pt x="4165" y="220"/>
                                  </a:lnTo>
                                  <a:lnTo>
                                    <a:pt x="4138" y="245"/>
                                  </a:lnTo>
                                  <a:lnTo>
                                    <a:pt x="4106" y="263"/>
                                  </a:lnTo>
                                  <a:lnTo>
                                    <a:pt x="4068" y="272"/>
                                  </a:lnTo>
                                  <a:lnTo>
                                    <a:pt x="4032" y="271"/>
                                  </a:lnTo>
                                  <a:lnTo>
                                    <a:pt x="3995" y="260"/>
                                  </a:lnTo>
                                  <a:lnTo>
                                    <a:pt x="3968" y="244"/>
                                  </a:lnTo>
                                  <a:lnTo>
                                    <a:pt x="3945" y="220"/>
                                  </a:lnTo>
                                  <a:lnTo>
                                    <a:pt x="3927" y="195"/>
                                  </a:lnTo>
                                  <a:lnTo>
                                    <a:pt x="3916" y="165"/>
                                  </a:lnTo>
                                  <a:lnTo>
                                    <a:pt x="3911" y="134"/>
                                  </a:lnTo>
                                  <a:lnTo>
                                    <a:pt x="3914" y="102"/>
                                  </a:lnTo>
                                  <a:lnTo>
                                    <a:pt x="3923" y="70"/>
                                  </a:lnTo>
                                  <a:lnTo>
                                    <a:pt x="3941" y="41"/>
                                  </a:lnTo>
                                  <a:lnTo>
                                    <a:pt x="3964" y="16"/>
                                  </a:lnTo>
                                  <a:lnTo>
                                    <a:pt x="3991" y="0"/>
                                  </a:lnTo>
                                  <a:close/>
                                  <a:moveTo>
                                    <a:pt x="3780" y="0"/>
                                  </a:moveTo>
                                  <a:lnTo>
                                    <a:pt x="3975" y="0"/>
                                  </a:lnTo>
                                  <a:lnTo>
                                    <a:pt x="3955" y="14"/>
                                  </a:lnTo>
                                  <a:lnTo>
                                    <a:pt x="3932" y="38"/>
                                  </a:lnTo>
                                  <a:lnTo>
                                    <a:pt x="3916" y="66"/>
                                  </a:lnTo>
                                  <a:lnTo>
                                    <a:pt x="3905" y="99"/>
                                  </a:lnTo>
                                  <a:lnTo>
                                    <a:pt x="3903" y="129"/>
                                  </a:lnTo>
                                  <a:lnTo>
                                    <a:pt x="3907" y="163"/>
                                  </a:lnTo>
                                  <a:lnTo>
                                    <a:pt x="3918" y="195"/>
                                  </a:lnTo>
                                  <a:lnTo>
                                    <a:pt x="3936" y="224"/>
                                  </a:lnTo>
                                  <a:lnTo>
                                    <a:pt x="3961" y="249"/>
                                  </a:lnTo>
                                  <a:lnTo>
                                    <a:pt x="3993" y="267"/>
                                  </a:lnTo>
                                  <a:lnTo>
                                    <a:pt x="4031" y="279"/>
                                  </a:lnTo>
                                  <a:lnTo>
                                    <a:pt x="4070" y="279"/>
                                  </a:lnTo>
                                  <a:lnTo>
                                    <a:pt x="4108" y="271"/>
                                  </a:lnTo>
                                  <a:lnTo>
                                    <a:pt x="4135" y="258"/>
                                  </a:lnTo>
                                  <a:lnTo>
                                    <a:pt x="4158" y="240"/>
                                  </a:lnTo>
                                  <a:lnTo>
                                    <a:pt x="4178" y="217"/>
                                  </a:lnTo>
                                  <a:lnTo>
                                    <a:pt x="4192" y="190"/>
                                  </a:lnTo>
                                  <a:lnTo>
                                    <a:pt x="4203" y="159"/>
                                  </a:lnTo>
                                  <a:lnTo>
                                    <a:pt x="4206" y="127"/>
                                  </a:lnTo>
                                  <a:lnTo>
                                    <a:pt x="4201" y="95"/>
                                  </a:lnTo>
                                  <a:lnTo>
                                    <a:pt x="4190" y="64"/>
                                  </a:lnTo>
                                  <a:lnTo>
                                    <a:pt x="4174" y="38"/>
                                  </a:lnTo>
                                  <a:lnTo>
                                    <a:pt x="4152" y="14"/>
                                  </a:lnTo>
                                  <a:lnTo>
                                    <a:pt x="4133" y="0"/>
                                  </a:lnTo>
                                  <a:lnTo>
                                    <a:pt x="4323" y="0"/>
                                  </a:lnTo>
                                  <a:lnTo>
                                    <a:pt x="4323" y="269"/>
                                  </a:lnTo>
                                  <a:lnTo>
                                    <a:pt x="4308" y="296"/>
                                  </a:lnTo>
                                  <a:lnTo>
                                    <a:pt x="4280" y="333"/>
                                  </a:lnTo>
                                  <a:lnTo>
                                    <a:pt x="4246" y="365"/>
                                  </a:lnTo>
                                  <a:lnTo>
                                    <a:pt x="4206" y="392"/>
                                  </a:lnTo>
                                  <a:lnTo>
                                    <a:pt x="4161" y="414"/>
                                  </a:lnTo>
                                  <a:lnTo>
                                    <a:pt x="4117" y="426"/>
                                  </a:lnTo>
                                  <a:lnTo>
                                    <a:pt x="4070" y="434"/>
                                  </a:lnTo>
                                  <a:lnTo>
                                    <a:pt x="4022" y="432"/>
                                  </a:lnTo>
                                  <a:lnTo>
                                    <a:pt x="3975" y="423"/>
                                  </a:lnTo>
                                  <a:lnTo>
                                    <a:pt x="3930" y="407"/>
                                  </a:lnTo>
                                  <a:lnTo>
                                    <a:pt x="3887" y="383"/>
                                  </a:lnTo>
                                  <a:lnTo>
                                    <a:pt x="3850" y="353"/>
                                  </a:lnTo>
                                  <a:lnTo>
                                    <a:pt x="3817" y="319"/>
                                  </a:lnTo>
                                  <a:lnTo>
                                    <a:pt x="3791" y="279"/>
                                  </a:lnTo>
                                  <a:lnTo>
                                    <a:pt x="3771" y="238"/>
                                  </a:lnTo>
                                  <a:lnTo>
                                    <a:pt x="3758" y="193"/>
                                  </a:lnTo>
                                  <a:lnTo>
                                    <a:pt x="3751" y="147"/>
                                  </a:lnTo>
                                  <a:lnTo>
                                    <a:pt x="3753" y="99"/>
                                  </a:lnTo>
                                  <a:lnTo>
                                    <a:pt x="3760" y="52"/>
                                  </a:lnTo>
                                  <a:lnTo>
                                    <a:pt x="3776" y="5"/>
                                  </a:lnTo>
                                  <a:lnTo>
                                    <a:pt x="3780" y="0"/>
                                  </a:lnTo>
                                  <a:close/>
                                  <a:moveTo>
                                    <a:pt x="2635" y="0"/>
                                  </a:moveTo>
                                  <a:lnTo>
                                    <a:pt x="3771" y="0"/>
                                  </a:lnTo>
                                  <a:lnTo>
                                    <a:pt x="3769" y="2"/>
                                  </a:lnTo>
                                  <a:lnTo>
                                    <a:pt x="3755" y="43"/>
                                  </a:lnTo>
                                  <a:lnTo>
                                    <a:pt x="3746" y="86"/>
                                  </a:lnTo>
                                  <a:lnTo>
                                    <a:pt x="3742" y="129"/>
                                  </a:lnTo>
                                  <a:lnTo>
                                    <a:pt x="3746" y="179"/>
                                  </a:lnTo>
                                  <a:lnTo>
                                    <a:pt x="3758" y="229"/>
                                  </a:lnTo>
                                  <a:lnTo>
                                    <a:pt x="3778" y="274"/>
                                  </a:lnTo>
                                  <a:lnTo>
                                    <a:pt x="3805" y="317"/>
                                  </a:lnTo>
                                  <a:lnTo>
                                    <a:pt x="3839" y="356"/>
                                  </a:lnTo>
                                  <a:lnTo>
                                    <a:pt x="3880" y="389"/>
                                  </a:lnTo>
                                  <a:lnTo>
                                    <a:pt x="3927" y="414"/>
                                  </a:lnTo>
                                  <a:lnTo>
                                    <a:pt x="3973" y="432"/>
                                  </a:lnTo>
                                  <a:lnTo>
                                    <a:pt x="4022" y="441"/>
                                  </a:lnTo>
                                  <a:lnTo>
                                    <a:pt x="4070" y="441"/>
                                  </a:lnTo>
                                  <a:lnTo>
                                    <a:pt x="4118" y="435"/>
                                  </a:lnTo>
                                  <a:lnTo>
                                    <a:pt x="4165" y="421"/>
                                  </a:lnTo>
                                  <a:lnTo>
                                    <a:pt x="4210" y="399"/>
                                  </a:lnTo>
                                  <a:lnTo>
                                    <a:pt x="4249" y="373"/>
                                  </a:lnTo>
                                  <a:lnTo>
                                    <a:pt x="4285" y="339"/>
                                  </a:lnTo>
                                  <a:lnTo>
                                    <a:pt x="4315" y="299"/>
                                  </a:lnTo>
                                  <a:lnTo>
                                    <a:pt x="4323" y="285"/>
                                  </a:lnTo>
                                  <a:lnTo>
                                    <a:pt x="4323" y="1283"/>
                                  </a:lnTo>
                                  <a:lnTo>
                                    <a:pt x="4267" y="1281"/>
                                  </a:lnTo>
                                  <a:lnTo>
                                    <a:pt x="4274" y="1267"/>
                                  </a:lnTo>
                                  <a:lnTo>
                                    <a:pt x="4285" y="1231"/>
                                  </a:lnTo>
                                  <a:lnTo>
                                    <a:pt x="4289" y="1195"/>
                                  </a:lnTo>
                                  <a:lnTo>
                                    <a:pt x="4285" y="1154"/>
                                  </a:lnTo>
                                  <a:lnTo>
                                    <a:pt x="4271" y="1116"/>
                                  </a:lnTo>
                                  <a:lnTo>
                                    <a:pt x="4249" y="1084"/>
                                  </a:lnTo>
                                  <a:lnTo>
                                    <a:pt x="4221" y="1055"/>
                                  </a:lnTo>
                                  <a:lnTo>
                                    <a:pt x="4186" y="1035"/>
                                  </a:lnTo>
                                  <a:lnTo>
                                    <a:pt x="4152" y="1023"/>
                                  </a:lnTo>
                                  <a:lnTo>
                                    <a:pt x="4118" y="1019"/>
                                  </a:lnTo>
                                  <a:lnTo>
                                    <a:pt x="4084" y="1021"/>
                                  </a:lnTo>
                                  <a:lnTo>
                                    <a:pt x="4052" y="1030"/>
                                  </a:lnTo>
                                  <a:lnTo>
                                    <a:pt x="4022" y="1046"/>
                                  </a:lnTo>
                                  <a:lnTo>
                                    <a:pt x="3995" y="1068"/>
                                  </a:lnTo>
                                  <a:lnTo>
                                    <a:pt x="3972" y="1093"/>
                                  </a:lnTo>
                                  <a:lnTo>
                                    <a:pt x="3955" y="1123"/>
                                  </a:lnTo>
                                  <a:lnTo>
                                    <a:pt x="3943" y="1159"/>
                                  </a:lnTo>
                                  <a:lnTo>
                                    <a:pt x="3939" y="1195"/>
                                  </a:lnTo>
                                  <a:lnTo>
                                    <a:pt x="3943" y="1227"/>
                                  </a:lnTo>
                                  <a:lnTo>
                                    <a:pt x="3950" y="1258"/>
                                  </a:lnTo>
                                  <a:lnTo>
                                    <a:pt x="3964" y="1286"/>
                                  </a:lnTo>
                                  <a:lnTo>
                                    <a:pt x="3835" y="1299"/>
                                  </a:lnTo>
                                  <a:lnTo>
                                    <a:pt x="3705" y="1319"/>
                                  </a:lnTo>
                                  <a:lnTo>
                                    <a:pt x="3577" y="1345"/>
                                  </a:lnTo>
                                  <a:lnTo>
                                    <a:pt x="3452" y="1381"/>
                                  </a:lnTo>
                                  <a:lnTo>
                                    <a:pt x="3337" y="1424"/>
                                  </a:lnTo>
                                  <a:lnTo>
                                    <a:pt x="3225" y="1476"/>
                                  </a:lnTo>
                                  <a:lnTo>
                                    <a:pt x="3113" y="1535"/>
                                  </a:lnTo>
                                  <a:lnTo>
                                    <a:pt x="3008" y="1603"/>
                                  </a:lnTo>
                                  <a:lnTo>
                                    <a:pt x="2904" y="1677"/>
                                  </a:lnTo>
                                  <a:lnTo>
                                    <a:pt x="2805" y="1756"/>
                                  </a:lnTo>
                                  <a:lnTo>
                                    <a:pt x="2710" y="1840"/>
                                  </a:lnTo>
                                  <a:lnTo>
                                    <a:pt x="2621" y="1928"/>
                                  </a:lnTo>
                                  <a:lnTo>
                                    <a:pt x="2537" y="2017"/>
                                  </a:lnTo>
                                  <a:lnTo>
                                    <a:pt x="2460" y="2110"/>
                                  </a:lnTo>
                                  <a:lnTo>
                                    <a:pt x="2427" y="2035"/>
                                  </a:lnTo>
                                  <a:lnTo>
                                    <a:pt x="2392" y="1960"/>
                                  </a:lnTo>
                                  <a:lnTo>
                                    <a:pt x="2352" y="1886"/>
                                  </a:lnTo>
                                  <a:lnTo>
                                    <a:pt x="2311" y="1811"/>
                                  </a:lnTo>
                                  <a:lnTo>
                                    <a:pt x="2268" y="1738"/>
                                  </a:lnTo>
                                  <a:lnTo>
                                    <a:pt x="2225" y="1662"/>
                                  </a:lnTo>
                                  <a:lnTo>
                                    <a:pt x="2182" y="1589"/>
                                  </a:lnTo>
                                  <a:lnTo>
                                    <a:pt x="2141" y="1514"/>
                                  </a:lnTo>
                                  <a:lnTo>
                                    <a:pt x="2103" y="1439"/>
                                  </a:lnTo>
                                  <a:lnTo>
                                    <a:pt x="2069" y="1362"/>
                                  </a:lnTo>
                                  <a:lnTo>
                                    <a:pt x="2039" y="1286"/>
                                  </a:lnTo>
                                  <a:lnTo>
                                    <a:pt x="2014" y="1207"/>
                                  </a:lnTo>
                                  <a:lnTo>
                                    <a:pt x="1996" y="1130"/>
                                  </a:lnTo>
                                  <a:lnTo>
                                    <a:pt x="1987" y="1050"/>
                                  </a:lnTo>
                                  <a:lnTo>
                                    <a:pt x="1983" y="969"/>
                                  </a:lnTo>
                                  <a:lnTo>
                                    <a:pt x="1990" y="887"/>
                                  </a:lnTo>
                                  <a:lnTo>
                                    <a:pt x="2008" y="804"/>
                                  </a:lnTo>
                                  <a:lnTo>
                                    <a:pt x="2024" y="756"/>
                                  </a:lnTo>
                                  <a:lnTo>
                                    <a:pt x="2046" y="706"/>
                                  </a:lnTo>
                                  <a:lnTo>
                                    <a:pt x="2073" y="656"/>
                                  </a:lnTo>
                                  <a:lnTo>
                                    <a:pt x="2105" y="602"/>
                                  </a:lnTo>
                                  <a:lnTo>
                                    <a:pt x="2089" y="665"/>
                                  </a:lnTo>
                                  <a:lnTo>
                                    <a:pt x="2080" y="729"/>
                                  </a:lnTo>
                                  <a:lnTo>
                                    <a:pt x="2076" y="794"/>
                                  </a:lnTo>
                                  <a:lnTo>
                                    <a:pt x="2082" y="874"/>
                                  </a:lnTo>
                                  <a:lnTo>
                                    <a:pt x="2094" y="951"/>
                                  </a:lnTo>
                                  <a:lnTo>
                                    <a:pt x="2118" y="1027"/>
                                  </a:lnTo>
                                  <a:lnTo>
                                    <a:pt x="2148" y="1098"/>
                                  </a:lnTo>
                                  <a:lnTo>
                                    <a:pt x="2186" y="1166"/>
                                  </a:lnTo>
                                  <a:lnTo>
                                    <a:pt x="2232" y="1229"/>
                                  </a:lnTo>
                                  <a:lnTo>
                                    <a:pt x="2284" y="1284"/>
                                  </a:lnTo>
                                  <a:lnTo>
                                    <a:pt x="2343" y="1336"/>
                                  </a:lnTo>
                                  <a:lnTo>
                                    <a:pt x="2410" y="1381"/>
                                  </a:lnTo>
                                  <a:lnTo>
                                    <a:pt x="2479" y="1417"/>
                                  </a:lnTo>
                                  <a:lnTo>
                                    <a:pt x="2553" y="1446"/>
                                  </a:lnTo>
                                  <a:lnTo>
                                    <a:pt x="2626" y="1464"/>
                                  </a:lnTo>
                                  <a:lnTo>
                                    <a:pt x="2701" y="1474"/>
                                  </a:lnTo>
                                  <a:lnTo>
                                    <a:pt x="2777" y="1476"/>
                                  </a:lnTo>
                                  <a:lnTo>
                                    <a:pt x="2852" y="1471"/>
                                  </a:lnTo>
                                  <a:lnTo>
                                    <a:pt x="2927" y="1455"/>
                                  </a:lnTo>
                                  <a:lnTo>
                                    <a:pt x="3001" y="1431"/>
                                  </a:lnTo>
                                  <a:lnTo>
                                    <a:pt x="3071" y="1401"/>
                                  </a:lnTo>
                                  <a:lnTo>
                                    <a:pt x="3137" y="1362"/>
                                  </a:lnTo>
                                  <a:lnTo>
                                    <a:pt x="3198" y="1315"/>
                                  </a:lnTo>
                                  <a:lnTo>
                                    <a:pt x="3251" y="1263"/>
                                  </a:lnTo>
                                  <a:lnTo>
                                    <a:pt x="3302" y="1206"/>
                                  </a:lnTo>
                                  <a:lnTo>
                                    <a:pt x="3343" y="1141"/>
                                  </a:lnTo>
                                  <a:lnTo>
                                    <a:pt x="3379" y="1071"/>
                                  </a:lnTo>
                                  <a:lnTo>
                                    <a:pt x="3405" y="1005"/>
                                  </a:lnTo>
                                  <a:lnTo>
                                    <a:pt x="3423" y="937"/>
                                  </a:lnTo>
                                  <a:lnTo>
                                    <a:pt x="3434" y="865"/>
                                  </a:lnTo>
                                  <a:lnTo>
                                    <a:pt x="3438" y="794"/>
                                  </a:lnTo>
                                  <a:lnTo>
                                    <a:pt x="3434" y="715"/>
                                  </a:lnTo>
                                  <a:lnTo>
                                    <a:pt x="3420" y="636"/>
                                  </a:lnTo>
                                  <a:lnTo>
                                    <a:pt x="3397" y="563"/>
                                  </a:lnTo>
                                  <a:lnTo>
                                    <a:pt x="3366" y="491"/>
                                  </a:lnTo>
                                  <a:lnTo>
                                    <a:pt x="3328" y="423"/>
                                  </a:lnTo>
                                  <a:lnTo>
                                    <a:pt x="3282" y="360"/>
                                  </a:lnTo>
                                  <a:lnTo>
                                    <a:pt x="3230" y="303"/>
                                  </a:lnTo>
                                  <a:lnTo>
                                    <a:pt x="3171" y="253"/>
                                  </a:lnTo>
                                  <a:lnTo>
                                    <a:pt x="3105" y="208"/>
                                  </a:lnTo>
                                  <a:lnTo>
                                    <a:pt x="3035" y="170"/>
                                  </a:lnTo>
                                  <a:lnTo>
                                    <a:pt x="2963" y="143"/>
                                  </a:lnTo>
                                  <a:lnTo>
                                    <a:pt x="2888" y="124"/>
                                  </a:lnTo>
                                  <a:lnTo>
                                    <a:pt x="2814" y="113"/>
                                  </a:lnTo>
                                  <a:lnTo>
                                    <a:pt x="2737" y="111"/>
                                  </a:lnTo>
                                  <a:lnTo>
                                    <a:pt x="2662" y="118"/>
                                  </a:lnTo>
                                  <a:lnTo>
                                    <a:pt x="2589" y="133"/>
                                  </a:lnTo>
                                  <a:lnTo>
                                    <a:pt x="2515" y="156"/>
                                  </a:lnTo>
                                  <a:lnTo>
                                    <a:pt x="2445" y="188"/>
                                  </a:lnTo>
                                  <a:lnTo>
                                    <a:pt x="2542" y="91"/>
                                  </a:lnTo>
                                  <a:lnTo>
                                    <a:pt x="26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Freeform 25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4521200" cy="9382125"/>
                            </a:xfrm>
                            <a:custGeom>
                              <a:avLst/>
                              <a:gdLst>
                                <a:gd name="T0" fmla="*/ 2624 w 2848"/>
                                <a:gd name="T1" fmla="*/ 3257 h 5910"/>
                                <a:gd name="T2" fmla="*/ 2732 w 2848"/>
                                <a:gd name="T3" fmla="*/ 3389 h 5910"/>
                                <a:gd name="T4" fmla="*/ 2820 w 2848"/>
                                <a:gd name="T5" fmla="*/ 3543 h 5910"/>
                                <a:gd name="T6" fmla="*/ 2848 w 2848"/>
                                <a:gd name="T7" fmla="*/ 3737 h 5910"/>
                                <a:gd name="T8" fmla="*/ 2832 w 2848"/>
                                <a:gd name="T9" fmla="*/ 3975 h 5910"/>
                                <a:gd name="T10" fmla="*/ 2775 w 2848"/>
                                <a:gd name="T11" fmla="*/ 4242 h 5910"/>
                                <a:gd name="T12" fmla="*/ 2676 w 2848"/>
                                <a:gd name="T13" fmla="*/ 4525 h 5910"/>
                                <a:gd name="T14" fmla="*/ 2538 w 2848"/>
                                <a:gd name="T15" fmla="*/ 4805 h 5910"/>
                                <a:gd name="T16" fmla="*/ 2367 w 2848"/>
                                <a:gd name="T17" fmla="*/ 5068 h 5910"/>
                                <a:gd name="T18" fmla="*/ 2159 w 2848"/>
                                <a:gd name="T19" fmla="*/ 5296 h 5910"/>
                                <a:gd name="T20" fmla="*/ 1863 w 2848"/>
                                <a:gd name="T21" fmla="*/ 5516 h 5910"/>
                                <a:gd name="T22" fmla="*/ 1507 w 2848"/>
                                <a:gd name="T23" fmla="*/ 5693 h 5910"/>
                                <a:gd name="T24" fmla="*/ 1132 w 2848"/>
                                <a:gd name="T25" fmla="*/ 5819 h 5910"/>
                                <a:gd name="T26" fmla="*/ 765 w 2848"/>
                                <a:gd name="T27" fmla="*/ 5899 h 5910"/>
                                <a:gd name="T28" fmla="*/ 18 w 2848"/>
                                <a:gd name="T29" fmla="*/ 5910 h 5910"/>
                                <a:gd name="T30" fmla="*/ 84 w 2848"/>
                                <a:gd name="T31" fmla="*/ 5896 h 5910"/>
                                <a:gd name="T32" fmla="*/ 393 w 2848"/>
                                <a:gd name="T33" fmla="*/ 5826 h 5910"/>
                                <a:gd name="T34" fmla="*/ 0 w 2848"/>
                                <a:gd name="T35" fmla="*/ 4138 h 5910"/>
                                <a:gd name="T36" fmla="*/ 830 w 2848"/>
                                <a:gd name="T37" fmla="*/ 5704 h 5910"/>
                                <a:gd name="T38" fmla="*/ 529 w 2848"/>
                                <a:gd name="T39" fmla="*/ 4056 h 5910"/>
                                <a:gd name="T40" fmla="*/ 1272 w 2848"/>
                                <a:gd name="T41" fmla="*/ 5543 h 5910"/>
                                <a:gd name="T42" fmla="*/ 1500 w 2848"/>
                                <a:gd name="T43" fmla="*/ 5421 h 5910"/>
                                <a:gd name="T44" fmla="*/ 1116 w 2848"/>
                                <a:gd name="T45" fmla="*/ 4036 h 5910"/>
                                <a:gd name="T46" fmla="*/ 1709 w 2848"/>
                                <a:gd name="T47" fmla="*/ 5213 h 5910"/>
                                <a:gd name="T48" fmla="*/ 1799 w 2848"/>
                                <a:gd name="T49" fmla="*/ 5000 h 5910"/>
                                <a:gd name="T50" fmla="*/ 1835 w 2848"/>
                                <a:gd name="T51" fmla="*/ 4767 h 5910"/>
                                <a:gd name="T52" fmla="*/ 1564 w 2848"/>
                                <a:gd name="T53" fmla="*/ 3893 h 5910"/>
                                <a:gd name="T54" fmla="*/ 1824 w 2848"/>
                                <a:gd name="T55" fmla="*/ 4298 h 5910"/>
                                <a:gd name="T56" fmla="*/ 1820 w 2848"/>
                                <a:gd name="T57" fmla="*/ 4006 h 5910"/>
                                <a:gd name="T58" fmla="*/ 1869 w 2848"/>
                                <a:gd name="T59" fmla="*/ 3733 h 5910"/>
                                <a:gd name="T60" fmla="*/ 2150 w 2848"/>
                                <a:gd name="T61" fmla="*/ 3533 h 5910"/>
                                <a:gd name="T62" fmla="*/ 2343 w 2848"/>
                                <a:gd name="T63" fmla="*/ 3443 h 5910"/>
                                <a:gd name="T64" fmla="*/ 2485 w 2848"/>
                                <a:gd name="T65" fmla="*/ 3339 h 5910"/>
                                <a:gd name="T66" fmla="*/ 2565 w 2848"/>
                                <a:gd name="T67" fmla="*/ 3198 h 5910"/>
                                <a:gd name="T68" fmla="*/ 2569 w 2848"/>
                                <a:gd name="T69" fmla="*/ 64 h 5910"/>
                                <a:gd name="T70" fmla="*/ 2361 w 2848"/>
                                <a:gd name="T71" fmla="*/ 276 h 5910"/>
                                <a:gd name="T72" fmla="*/ 2184 w 2848"/>
                                <a:gd name="T73" fmla="*/ 487 h 5910"/>
                                <a:gd name="T74" fmla="*/ 2057 w 2848"/>
                                <a:gd name="T75" fmla="*/ 684 h 5910"/>
                                <a:gd name="T76" fmla="*/ 1990 w 2848"/>
                                <a:gd name="T77" fmla="*/ 887 h 5910"/>
                                <a:gd name="T78" fmla="*/ 1996 w 2848"/>
                                <a:gd name="T79" fmla="*/ 1130 h 5910"/>
                                <a:gd name="T80" fmla="*/ 2069 w 2848"/>
                                <a:gd name="T81" fmla="*/ 1362 h 5910"/>
                                <a:gd name="T82" fmla="*/ 2182 w 2848"/>
                                <a:gd name="T83" fmla="*/ 1589 h 5910"/>
                                <a:gd name="T84" fmla="*/ 2311 w 2848"/>
                                <a:gd name="T85" fmla="*/ 1811 h 5910"/>
                                <a:gd name="T86" fmla="*/ 2427 w 2848"/>
                                <a:gd name="T87" fmla="*/ 2035 h 5910"/>
                                <a:gd name="T88" fmla="*/ 2341 w 2848"/>
                                <a:gd name="T89" fmla="*/ 2270 h 5910"/>
                                <a:gd name="T90" fmla="*/ 2207 w 2848"/>
                                <a:gd name="T91" fmla="*/ 2504 h 5910"/>
                                <a:gd name="T92" fmla="*/ 2130 w 2848"/>
                                <a:gd name="T93" fmla="*/ 2719 h 5910"/>
                                <a:gd name="T94" fmla="*/ 2014 w 2848"/>
                                <a:gd name="T95" fmla="*/ 2564 h 5910"/>
                                <a:gd name="T96" fmla="*/ 1901 w 2848"/>
                                <a:gd name="T97" fmla="*/ 2454 h 5910"/>
                                <a:gd name="T98" fmla="*/ 1706 w 2848"/>
                                <a:gd name="T99" fmla="*/ 2361 h 5910"/>
                                <a:gd name="T100" fmla="*/ 1485 w 2848"/>
                                <a:gd name="T101" fmla="*/ 2306 h 5910"/>
                                <a:gd name="T102" fmla="*/ 1437 w 2848"/>
                                <a:gd name="T103" fmla="*/ 1949 h 5910"/>
                                <a:gd name="T104" fmla="*/ 1439 w 2848"/>
                                <a:gd name="T105" fmla="*/ 1571 h 5910"/>
                                <a:gd name="T106" fmla="*/ 1503 w 2848"/>
                                <a:gd name="T107" fmla="*/ 1198 h 5910"/>
                                <a:gd name="T108" fmla="*/ 1641 w 2848"/>
                                <a:gd name="T109" fmla="*/ 851 h 5910"/>
                                <a:gd name="T110" fmla="*/ 1849 w 2848"/>
                                <a:gd name="T111" fmla="*/ 528 h 5910"/>
                                <a:gd name="T112" fmla="*/ 2100 w 2848"/>
                                <a:gd name="T113" fmla="*/ 244 h 5910"/>
                                <a:gd name="T114" fmla="*/ 2368 w 2848"/>
                                <a:gd name="T115" fmla="*/ 0 h 59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848" h="5910">
                                  <a:moveTo>
                                    <a:pt x="2565" y="3198"/>
                                  </a:moveTo>
                                  <a:lnTo>
                                    <a:pt x="2594" y="3225"/>
                                  </a:lnTo>
                                  <a:lnTo>
                                    <a:pt x="2624" y="3257"/>
                                  </a:lnTo>
                                  <a:lnTo>
                                    <a:pt x="2657" y="3294"/>
                                  </a:lnTo>
                                  <a:lnTo>
                                    <a:pt x="2694" y="3339"/>
                                  </a:lnTo>
                                  <a:lnTo>
                                    <a:pt x="2732" y="3389"/>
                                  </a:lnTo>
                                  <a:lnTo>
                                    <a:pt x="2775" y="3449"/>
                                  </a:lnTo>
                                  <a:lnTo>
                                    <a:pt x="2800" y="3492"/>
                                  </a:lnTo>
                                  <a:lnTo>
                                    <a:pt x="2820" y="3543"/>
                                  </a:lnTo>
                                  <a:lnTo>
                                    <a:pt x="2834" y="3601"/>
                                  </a:lnTo>
                                  <a:lnTo>
                                    <a:pt x="2843" y="3665"/>
                                  </a:lnTo>
                                  <a:lnTo>
                                    <a:pt x="2848" y="3737"/>
                                  </a:lnTo>
                                  <a:lnTo>
                                    <a:pt x="2847" y="3812"/>
                                  </a:lnTo>
                                  <a:lnTo>
                                    <a:pt x="2843" y="3891"/>
                                  </a:lnTo>
                                  <a:lnTo>
                                    <a:pt x="2832" y="3975"/>
                                  </a:lnTo>
                                  <a:lnTo>
                                    <a:pt x="2818" y="4061"/>
                                  </a:lnTo>
                                  <a:lnTo>
                                    <a:pt x="2798" y="4151"/>
                                  </a:lnTo>
                                  <a:lnTo>
                                    <a:pt x="2775" y="4242"/>
                                  </a:lnTo>
                                  <a:lnTo>
                                    <a:pt x="2746" y="4335"/>
                                  </a:lnTo>
                                  <a:lnTo>
                                    <a:pt x="2712" y="4430"/>
                                  </a:lnTo>
                                  <a:lnTo>
                                    <a:pt x="2676" y="4525"/>
                                  </a:lnTo>
                                  <a:lnTo>
                                    <a:pt x="2635" y="4620"/>
                                  </a:lnTo>
                                  <a:lnTo>
                                    <a:pt x="2589" y="4713"/>
                                  </a:lnTo>
                                  <a:lnTo>
                                    <a:pt x="2538" y="4805"/>
                                  </a:lnTo>
                                  <a:lnTo>
                                    <a:pt x="2485" y="4896"/>
                                  </a:lnTo>
                                  <a:lnTo>
                                    <a:pt x="2427" y="4984"/>
                                  </a:lnTo>
                                  <a:lnTo>
                                    <a:pt x="2367" y="5068"/>
                                  </a:lnTo>
                                  <a:lnTo>
                                    <a:pt x="2300" y="5149"/>
                                  </a:lnTo>
                                  <a:lnTo>
                                    <a:pt x="2232" y="5226"/>
                                  </a:lnTo>
                                  <a:lnTo>
                                    <a:pt x="2159" y="5296"/>
                                  </a:lnTo>
                                  <a:lnTo>
                                    <a:pt x="2082" y="5362"/>
                                  </a:lnTo>
                                  <a:lnTo>
                                    <a:pt x="1976" y="5442"/>
                                  </a:lnTo>
                                  <a:lnTo>
                                    <a:pt x="1863" y="5516"/>
                                  </a:lnTo>
                                  <a:lnTo>
                                    <a:pt x="1747" y="5582"/>
                                  </a:lnTo>
                                  <a:lnTo>
                                    <a:pt x="1629" y="5641"/>
                                  </a:lnTo>
                                  <a:lnTo>
                                    <a:pt x="1507" y="5693"/>
                                  </a:lnTo>
                                  <a:lnTo>
                                    <a:pt x="1383" y="5742"/>
                                  </a:lnTo>
                                  <a:lnTo>
                                    <a:pt x="1258" y="5783"/>
                                  </a:lnTo>
                                  <a:lnTo>
                                    <a:pt x="1132" y="5819"/>
                                  </a:lnTo>
                                  <a:lnTo>
                                    <a:pt x="1009" y="5851"/>
                                  </a:lnTo>
                                  <a:lnTo>
                                    <a:pt x="885" y="5876"/>
                                  </a:lnTo>
                                  <a:lnTo>
                                    <a:pt x="765" y="5899"/>
                                  </a:lnTo>
                                  <a:lnTo>
                                    <a:pt x="697" y="5910"/>
                                  </a:lnTo>
                                  <a:lnTo>
                                    <a:pt x="16" y="5910"/>
                                  </a:lnTo>
                                  <a:lnTo>
                                    <a:pt x="18" y="5910"/>
                                  </a:lnTo>
                                  <a:lnTo>
                                    <a:pt x="0" y="5863"/>
                                  </a:lnTo>
                                  <a:lnTo>
                                    <a:pt x="0" y="5677"/>
                                  </a:lnTo>
                                  <a:lnTo>
                                    <a:pt x="84" y="5896"/>
                                  </a:lnTo>
                                  <a:lnTo>
                                    <a:pt x="179" y="5874"/>
                                  </a:lnTo>
                                  <a:lnTo>
                                    <a:pt x="283" y="5851"/>
                                  </a:lnTo>
                                  <a:lnTo>
                                    <a:pt x="393" y="5826"/>
                                  </a:lnTo>
                                  <a:lnTo>
                                    <a:pt x="505" y="5797"/>
                                  </a:lnTo>
                                  <a:lnTo>
                                    <a:pt x="622" y="5765"/>
                                  </a:lnTo>
                                  <a:lnTo>
                                    <a:pt x="0" y="4138"/>
                                  </a:lnTo>
                                  <a:lnTo>
                                    <a:pt x="0" y="3970"/>
                                  </a:lnTo>
                                  <a:lnTo>
                                    <a:pt x="681" y="5749"/>
                                  </a:lnTo>
                                  <a:lnTo>
                                    <a:pt x="830" y="5704"/>
                                  </a:lnTo>
                                  <a:lnTo>
                                    <a:pt x="978" y="5657"/>
                                  </a:lnTo>
                                  <a:lnTo>
                                    <a:pt x="1122" y="5605"/>
                                  </a:lnTo>
                                  <a:lnTo>
                                    <a:pt x="529" y="4056"/>
                                  </a:lnTo>
                                  <a:lnTo>
                                    <a:pt x="604" y="4063"/>
                                  </a:lnTo>
                                  <a:lnTo>
                                    <a:pt x="1182" y="5580"/>
                                  </a:lnTo>
                                  <a:lnTo>
                                    <a:pt x="1272" y="5543"/>
                                  </a:lnTo>
                                  <a:lnTo>
                                    <a:pt x="1354" y="5503"/>
                                  </a:lnTo>
                                  <a:lnTo>
                                    <a:pt x="1431" y="5464"/>
                                  </a:lnTo>
                                  <a:lnTo>
                                    <a:pt x="1500" y="5421"/>
                                  </a:lnTo>
                                  <a:lnTo>
                                    <a:pt x="1560" y="5378"/>
                                  </a:lnTo>
                                  <a:lnTo>
                                    <a:pt x="1612" y="5333"/>
                                  </a:lnTo>
                                  <a:lnTo>
                                    <a:pt x="1116" y="4036"/>
                                  </a:lnTo>
                                  <a:lnTo>
                                    <a:pt x="1182" y="4022"/>
                                  </a:lnTo>
                                  <a:lnTo>
                                    <a:pt x="1663" y="5278"/>
                                  </a:lnTo>
                                  <a:lnTo>
                                    <a:pt x="1709" y="5213"/>
                                  </a:lnTo>
                                  <a:lnTo>
                                    <a:pt x="1747" y="5145"/>
                                  </a:lnTo>
                                  <a:lnTo>
                                    <a:pt x="1775" y="5073"/>
                                  </a:lnTo>
                                  <a:lnTo>
                                    <a:pt x="1799" y="5000"/>
                                  </a:lnTo>
                                  <a:lnTo>
                                    <a:pt x="1815" y="4925"/>
                                  </a:lnTo>
                                  <a:lnTo>
                                    <a:pt x="1827" y="4846"/>
                                  </a:lnTo>
                                  <a:lnTo>
                                    <a:pt x="1835" y="4767"/>
                                  </a:lnTo>
                                  <a:lnTo>
                                    <a:pt x="1836" y="4686"/>
                                  </a:lnTo>
                                  <a:lnTo>
                                    <a:pt x="1836" y="4606"/>
                                  </a:lnTo>
                                  <a:lnTo>
                                    <a:pt x="1564" y="3893"/>
                                  </a:lnTo>
                                  <a:lnTo>
                                    <a:pt x="1625" y="3864"/>
                                  </a:lnTo>
                                  <a:lnTo>
                                    <a:pt x="1827" y="4396"/>
                                  </a:lnTo>
                                  <a:lnTo>
                                    <a:pt x="1824" y="4298"/>
                                  </a:lnTo>
                                  <a:lnTo>
                                    <a:pt x="1818" y="4199"/>
                                  </a:lnTo>
                                  <a:lnTo>
                                    <a:pt x="1818" y="4101"/>
                                  </a:lnTo>
                                  <a:lnTo>
                                    <a:pt x="1820" y="4006"/>
                                  </a:lnTo>
                                  <a:lnTo>
                                    <a:pt x="1829" y="3913"/>
                                  </a:lnTo>
                                  <a:lnTo>
                                    <a:pt x="1843" y="3821"/>
                                  </a:lnTo>
                                  <a:lnTo>
                                    <a:pt x="1869" y="3733"/>
                                  </a:lnTo>
                                  <a:lnTo>
                                    <a:pt x="1969" y="3669"/>
                                  </a:lnTo>
                                  <a:lnTo>
                                    <a:pt x="2062" y="3603"/>
                                  </a:lnTo>
                                  <a:lnTo>
                                    <a:pt x="2150" y="3533"/>
                                  </a:lnTo>
                                  <a:lnTo>
                                    <a:pt x="2230" y="3463"/>
                                  </a:lnTo>
                                  <a:lnTo>
                                    <a:pt x="2288" y="3459"/>
                                  </a:lnTo>
                                  <a:lnTo>
                                    <a:pt x="2343" y="3443"/>
                                  </a:lnTo>
                                  <a:lnTo>
                                    <a:pt x="2395" y="3418"/>
                                  </a:lnTo>
                                  <a:lnTo>
                                    <a:pt x="2442" y="3382"/>
                                  </a:lnTo>
                                  <a:lnTo>
                                    <a:pt x="2485" y="3339"/>
                                  </a:lnTo>
                                  <a:lnTo>
                                    <a:pt x="2522" y="3287"/>
                                  </a:lnTo>
                                  <a:lnTo>
                                    <a:pt x="2553" y="3230"/>
                                  </a:lnTo>
                                  <a:lnTo>
                                    <a:pt x="2565" y="3198"/>
                                  </a:lnTo>
                                  <a:close/>
                                  <a:moveTo>
                                    <a:pt x="2368" y="0"/>
                                  </a:moveTo>
                                  <a:lnTo>
                                    <a:pt x="2635" y="0"/>
                                  </a:lnTo>
                                  <a:lnTo>
                                    <a:pt x="2569" y="64"/>
                                  </a:lnTo>
                                  <a:lnTo>
                                    <a:pt x="2497" y="134"/>
                                  </a:lnTo>
                                  <a:lnTo>
                                    <a:pt x="2427" y="206"/>
                                  </a:lnTo>
                                  <a:lnTo>
                                    <a:pt x="2361" y="276"/>
                                  </a:lnTo>
                                  <a:lnTo>
                                    <a:pt x="2297" y="348"/>
                                  </a:lnTo>
                                  <a:lnTo>
                                    <a:pt x="2238" y="417"/>
                                  </a:lnTo>
                                  <a:lnTo>
                                    <a:pt x="2184" y="487"/>
                                  </a:lnTo>
                                  <a:lnTo>
                                    <a:pt x="2135" y="555"/>
                                  </a:lnTo>
                                  <a:lnTo>
                                    <a:pt x="2092" y="622"/>
                                  </a:lnTo>
                                  <a:lnTo>
                                    <a:pt x="2057" y="684"/>
                                  </a:lnTo>
                                  <a:lnTo>
                                    <a:pt x="2028" y="747"/>
                                  </a:lnTo>
                                  <a:lnTo>
                                    <a:pt x="2008" y="804"/>
                                  </a:lnTo>
                                  <a:lnTo>
                                    <a:pt x="1990" y="887"/>
                                  </a:lnTo>
                                  <a:lnTo>
                                    <a:pt x="1983" y="969"/>
                                  </a:lnTo>
                                  <a:lnTo>
                                    <a:pt x="1987" y="1050"/>
                                  </a:lnTo>
                                  <a:lnTo>
                                    <a:pt x="1996" y="1130"/>
                                  </a:lnTo>
                                  <a:lnTo>
                                    <a:pt x="2014" y="1207"/>
                                  </a:lnTo>
                                  <a:lnTo>
                                    <a:pt x="2039" y="1286"/>
                                  </a:lnTo>
                                  <a:lnTo>
                                    <a:pt x="2069" y="1362"/>
                                  </a:lnTo>
                                  <a:lnTo>
                                    <a:pt x="2103" y="1439"/>
                                  </a:lnTo>
                                  <a:lnTo>
                                    <a:pt x="2141" y="1514"/>
                                  </a:lnTo>
                                  <a:lnTo>
                                    <a:pt x="2182" y="1589"/>
                                  </a:lnTo>
                                  <a:lnTo>
                                    <a:pt x="2225" y="1662"/>
                                  </a:lnTo>
                                  <a:lnTo>
                                    <a:pt x="2268" y="1738"/>
                                  </a:lnTo>
                                  <a:lnTo>
                                    <a:pt x="2311" y="1811"/>
                                  </a:lnTo>
                                  <a:lnTo>
                                    <a:pt x="2352" y="1886"/>
                                  </a:lnTo>
                                  <a:lnTo>
                                    <a:pt x="2392" y="1960"/>
                                  </a:lnTo>
                                  <a:lnTo>
                                    <a:pt x="2427" y="2035"/>
                                  </a:lnTo>
                                  <a:lnTo>
                                    <a:pt x="2460" y="2110"/>
                                  </a:lnTo>
                                  <a:lnTo>
                                    <a:pt x="2397" y="2189"/>
                                  </a:lnTo>
                                  <a:lnTo>
                                    <a:pt x="2341" y="2270"/>
                                  </a:lnTo>
                                  <a:lnTo>
                                    <a:pt x="2291" y="2350"/>
                                  </a:lnTo>
                                  <a:lnTo>
                                    <a:pt x="2245" y="2427"/>
                                  </a:lnTo>
                                  <a:lnTo>
                                    <a:pt x="2207" y="2504"/>
                                  </a:lnTo>
                                  <a:lnTo>
                                    <a:pt x="2173" y="2580"/>
                                  </a:lnTo>
                                  <a:lnTo>
                                    <a:pt x="2148" y="2651"/>
                                  </a:lnTo>
                                  <a:lnTo>
                                    <a:pt x="2130" y="2719"/>
                                  </a:lnTo>
                                  <a:lnTo>
                                    <a:pt x="2091" y="2664"/>
                                  </a:lnTo>
                                  <a:lnTo>
                                    <a:pt x="2051" y="2612"/>
                                  </a:lnTo>
                                  <a:lnTo>
                                    <a:pt x="2014" y="2564"/>
                                  </a:lnTo>
                                  <a:lnTo>
                                    <a:pt x="1974" y="2521"/>
                                  </a:lnTo>
                                  <a:lnTo>
                                    <a:pt x="1937" y="2483"/>
                                  </a:lnTo>
                                  <a:lnTo>
                                    <a:pt x="1901" y="2454"/>
                                  </a:lnTo>
                                  <a:lnTo>
                                    <a:pt x="1840" y="2418"/>
                                  </a:lnTo>
                                  <a:lnTo>
                                    <a:pt x="1774" y="2386"/>
                                  </a:lnTo>
                                  <a:lnTo>
                                    <a:pt x="1706" y="2361"/>
                                  </a:lnTo>
                                  <a:lnTo>
                                    <a:pt x="1634" y="2338"/>
                                  </a:lnTo>
                                  <a:lnTo>
                                    <a:pt x="1560" y="2322"/>
                                  </a:lnTo>
                                  <a:lnTo>
                                    <a:pt x="1485" y="2306"/>
                                  </a:lnTo>
                                  <a:lnTo>
                                    <a:pt x="1464" y="2191"/>
                                  </a:lnTo>
                                  <a:lnTo>
                                    <a:pt x="1448" y="2071"/>
                                  </a:lnTo>
                                  <a:lnTo>
                                    <a:pt x="1437" y="1949"/>
                                  </a:lnTo>
                                  <a:lnTo>
                                    <a:pt x="1431" y="1824"/>
                                  </a:lnTo>
                                  <a:lnTo>
                                    <a:pt x="1431" y="1697"/>
                                  </a:lnTo>
                                  <a:lnTo>
                                    <a:pt x="1439" y="1571"/>
                                  </a:lnTo>
                                  <a:lnTo>
                                    <a:pt x="1453" y="1444"/>
                                  </a:lnTo>
                                  <a:lnTo>
                                    <a:pt x="1474" y="1320"/>
                                  </a:lnTo>
                                  <a:lnTo>
                                    <a:pt x="1503" y="1198"/>
                                  </a:lnTo>
                                  <a:lnTo>
                                    <a:pt x="1541" y="1080"/>
                                  </a:lnTo>
                                  <a:lnTo>
                                    <a:pt x="1586" y="967"/>
                                  </a:lnTo>
                                  <a:lnTo>
                                    <a:pt x="1641" y="851"/>
                                  </a:lnTo>
                                  <a:lnTo>
                                    <a:pt x="1704" y="740"/>
                                  </a:lnTo>
                                  <a:lnTo>
                                    <a:pt x="1774" y="632"/>
                                  </a:lnTo>
                                  <a:lnTo>
                                    <a:pt x="1849" y="528"/>
                                  </a:lnTo>
                                  <a:lnTo>
                                    <a:pt x="1928" y="430"/>
                                  </a:lnTo>
                                  <a:lnTo>
                                    <a:pt x="2012" y="335"/>
                                  </a:lnTo>
                                  <a:lnTo>
                                    <a:pt x="2100" y="244"/>
                                  </a:lnTo>
                                  <a:lnTo>
                                    <a:pt x="2189" y="156"/>
                                  </a:lnTo>
                                  <a:lnTo>
                                    <a:pt x="2281" y="73"/>
                                  </a:lnTo>
                                  <a:lnTo>
                                    <a:pt x="2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Freeform 26"/>
                          <wps:cNvSpPr>
                            <a:spLocks noEditPoints="1"/>
                          </wps:cNvSpPr>
                          <wps:spPr bwMode="auto">
                            <a:xfrm>
                              <a:off x="0" y="750888"/>
                              <a:ext cx="6862763" cy="8631238"/>
                            </a:xfrm>
                            <a:custGeom>
                              <a:avLst/>
                              <a:gdLst>
                                <a:gd name="T0" fmla="*/ 4238 w 4323"/>
                                <a:gd name="T1" fmla="*/ 5324 h 5437"/>
                                <a:gd name="T2" fmla="*/ 4136 w 4323"/>
                                <a:gd name="T3" fmla="*/ 5378 h 5437"/>
                                <a:gd name="T4" fmla="*/ 3611 w 4323"/>
                                <a:gd name="T5" fmla="*/ 5249 h 5437"/>
                                <a:gd name="T6" fmla="*/ 3638 w 4323"/>
                                <a:gd name="T7" fmla="*/ 5437 h 5437"/>
                                <a:gd name="T8" fmla="*/ 3443 w 4323"/>
                                <a:gd name="T9" fmla="*/ 5252 h 5437"/>
                                <a:gd name="T10" fmla="*/ 4050 w 4323"/>
                                <a:gd name="T11" fmla="*/ 5075 h 5437"/>
                                <a:gd name="T12" fmla="*/ 4009 w 4323"/>
                                <a:gd name="T13" fmla="*/ 5283 h 5437"/>
                                <a:gd name="T14" fmla="*/ 3816 w 4323"/>
                                <a:gd name="T15" fmla="*/ 5197 h 5437"/>
                                <a:gd name="T16" fmla="*/ 3943 w 4323"/>
                                <a:gd name="T17" fmla="*/ 5025 h 5437"/>
                                <a:gd name="T18" fmla="*/ 3737 w 4323"/>
                                <a:gd name="T19" fmla="*/ 4821 h 5437"/>
                                <a:gd name="T20" fmla="*/ 3576 w 4323"/>
                                <a:gd name="T21" fmla="*/ 4959 h 5437"/>
                                <a:gd name="T22" fmla="*/ 3477 w 4323"/>
                                <a:gd name="T23" fmla="*/ 4769 h 5437"/>
                                <a:gd name="T24" fmla="*/ 4226 w 4323"/>
                                <a:gd name="T25" fmla="*/ 4608 h 5437"/>
                                <a:gd name="T26" fmla="*/ 4280 w 4323"/>
                                <a:gd name="T27" fmla="*/ 4814 h 5437"/>
                                <a:gd name="T28" fmla="*/ 4066 w 4323"/>
                                <a:gd name="T29" fmla="*/ 4819 h 5437"/>
                                <a:gd name="T30" fmla="*/ 4109 w 4323"/>
                                <a:gd name="T31" fmla="*/ 4611 h 5437"/>
                                <a:gd name="T32" fmla="*/ 3968 w 4323"/>
                                <a:gd name="T33" fmla="*/ 4359 h 5437"/>
                                <a:gd name="T34" fmla="*/ 3882 w 4323"/>
                                <a:gd name="T35" fmla="*/ 4552 h 5437"/>
                                <a:gd name="T36" fmla="*/ 3712 w 4323"/>
                                <a:gd name="T37" fmla="*/ 4427 h 5437"/>
                                <a:gd name="T38" fmla="*/ 4323 w 4323"/>
                                <a:gd name="T39" fmla="*/ 4169 h 5437"/>
                                <a:gd name="T40" fmla="*/ 4192 w 4323"/>
                                <a:gd name="T41" fmla="*/ 4310 h 5437"/>
                                <a:gd name="T42" fmla="*/ 3574 w 4323"/>
                                <a:gd name="T43" fmla="*/ 3921 h 5437"/>
                                <a:gd name="T44" fmla="*/ 3712 w 4323"/>
                                <a:gd name="T45" fmla="*/ 4083 h 5437"/>
                                <a:gd name="T46" fmla="*/ 3524 w 4323"/>
                                <a:gd name="T47" fmla="*/ 4061 h 5437"/>
                                <a:gd name="T48" fmla="*/ 4267 w 4323"/>
                                <a:gd name="T49" fmla="*/ 3997 h 5437"/>
                                <a:gd name="T50" fmla="*/ 4319 w 4323"/>
                                <a:gd name="T51" fmla="*/ 3783 h 5437"/>
                                <a:gd name="T52" fmla="*/ 3982 w 4323"/>
                                <a:gd name="T53" fmla="*/ 3857 h 5437"/>
                                <a:gd name="T54" fmla="*/ 3855 w 4323"/>
                                <a:gd name="T55" fmla="*/ 4029 h 5437"/>
                                <a:gd name="T56" fmla="*/ 3717 w 4323"/>
                                <a:gd name="T57" fmla="*/ 3866 h 5437"/>
                                <a:gd name="T58" fmla="*/ 4136 w 4323"/>
                                <a:gd name="T59" fmla="*/ 3395 h 5437"/>
                                <a:gd name="T60" fmla="*/ 4237 w 4323"/>
                                <a:gd name="T61" fmla="*/ 3583 h 5437"/>
                                <a:gd name="T62" fmla="*/ 4029 w 4323"/>
                                <a:gd name="T63" fmla="*/ 3637 h 5437"/>
                                <a:gd name="T64" fmla="*/ 4025 w 4323"/>
                                <a:gd name="T65" fmla="*/ 3423 h 5437"/>
                                <a:gd name="T66" fmla="*/ 3774 w 4323"/>
                                <a:gd name="T67" fmla="*/ 3393 h 5437"/>
                                <a:gd name="T68" fmla="*/ 3733 w 4323"/>
                                <a:gd name="T69" fmla="*/ 3601 h 5437"/>
                                <a:gd name="T70" fmla="*/ 3538 w 4323"/>
                                <a:gd name="T71" fmla="*/ 3515 h 5437"/>
                                <a:gd name="T72" fmla="*/ 3665 w 4323"/>
                                <a:gd name="T73" fmla="*/ 3343 h 5437"/>
                                <a:gd name="T74" fmla="*/ 3549 w 4323"/>
                                <a:gd name="T75" fmla="*/ 3361 h 5437"/>
                                <a:gd name="T76" fmla="*/ 3380 w 4323"/>
                                <a:gd name="T77" fmla="*/ 3375 h 5437"/>
                                <a:gd name="T78" fmla="*/ 4298 w 4323"/>
                                <a:gd name="T79" fmla="*/ 3146 h 5437"/>
                                <a:gd name="T80" fmla="*/ 4072 w 4323"/>
                                <a:gd name="T81" fmla="*/ 2950 h 5437"/>
                                <a:gd name="T82" fmla="*/ 4077 w 4323"/>
                                <a:gd name="T83" fmla="*/ 3164 h 5437"/>
                                <a:gd name="T84" fmla="*/ 3869 w 4323"/>
                                <a:gd name="T85" fmla="*/ 3121 h 5437"/>
                                <a:gd name="T86" fmla="*/ 3955 w 4323"/>
                                <a:gd name="T87" fmla="*/ 2927 h 5437"/>
                                <a:gd name="T88" fmla="*/ 3984 w 4323"/>
                                <a:gd name="T89" fmla="*/ 2273 h 5437"/>
                                <a:gd name="T90" fmla="*/ 4145 w 4323"/>
                                <a:gd name="T91" fmla="*/ 2904 h 5437"/>
                                <a:gd name="T92" fmla="*/ 3624 w 4323"/>
                                <a:gd name="T93" fmla="*/ 2981 h 5437"/>
                                <a:gd name="T94" fmla="*/ 3436 w 4323"/>
                                <a:gd name="T95" fmla="*/ 3078 h 5437"/>
                                <a:gd name="T96" fmla="*/ 3004 w 4323"/>
                                <a:gd name="T97" fmla="*/ 2707 h 5437"/>
                                <a:gd name="T98" fmla="*/ 3235 w 4323"/>
                                <a:gd name="T99" fmla="*/ 2216 h 5437"/>
                                <a:gd name="T100" fmla="*/ 45 w 4323"/>
                                <a:gd name="T101" fmla="*/ 500 h 5437"/>
                                <a:gd name="T102" fmla="*/ 212 w 4323"/>
                                <a:gd name="T103" fmla="*/ 1265 h 5437"/>
                                <a:gd name="T104" fmla="*/ 622 w 4323"/>
                                <a:gd name="T105" fmla="*/ 1679 h 5437"/>
                                <a:gd name="T106" fmla="*/ 1242 w 4323"/>
                                <a:gd name="T107" fmla="*/ 1800 h 5437"/>
                                <a:gd name="T108" fmla="*/ 1838 w 4323"/>
                                <a:gd name="T109" fmla="*/ 1944 h 5437"/>
                                <a:gd name="T110" fmla="*/ 2091 w 4323"/>
                                <a:gd name="T111" fmla="*/ 2280 h 5437"/>
                                <a:gd name="T112" fmla="*/ 1877 w 4323"/>
                                <a:gd name="T113" fmla="*/ 2624 h 5437"/>
                                <a:gd name="T114" fmla="*/ 1865 w 4323"/>
                                <a:gd name="T115" fmla="*/ 2913 h 5437"/>
                                <a:gd name="T116" fmla="*/ 1270 w 4323"/>
                                <a:gd name="T117" fmla="*/ 2795 h 5437"/>
                                <a:gd name="T118" fmla="*/ 588 w 4323"/>
                                <a:gd name="T119" fmla="*/ 2365 h 5437"/>
                                <a:gd name="T120" fmla="*/ 86 w 4323"/>
                                <a:gd name="T121" fmla="*/ 1671 h 5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4323" h="5437">
                                  <a:moveTo>
                                    <a:pt x="3119" y="5378"/>
                                  </a:moveTo>
                                  <a:lnTo>
                                    <a:pt x="3122" y="5380"/>
                                  </a:lnTo>
                                  <a:lnTo>
                                    <a:pt x="3151" y="5396"/>
                                  </a:lnTo>
                                  <a:lnTo>
                                    <a:pt x="3174" y="5419"/>
                                  </a:lnTo>
                                  <a:lnTo>
                                    <a:pt x="3185" y="5437"/>
                                  </a:lnTo>
                                  <a:lnTo>
                                    <a:pt x="3081" y="5437"/>
                                  </a:lnTo>
                                  <a:lnTo>
                                    <a:pt x="3119" y="5378"/>
                                  </a:lnTo>
                                  <a:close/>
                                  <a:moveTo>
                                    <a:pt x="4238" y="5324"/>
                                  </a:moveTo>
                                  <a:lnTo>
                                    <a:pt x="4269" y="5326"/>
                                  </a:lnTo>
                                  <a:lnTo>
                                    <a:pt x="4299" y="5337"/>
                                  </a:lnTo>
                                  <a:lnTo>
                                    <a:pt x="4323" y="5349"/>
                                  </a:lnTo>
                                  <a:lnTo>
                                    <a:pt x="4323" y="5437"/>
                                  </a:lnTo>
                                  <a:lnTo>
                                    <a:pt x="4111" y="5437"/>
                                  </a:lnTo>
                                  <a:lnTo>
                                    <a:pt x="4113" y="5424"/>
                                  </a:lnTo>
                                  <a:lnTo>
                                    <a:pt x="4120" y="5405"/>
                                  </a:lnTo>
                                  <a:lnTo>
                                    <a:pt x="4136" y="5378"/>
                                  </a:lnTo>
                                  <a:lnTo>
                                    <a:pt x="4156" y="5356"/>
                                  </a:lnTo>
                                  <a:lnTo>
                                    <a:pt x="4181" y="5340"/>
                                  </a:lnTo>
                                  <a:lnTo>
                                    <a:pt x="4210" y="5330"/>
                                  </a:lnTo>
                                  <a:lnTo>
                                    <a:pt x="4238" y="5324"/>
                                  </a:lnTo>
                                  <a:close/>
                                  <a:moveTo>
                                    <a:pt x="3525" y="5220"/>
                                  </a:moveTo>
                                  <a:lnTo>
                                    <a:pt x="3556" y="5222"/>
                                  </a:lnTo>
                                  <a:lnTo>
                                    <a:pt x="3585" y="5233"/>
                                  </a:lnTo>
                                  <a:lnTo>
                                    <a:pt x="3611" y="5249"/>
                                  </a:lnTo>
                                  <a:lnTo>
                                    <a:pt x="3635" y="5269"/>
                                  </a:lnTo>
                                  <a:lnTo>
                                    <a:pt x="3651" y="5294"/>
                                  </a:lnTo>
                                  <a:lnTo>
                                    <a:pt x="3662" y="5322"/>
                                  </a:lnTo>
                                  <a:lnTo>
                                    <a:pt x="3665" y="5351"/>
                                  </a:lnTo>
                                  <a:lnTo>
                                    <a:pt x="3663" y="5381"/>
                                  </a:lnTo>
                                  <a:lnTo>
                                    <a:pt x="3654" y="5412"/>
                                  </a:lnTo>
                                  <a:lnTo>
                                    <a:pt x="3644" y="5430"/>
                                  </a:lnTo>
                                  <a:lnTo>
                                    <a:pt x="3638" y="5437"/>
                                  </a:lnTo>
                                  <a:lnTo>
                                    <a:pt x="3422" y="5437"/>
                                  </a:lnTo>
                                  <a:lnTo>
                                    <a:pt x="3409" y="5419"/>
                                  </a:lnTo>
                                  <a:lnTo>
                                    <a:pt x="3398" y="5392"/>
                                  </a:lnTo>
                                  <a:lnTo>
                                    <a:pt x="3395" y="5362"/>
                                  </a:lnTo>
                                  <a:lnTo>
                                    <a:pt x="3397" y="5331"/>
                                  </a:lnTo>
                                  <a:lnTo>
                                    <a:pt x="3405" y="5301"/>
                                  </a:lnTo>
                                  <a:lnTo>
                                    <a:pt x="3422" y="5274"/>
                                  </a:lnTo>
                                  <a:lnTo>
                                    <a:pt x="3443" y="5252"/>
                                  </a:lnTo>
                                  <a:lnTo>
                                    <a:pt x="3468" y="5236"/>
                                  </a:lnTo>
                                  <a:lnTo>
                                    <a:pt x="3495" y="5226"/>
                                  </a:lnTo>
                                  <a:lnTo>
                                    <a:pt x="3525" y="5220"/>
                                  </a:lnTo>
                                  <a:close/>
                                  <a:moveTo>
                                    <a:pt x="3943" y="5025"/>
                                  </a:moveTo>
                                  <a:lnTo>
                                    <a:pt x="3972" y="5029"/>
                                  </a:lnTo>
                                  <a:lnTo>
                                    <a:pt x="4002" y="5038"/>
                                  </a:lnTo>
                                  <a:lnTo>
                                    <a:pt x="4029" y="5054"/>
                                  </a:lnTo>
                                  <a:lnTo>
                                    <a:pt x="4050" y="5075"/>
                                  </a:lnTo>
                                  <a:lnTo>
                                    <a:pt x="4068" y="5100"/>
                                  </a:lnTo>
                                  <a:lnTo>
                                    <a:pt x="4079" y="5127"/>
                                  </a:lnTo>
                                  <a:lnTo>
                                    <a:pt x="4083" y="5158"/>
                                  </a:lnTo>
                                  <a:lnTo>
                                    <a:pt x="4081" y="5188"/>
                                  </a:lnTo>
                                  <a:lnTo>
                                    <a:pt x="4072" y="5217"/>
                                  </a:lnTo>
                                  <a:lnTo>
                                    <a:pt x="4056" y="5245"/>
                                  </a:lnTo>
                                  <a:lnTo>
                                    <a:pt x="4034" y="5267"/>
                                  </a:lnTo>
                                  <a:lnTo>
                                    <a:pt x="4009" y="5283"/>
                                  </a:lnTo>
                                  <a:lnTo>
                                    <a:pt x="3980" y="5294"/>
                                  </a:lnTo>
                                  <a:lnTo>
                                    <a:pt x="3952" y="5299"/>
                                  </a:lnTo>
                                  <a:lnTo>
                                    <a:pt x="3921" y="5295"/>
                                  </a:lnTo>
                                  <a:lnTo>
                                    <a:pt x="3891" y="5287"/>
                                  </a:lnTo>
                                  <a:lnTo>
                                    <a:pt x="3864" y="5270"/>
                                  </a:lnTo>
                                  <a:lnTo>
                                    <a:pt x="3843" y="5249"/>
                                  </a:lnTo>
                                  <a:lnTo>
                                    <a:pt x="3826" y="5224"/>
                                  </a:lnTo>
                                  <a:lnTo>
                                    <a:pt x="3816" y="5197"/>
                                  </a:lnTo>
                                  <a:lnTo>
                                    <a:pt x="3810" y="5166"/>
                                  </a:lnTo>
                                  <a:lnTo>
                                    <a:pt x="3814" y="5136"/>
                                  </a:lnTo>
                                  <a:lnTo>
                                    <a:pt x="3823" y="5106"/>
                                  </a:lnTo>
                                  <a:lnTo>
                                    <a:pt x="3839" y="5079"/>
                                  </a:lnTo>
                                  <a:lnTo>
                                    <a:pt x="3860" y="5057"/>
                                  </a:lnTo>
                                  <a:lnTo>
                                    <a:pt x="3886" y="5041"/>
                                  </a:lnTo>
                                  <a:lnTo>
                                    <a:pt x="3912" y="5030"/>
                                  </a:lnTo>
                                  <a:lnTo>
                                    <a:pt x="3943" y="5025"/>
                                  </a:lnTo>
                                  <a:close/>
                                  <a:moveTo>
                                    <a:pt x="3595" y="4688"/>
                                  </a:moveTo>
                                  <a:lnTo>
                                    <a:pt x="3626" y="4692"/>
                                  </a:lnTo>
                                  <a:lnTo>
                                    <a:pt x="3656" y="4701"/>
                                  </a:lnTo>
                                  <a:lnTo>
                                    <a:pt x="3683" y="4717"/>
                                  </a:lnTo>
                                  <a:lnTo>
                                    <a:pt x="3705" y="4737"/>
                                  </a:lnTo>
                                  <a:lnTo>
                                    <a:pt x="3723" y="4762"/>
                                  </a:lnTo>
                                  <a:lnTo>
                                    <a:pt x="3733" y="4790"/>
                                  </a:lnTo>
                                  <a:lnTo>
                                    <a:pt x="3737" y="4821"/>
                                  </a:lnTo>
                                  <a:lnTo>
                                    <a:pt x="3735" y="4851"/>
                                  </a:lnTo>
                                  <a:lnTo>
                                    <a:pt x="3724" y="4880"/>
                                  </a:lnTo>
                                  <a:lnTo>
                                    <a:pt x="3708" y="4907"/>
                                  </a:lnTo>
                                  <a:lnTo>
                                    <a:pt x="3689" y="4930"/>
                                  </a:lnTo>
                                  <a:lnTo>
                                    <a:pt x="3663" y="4946"/>
                                  </a:lnTo>
                                  <a:lnTo>
                                    <a:pt x="3635" y="4957"/>
                                  </a:lnTo>
                                  <a:lnTo>
                                    <a:pt x="3606" y="4960"/>
                                  </a:lnTo>
                                  <a:lnTo>
                                    <a:pt x="3576" y="4959"/>
                                  </a:lnTo>
                                  <a:lnTo>
                                    <a:pt x="3545" y="4950"/>
                                  </a:lnTo>
                                  <a:lnTo>
                                    <a:pt x="3518" y="4934"/>
                                  </a:lnTo>
                                  <a:lnTo>
                                    <a:pt x="3497" y="4912"/>
                                  </a:lnTo>
                                  <a:lnTo>
                                    <a:pt x="3481" y="4887"/>
                                  </a:lnTo>
                                  <a:lnTo>
                                    <a:pt x="3470" y="4860"/>
                                  </a:lnTo>
                                  <a:lnTo>
                                    <a:pt x="3465" y="4830"/>
                                  </a:lnTo>
                                  <a:lnTo>
                                    <a:pt x="3468" y="4799"/>
                                  </a:lnTo>
                                  <a:lnTo>
                                    <a:pt x="3477" y="4769"/>
                                  </a:lnTo>
                                  <a:lnTo>
                                    <a:pt x="3493" y="4742"/>
                                  </a:lnTo>
                                  <a:lnTo>
                                    <a:pt x="3515" y="4720"/>
                                  </a:lnTo>
                                  <a:lnTo>
                                    <a:pt x="3538" y="4704"/>
                                  </a:lnTo>
                                  <a:lnTo>
                                    <a:pt x="3567" y="4694"/>
                                  </a:lnTo>
                                  <a:lnTo>
                                    <a:pt x="3595" y="4688"/>
                                  </a:lnTo>
                                  <a:close/>
                                  <a:moveTo>
                                    <a:pt x="4167" y="4595"/>
                                  </a:moveTo>
                                  <a:lnTo>
                                    <a:pt x="4197" y="4599"/>
                                  </a:lnTo>
                                  <a:lnTo>
                                    <a:pt x="4226" y="4608"/>
                                  </a:lnTo>
                                  <a:lnTo>
                                    <a:pt x="4253" y="4624"/>
                                  </a:lnTo>
                                  <a:lnTo>
                                    <a:pt x="4276" y="4645"/>
                                  </a:lnTo>
                                  <a:lnTo>
                                    <a:pt x="4292" y="4670"/>
                                  </a:lnTo>
                                  <a:lnTo>
                                    <a:pt x="4303" y="4697"/>
                                  </a:lnTo>
                                  <a:lnTo>
                                    <a:pt x="4307" y="4728"/>
                                  </a:lnTo>
                                  <a:lnTo>
                                    <a:pt x="4305" y="4758"/>
                                  </a:lnTo>
                                  <a:lnTo>
                                    <a:pt x="4296" y="4787"/>
                                  </a:lnTo>
                                  <a:lnTo>
                                    <a:pt x="4280" y="4814"/>
                                  </a:lnTo>
                                  <a:lnTo>
                                    <a:pt x="4258" y="4837"/>
                                  </a:lnTo>
                                  <a:lnTo>
                                    <a:pt x="4233" y="4853"/>
                                  </a:lnTo>
                                  <a:lnTo>
                                    <a:pt x="4206" y="4864"/>
                                  </a:lnTo>
                                  <a:lnTo>
                                    <a:pt x="4176" y="4867"/>
                                  </a:lnTo>
                                  <a:lnTo>
                                    <a:pt x="4145" y="4866"/>
                                  </a:lnTo>
                                  <a:lnTo>
                                    <a:pt x="4117" y="4857"/>
                                  </a:lnTo>
                                  <a:lnTo>
                                    <a:pt x="4090" y="4840"/>
                                  </a:lnTo>
                                  <a:lnTo>
                                    <a:pt x="4066" y="4819"/>
                                  </a:lnTo>
                                  <a:lnTo>
                                    <a:pt x="4050" y="4794"/>
                                  </a:lnTo>
                                  <a:lnTo>
                                    <a:pt x="4040" y="4767"/>
                                  </a:lnTo>
                                  <a:lnTo>
                                    <a:pt x="4036" y="4737"/>
                                  </a:lnTo>
                                  <a:lnTo>
                                    <a:pt x="4038" y="4706"/>
                                  </a:lnTo>
                                  <a:lnTo>
                                    <a:pt x="4047" y="4676"/>
                                  </a:lnTo>
                                  <a:lnTo>
                                    <a:pt x="4063" y="4649"/>
                                  </a:lnTo>
                                  <a:lnTo>
                                    <a:pt x="4084" y="4627"/>
                                  </a:lnTo>
                                  <a:lnTo>
                                    <a:pt x="4109" y="4611"/>
                                  </a:lnTo>
                                  <a:lnTo>
                                    <a:pt x="4136" y="4600"/>
                                  </a:lnTo>
                                  <a:lnTo>
                                    <a:pt x="4167" y="4595"/>
                                  </a:lnTo>
                                  <a:close/>
                                  <a:moveTo>
                                    <a:pt x="3843" y="4285"/>
                                  </a:moveTo>
                                  <a:lnTo>
                                    <a:pt x="3873" y="4287"/>
                                  </a:lnTo>
                                  <a:lnTo>
                                    <a:pt x="3902" y="4296"/>
                                  </a:lnTo>
                                  <a:lnTo>
                                    <a:pt x="3929" y="4312"/>
                                  </a:lnTo>
                                  <a:lnTo>
                                    <a:pt x="3952" y="4333"/>
                                  </a:lnTo>
                                  <a:lnTo>
                                    <a:pt x="3968" y="4359"/>
                                  </a:lnTo>
                                  <a:lnTo>
                                    <a:pt x="3979" y="4387"/>
                                  </a:lnTo>
                                  <a:lnTo>
                                    <a:pt x="3982" y="4416"/>
                                  </a:lnTo>
                                  <a:lnTo>
                                    <a:pt x="3980" y="4446"/>
                                  </a:lnTo>
                                  <a:lnTo>
                                    <a:pt x="3972" y="4477"/>
                                  </a:lnTo>
                                  <a:lnTo>
                                    <a:pt x="3955" y="4504"/>
                                  </a:lnTo>
                                  <a:lnTo>
                                    <a:pt x="3934" y="4525"/>
                                  </a:lnTo>
                                  <a:lnTo>
                                    <a:pt x="3909" y="4541"/>
                                  </a:lnTo>
                                  <a:lnTo>
                                    <a:pt x="3882" y="4552"/>
                                  </a:lnTo>
                                  <a:lnTo>
                                    <a:pt x="3852" y="4557"/>
                                  </a:lnTo>
                                  <a:lnTo>
                                    <a:pt x="3821" y="4556"/>
                                  </a:lnTo>
                                  <a:lnTo>
                                    <a:pt x="3791" y="4545"/>
                                  </a:lnTo>
                                  <a:lnTo>
                                    <a:pt x="3764" y="4529"/>
                                  </a:lnTo>
                                  <a:lnTo>
                                    <a:pt x="3742" y="4509"/>
                                  </a:lnTo>
                                  <a:lnTo>
                                    <a:pt x="3726" y="4484"/>
                                  </a:lnTo>
                                  <a:lnTo>
                                    <a:pt x="3715" y="4455"/>
                                  </a:lnTo>
                                  <a:lnTo>
                                    <a:pt x="3712" y="4427"/>
                                  </a:lnTo>
                                  <a:lnTo>
                                    <a:pt x="3714" y="4396"/>
                                  </a:lnTo>
                                  <a:lnTo>
                                    <a:pt x="3723" y="4366"/>
                                  </a:lnTo>
                                  <a:lnTo>
                                    <a:pt x="3739" y="4339"/>
                                  </a:lnTo>
                                  <a:lnTo>
                                    <a:pt x="3760" y="4316"/>
                                  </a:lnTo>
                                  <a:lnTo>
                                    <a:pt x="3785" y="4299"/>
                                  </a:lnTo>
                                  <a:lnTo>
                                    <a:pt x="3812" y="4289"/>
                                  </a:lnTo>
                                  <a:lnTo>
                                    <a:pt x="3843" y="4285"/>
                                  </a:lnTo>
                                  <a:close/>
                                  <a:moveTo>
                                    <a:pt x="4323" y="4169"/>
                                  </a:moveTo>
                                  <a:lnTo>
                                    <a:pt x="4323" y="4441"/>
                                  </a:lnTo>
                                  <a:lnTo>
                                    <a:pt x="4301" y="4439"/>
                                  </a:lnTo>
                                  <a:lnTo>
                                    <a:pt x="4272" y="4428"/>
                                  </a:lnTo>
                                  <a:lnTo>
                                    <a:pt x="4246" y="4412"/>
                                  </a:lnTo>
                                  <a:lnTo>
                                    <a:pt x="4224" y="4393"/>
                                  </a:lnTo>
                                  <a:lnTo>
                                    <a:pt x="4208" y="4368"/>
                                  </a:lnTo>
                                  <a:lnTo>
                                    <a:pt x="4197" y="4339"/>
                                  </a:lnTo>
                                  <a:lnTo>
                                    <a:pt x="4192" y="4310"/>
                                  </a:lnTo>
                                  <a:lnTo>
                                    <a:pt x="4195" y="4280"/>
                                  </a:lnTo>
                                  <a:lnTo>
                                    <a:pt x="4204" y="4249"/>
                                  </a:lnTo>
                                  <a:lnTo>
                                    <a:pt x="4221" y="4222"/>
                                  </a:lnTo>
                                  <a:lnTo>
                                    <a:pt x="4240" y="4201"/>
                                  </a:lnTo>
                                  <a:lnTo>
                                    <a:pt x="4265" y="4183"/>
                                  </a:lnTo>
                                  <a:lnTo>
                                    <a:pt x="4294" y="4172"/>
                                  </a:lnTo>
                                  <a:lnTo>
                                    <a:pt x="4323" y="4169"/>
                                  </a:lnTo>
                                  <a:close/>
                                  <a:moveTo>
                                    <a:pt x="3574" y="3921"/>
                                  </a:moveTo>
                                  <a:lnTo>
                                    <a:pt x="3604" y="3923"/>
                                  </a:lnTo>
                                  <a:lnTo>
                                    <a:pt x="3635" y="3934"/>
                                  </a:lnTo>
                                  <a:lnTo>
                                    <a:pt x="3662" y="3950"/>
                                  </a:lnTo>
                                  <a:lnTo>
                                    <a:pt x="3683" y="3970"/>
                                  </a:lnTo>
                                  <a:lnTo>
                                    <a:pt x="3699" y="3995"/>
                                  </a:lnTo>
                                  <a:lnTo>
                                    <a:pt x="3710" y="4024"/>
                                  </a:lnTo>
                                  <a:lnTo>
                                    <a:pt x="3714" y="4052"/>
                                  </a:lnTo>
                                  <a:lnTo>
                                    <a:pt x="3712" y="4083"/>
                                  </a:lnTo>
                                  <a:lnTo>
                                    <a:pt x="3703" y="4113"/>
                                  </a:lnTo>
                                  <a:lnTo>
                                    <a:pt x="3683" y="4144"/>
                                  </a:lnTo>
                                  <a:lnTo>
                                    <a:pt x="3658" y="4169"/>
                                  </a:lnTo>
                                  <a:lnTo>
                                    <a:pt x="3628" y="4185"/>
                                  </a:lnTo>
                                  <a:lnTo>
                                    <a:pt x="3595" y="4194"/>
                                  </a:lnTo>
                                  <a:lnTo>
                                    <a:pt x="3560" y="4192"/>
                                  </a:lnTo>
                                  <a:lnTo>
                                    <a:pt x="3525" y="4183"/>
                                  </a:lnTo>
                                  <a:lnTo>
                                    <a:pt x="3524" y="4061"/>
                                  </a:lnTo>
                                  <a:lnTo>
                                    <a:pt x="3515" y="3938"/>
                                  </a:lnTo>
                                  <a:lnTo>
                                    <a:pt x="3543" y="3927"/>
                                  </a:lnTo>
                                  <a:lnTo>
                                    <a:pt x="3574" y="3921"/>
                                  </a:lnTo>
                                  <a:close/>
                                  <a:moveTo>
                                    <a:pt x="4323" y="3783"/>
                                  </a:moveTo>
                                  <a:lnTo>
                                    <a:pt x="4323" y="4036"/>
                                  </a:lnTo>
                                  <a:lnTo>
                                    <a:pt x="4315" y="4034"/>
                                  </a:lnTo>
                                  <a:lnTo>
                                    <a:pt x="4289" y="4018"/>
                                  </a:lnTo>
                                  <a:lnTo>
                                    <a:pt x="4267" y="3997"/>
                                  </a:lnTo>
                                  <a:lnTo>
                                    <a:pt x="4251" y="3972"/>
                                  </a:lnTo>
                                  <a:lnTo>
                                    <a:pt x="4240" y="3945"/>
                                  </a:lnTo>
                                  <a:lnTo>
                                    <a:pt x="4237" y="3914"/>
                                  </a:lnTo>
                                  <a:lnTo>
                                    <a:pt x="4238" y="3884"/>
                                  </a:lnTo>
                                  <a:lnTo>
                                    <a:pt x="4247" y="3853"/>
                                  </a:lnTo>
                                  <a:lnTo>
                                    <a:pt x="4265" y="3825"/>
                                  </a:lnTo>
                                  <a:lnTo>
                                    <a:pt x="4290" y="3800"/>
                                  </a:lnTo>
                                  <a:lnTo>
                                    <a:pt x="4319" y="3783"/>
                                  </a:lnTo>
                                  <a:lnTo>
                                    <a:pt x="4323" y="3783"/>
                                  </a:lnTo>
                                  <a:close/>
                                  <a:moveTo>
                                    <a:pt x="3846" y="3757"/>
                                  </a:moveTo>
                                  <a:lnTo>
                                    <a:pt x="3877" y="3758"/>
                                  </a:lnTo>
                                  <a:lnTo>
                                    <a:pt x="3905" y="3767"/>
                                  </a:lnTo>
                                  <a:lnTo>
                                    <a:pt x="3932" y="3783"/>
                                  </a:lnTo>
                                  <a:lnTo>
                                    <a:pt x="3955" y="3805"/>
                                  </a:lnTo>
                                  <a:lnTo>
                                    <a:pt x="3972" y="3830"/>
                                  </a:lnTo>
                                  <a:lnTo>
                                    <a:pt x="3982" y="3857"/>
                                  </a:lnTo>
                                  <a:lnTo>
                                    <a:pt x="3986" y="3887"/>
                                  </a:lnTo>
                                  <a:lnTo>
                                    <a:pt x="3984" y="3918"/>
                                  </a:lnTo>
                                  <a:lnTo>
                                    <a:pt x="3975" y="3948"/>
                                  </a:lnTo>
                                  <a:lnTo>
                                    <a:pt x="3959" y="3975"/>
                                  </a:lnTo>
                                  <a:lnTo>
                                    <a:pt x="3937" y="3997"/>
                                  </a:lnTo>
                                  <a:lnTo>
                                    <a:pt x="3912" y="4013"/>
                                  </a:lnTo>
                                  <a:lnTo>
                                    <a:pt x="3886" y="4024"/>
                                  </a:lnTo>
                                  <a:lnTo>
                                    <a:pt x="3855" y="4029"/>
                                  </a:lnTo>
                                  <a:lnTo>
                                    <a:pt x="3825" y="4025"/>
                                  </a:lnTo>
                                  <a:lnTo>
                                    <a:pt x="3796" y="4016"/>
                                  </a:lnTo>
                                  <a:lnTo>
                                    <a:pt x="3769" y="4000"/>
                                  </a:lnTo>
                                  <a:lnTo>
                                    <a:pt x="3746" y="3979"/>
                                  </a:lnTo>
                                  <a:lnTo>
                                    <a:pt x="3730" y="3954"/>
                                  </a:lnTo>
                                  <a:lnTo>
                                    <a:pt x="3719" y="3927"/>
                                  </a:lnTo>
                                  <a:lnTo>
                                    <a:pt x="3715" y="3896"/>
                                  </a:lnTo>
                                  <a:lnTo>
                                    <a:pt x="3717" y="3866"/>
                                  </a:lnTo>
                                  <a:lnTo>
                                    <a:pt x="3726" y="3837"/>
                                  </a:lnTo>
                                  <a:lnTo>
                                    <a:pt x="3742" y="3809"/>
                                  </a:lnTo>
                                  <a:lnTo>
                                    <a:pt x="3764" y="3787"/>
                                  </a:lnTo>
                                  <a:lnTo>
                                    <a:pt x="3789" y="3771"/>
                                  </a:lnTo>
                                  <a:lnTo>
                                    <a:pt x="3816" y="3760"/>
                                  </a:lnTo>
                                  <a:lnTo>
                                    <a:pt x="3846" y="3757"/>
                                  </a:lnTo>
                                  <a:close/>
                                  <a:moveTo>
                                    <a:pt x="4108" y="3391"/>
                                  </a:moveTo>
                                  <a:lnTo>
                                    <a:pt x="4136" y="3395"/>
                                  </a:lnTo>
                                  <a:lnTo>
                                    <a:pt x="4167" y="3404"/>
                                  </a:lnTo>
                                  <a:lnTo>
                                    <a:pt x="4194" y="3420"/>
                                  </a:lnTo>
                                  <a:lnTo>
                                    <a:pt x="4215" y="3441"/>
                                  </a:lnTo>
                                  <a:lnTo>
                                    <a:pt x="4233" y="3466"/>
                                  </a:lnTo>
                                  <a:lnTo>
                                    <a:pt x="4244" y="3493"/>
                                  </a:lnTo>
                                  <a:lnTo>
                                    <a:pt x="4247" y="3524"/>
                                  </a:lnTo>
                                  <a:lnTo>
                                    <a:pt x="4246" y="3554"/>
                                  </a:lnTo>
                                  <a:lnTo>
                                    <a:pt x="4237" y="3583"/>
                                  </a:lnTo>
                                  <a:lnTo>
                                    <a:pt x="4221" y="3612"/>
                                  </a:lnTo>
                                  <a:lnTo>
                                    <a:pt x="4199" y="3633"/>
                                  </a:lnTo>
                                  <a:lnTo>
                                    <a:pt x="4174" y="3649"/>
                                  </a:lnTo>
                                  <a:lnTo>
                                    <a:pt x="4145" y="3660"/>
                                  </a:lnTo>
                                  <a:lnTo>
                                    <a:pt x="4117" y="3663"/>
                                  </a:lnTo>
                                  <a:lnTo>
                                    <a:pt x="4086" y="3662"/>
                                  </a:lnTo>
                                  <a:lnTo>
                                    <a:pt x="4056" y="3653"/>
                                  </a:lnTo>
                                  <a:lnTo>
                                    <a:pt x="4029" y="3637"/>
                                  </a:lnTo>
                                  <a:lnTo>
                                    <a:pt x="4007" y="3615"/>
                                  </a:lnTo>
                                  <a:lnTo>
                                    <a:pt x="3991" y="3590"/>
                                  </a:lnTo>
                                  <a:lnTo>
                                    <a:pt x="3980" y="3563"/>
                                  </a:lnTo>
                                  <a:lnTo>
                                    <a:pt x="3975" y="3533"/>
                                  </a:lnTo>
                                  <a:lnTo>
                                    <a:pt x="3979" y="3502"/>
                                  </a:lnTo>
                                  <a:lnTo>
                                    <a:pt x="3988" y="3472"/>
                                  </a:lnTo>
                                  <a:lnTo>
                                    <a:pt x="4004" y="3445"/>
                                  </a:lnTo>
                                  <a:lnTo>
                                    <a:pt x="4025" y="3423"/>
                                  </a:lnTo>
                                  <a:lnTo>
                                    <a:pt x="4049" y="3407"/>
                                  </a:lnTo>
                                  <a:lnTo>
                                    <a:pt x="4077" y="3397"/>
                                  </a:lnTo>
                                  <a:lnTo>
                                    <a:pt x="4108" y="3391"/>
                                  </a:lnTo>
                                  <a:close/>
                                  <a:moveTo>
                                    <a:pt x="3665" y="3343"/>
                                  </a:moveTo>
                                  <a:lnTo>
                                    <a:pt x="3696" y="3346"/>
                                  </a:lnTo>
                                  <a:lnTo>
                                    <a:pt x="3726" y="3355"/>
                                  </a:lnTo>
                                  <a:lnTo>
                                    <a:pt x="3753" y="3371"/>
                                  </a:lnTo>
                                  <a:lnTo>
                                    <a:pt x="3774" y="3393"/>
                                  </a:lnTo>
                                  <a:lnTo>
                                    <a:pt x="3791" y="3418"/>
                                  </a:lnTo>
                                  <a:lnTo>
                                    <a:pt x="3801" y="3445"/>
                                  </a:lnTo>
                                  <a:lnTo>
                                    <a:pt x="3807" y="3475"/>
                                  </a:lnTo>
                                  <a:lnTo>
                                    <a:pt x="3803" y="3506"/>
                                  </a:lnTo>
                                  <a:lnTo>
                                    <a:pt x="3794" y="3534"/>
                                  </a:lnTo>
                                  <a:lnTo>
                                    <a:pt x="3778" y="3563"/>
                                  </a:lnTo>
                                  <a:lnTo>
                                    <a:pt x="3757" y="3585"/>
                                  </a:lnTo>
                                  <a:lnTo>
                                    <a:pt x="3733" y="3601"/>
                                  </a:lnTo>
                                  <a:lnTo>
                                    <a:pt x="3705" y="3612"/>
                                  </a:lnTo>
                                  <a:lnTo>
                                    <a:pt x="3676" y="3617"/>
                                  </a:lnTo>
                                  <a:lnTo>
                                    <a:pt x="3646" y="3613"/>
                                  </a:lnTo>
                                  <a:lnTo>
                                    <a:pt x="3615" y="3604"/>
                                  </a:lnTo>
                                  <a:lnTo>
                                    <a:pt x="3588" y="3588"/>
                                  </a:lnTo>
                                  <a:lnTo>
                                    <a:pt x="3567" y="3567"/>
                                  </a:lnTo>
                                  <a:lnTo>
                                    <a:pt x="3549" y="3542"/>
                                  </a:lnTo>
                                  <a:lnTo>
                                    <a:pt x="3538" y="3515"/>
                                  </a:lnTo>
                                  <a:lnTo>
                                    <a:pt x="3534" y="3484"/>
                                  </a:lnTo>
                                  <a:lnTo>
                                    <a:pt x="3536" y="3454"/>
                                  </a:lnTo>
                                  <a:lnTo>
                                    <a:pt x="3547" y="3425"/>
                                  </a:lnTo>
                                  <a:lnTo>
                                    <a:pt x="3561" y="3397"/>
                                  </a:lnTo>
                                  <a:lnTo>
                                    <a:pt x="3583" y="3375"/>
                                  </a:lnTo>
                                  <a:lnTo>
                                    <a:pt x="3608" y="3359"/>
                                  </a:lnTo>
                                  <a:lnTo>
                                    <a:pt x="3637" y="3348"/>
                                  </a:lnTo>
                                  <a:lnTo>
                                    <a:pt x="3665" y="3343"/>
                                  </a:lnTo>
                                  <a:close/>
                                  <a:moveTo>
                                    <a:pt x="3398" y="3230"/>
                                  </a:moveTo>
                                  <a:lnTo>
                                    <a:pt x="3432" y="3230"/>
                                  </a:lnTo>
                                  <a:lnTo>
                                    <a:pt x="3468" y="3241"/>
                                  </a:lnTo>
                                  <a:lnTo>
                                    <a:pt x="3495" y="3257"/>
                                  </a:lnTo>
                                  <a:lnTo>
                                    <a:pt x="3517" y="3277"/>
                                  </a:lnTo>
                                  <a:lnTo>
                                    <a:pt x="3534" y="3302"/>
                                  </a:lnTo>
                                  <a:lnTo>
                                    <a:pt x="3545" y="3330"/>
                                  </a:lnTo>
                                  <a:lnTo>
                                    <a:pt x="3549" y="3361"/>
                                  </a:lnTo>
                                  <a:lnTo>
                                    <a:pt x="3547" y="3389"/>
                                  </a:lnTo>
                                  <a:lnTo>
                                    <a:pt x="3536" y="3420"/>
                                  </a:lnTo>
                                  <a:lnTo>
                                    <a:pt x="3522" y="3447"/>
                                  </a:lnTo>
                                  <a:lnTo>
                                    <a:pt x="3502" y="3468"/>
                                  </a:lnTo>
                                  <a:lnTo>
                                    <a:pt x="3479" y="3484"/>
                                  </a:lnTo>
                                  <a:lnTo>
                                    <a:pt x="3452" y="3495"/>
                                  </a:lnTo>
                                  <a:lnTo>
                                    <a:pt x="3423" y="3500"/>
                                  </a:lnTo>
                                  <a:lnTo>
                                    <a:pt x="3380" y="3375"/>
                                  </a:lnTo>
                                  <a:lnTo>
                                    <a:pt x="3334" y="3255"/>
                                  </a:lnTo>
                                  <a:lnTo>
                                    <a:pt x="3364" y="3237"/>
                                  </a:lnTo>
                                  <a:lnTo>
                                    <a:pt x="3398" y="3230"/>
                                  </a:lnTo>
                                  <a:close/>
                                  <a:moveTo>
                                    <a:pt x="4323" y="3062"/>
                                  </a:moveTo>
                                  <a:lnTo>
                                    <a:pt x="4323" y="3221"/>
                                  </a:lnTo>
                                  <a:lnTo>
                                    <a:pt x="4312" y="3203"/>
                                  </a:lnTo>
                                  <a:lnTo>
                                    <a:pt x="4301" y="3176"/>
                                  </a:lnTo>
                                  <a:lnTo>
                                    <a:pt x="4298" y="3146"/>
                                  </a:lnTo>
                                  <a:lnTo>
                                    <a:pt x="4299" y="3115"/>
                                  </a:lnTo>
                                  <a:lnTo>
                                    <a:pt x="4308" y="3085"/>
                                  </a:lnTo>
                                  <a:lnTo>
                                    <a:pt x="4323" y="3062"/>
                                  </a:lnTo>
                                  <a:lnTo>
                                    <a:pt x="4323" y="3062"/>
                                  </a:lnTo>
                                  <a:close/>
                                  <a:moveTo>
                                    <a:pt x="3984" y="2924"/>
                                  </a:moveTo>
                                  <a:lnTo>
                                    <a:pt x="4015" y="2925"/>
                                  </a:lnTo>
                                  <a:lnTo>
                                    <a:pt x="4045" y="2934"/>
                                  </a:lnTo>
                                  <a:lnTo>
                                    <a:pt x="4072" y="2950"/>
                                  </a:lnTo>
                                  <a:lnTo>
                                    <a:pt x="4093" y="2972"/>
                                  </a:lnTo>
                                  <a:lnTo>
                                    <a:pt x="4111" y="2997"/>
                                  </a:lnTo>
                                  <a:lnTo>
                                    <a:pt x="4120" y="3024"/>
                                  </a:lnTo>
                                  <a:lnTo>
                                    <a:pt x="4126" y="3054"/>
                                  </a:lnTo>
                                  <a:lnTo>
                                    <a:pt x="4124" y="3085"/>
                                  </a:lnTo>
                                  <a:lnTo>
                                    <a:pt x="4113" y="3115"/>
                                  </a:lnTo>
                                  <a:lnTo>
                                    <a:pt x="4097" y="3142"/>
                                  </a:lnTo>
                                  <a:lnTo>
                                    <a:pt x="4077" y="3164"/>
                                  </a:lnTo>
                                  <a:lnTo>
                                    <a:pt x="4052" y="3180"/>
                                  </a:lnTo>
                                  <a:lnTo>
                                    <a:pt x="4023" y="3191"/>
                                  </a:lnTo>
                                  <a:lnTo>
                                    <a:pt x="3995" y="3196"/>
                                  </a:lnTo>
                                  <a:lnTo>
                                    <a:pt x="3964" y="3192"/>
                                  </a:lnTo>
                                  <a:lnTo>
                                    <a:pt x="3934" y="3183"/>
                                  </a:lnTo>
                                  <a:lnTo>
                                    <a:pt x="3907" y="3167"/>
                                  </a:lnTo>
                                  <a:lnTo>
                                    <a:pt x="3886" y="3146"/>
                                  </a:lnTo>
                                  <a:lnTo>
                                    <a:pt x="3869" y="3121"/>
                                  </a:lnTo>
                                  <a:lnTo>
                                    <a:pt x="3859" y="3094"/>
                                  </a:lnTo>
                                  <a:lnTo>
                                    <a:pt x="3853" y="3063"/>
                                  </a:lnTo>
                                  <a:lnTo>
                                    <a:pt x="3857" y="3033"/>
                                  </a:lnTo>
                                  <a:lnTo>
                                    <a:pt x="3866" y="3004"/>
                                  </a:lnTo>
                                  <a:lnTo>
                                    <a:pt x="3882" y="2977"/>
                                  </a:lnTo>
                                  <a:lnTo>
                                    <a:pt x="3902" y="2954"/>
                                  </a:lnTo>
                                  <a:lnTo>
                                    <a:pt x="3927" y="2938"/>
                                  </a:lnTo>
                                  <a:lnTo>
                                    <a:pt x="3955" y="2927"/>
                                  </a:lnTo>
                                  <a:lnTo>
                                    <a:pt x="3984" y="2924"/>
                                  </a:lnTo>
                                  <a:close/>
                                  <a:moveTo>
                                    <a:pt x="3296" y="2049"/>
                                  </a:moveTo>
                                  <a:lnTo>
                                    <a:pt x="3411" y="2073"/>
                                  </a:lnTo>
                                  <a:lnTo>
                                    <a:pt x="3527" y="2101"/>
                                  </a:lnTo>
                                  <a:lnTo>
                                    <a:pt x="3644" y="2135"/>
                                  </a:lnTo>
                                  <a:lnTo>
                                    <a:pt x="3758" y="2175"/>
                                  </a:lnTo>
                                  <a:lnTo>
                                    <a:pt x="3873" y="2221"/>
                                  </a:lnTo>
                                  <a:lnTo>
                                    <a:pt x="3984" y="2273"/>
                                  </a:lnTo>
                                  <a:lnTo>
                                    <a:pt x="4093" y="2332"/>
                                  </a:lnTo>
                                  <a:lnTo>
                                    <a:pt x="4195" y="2395"/>
                                  </a:lnTo>
                                  <a:lnTo>
                                    <a:pt x="4294" y="2465"/>
                                  </a:lnTo>
                                  <a:lnTo>
                                    <a:pt x="4323" y="2488"/>
                                  </a:lnTo>
                                  <a:lnTo>
                                    <a:pt x="4323" y="2959"/>
                                  </a:lnTo>
                                  <a:lnTo>
                                    <a:pt x="4308" y="2952"/>
                                  </a:lnTo>
                                  <a:lnTo>
                                    <a:pt x="4228" y="2924"/>
                                  </a:lnTo>
                                  <a:lnTo>
                                    <a:pt x="4145" y="2904"/>
                                  </a:lnTo>
                                  <a:lnTo>
                                    <a:pt x="4061" y="2893"/>
                                  </a:lnTo>
                                  <a:lnTo>
                                    <a:pt x="3975" y="2890"/>
                                  </a:lnTo>
                                  <a:lnTo>
                                    <a:pt x="3889" y="2893"/>
                                  </a:lnTo>
                                  <a:lnTo>
                                    <a:pt x="3801" y="2900"/>
                                  </a:lnTo>
                                  <a:lnTo>
                                    <a:pt x="3714" y="2913"/>
                                  </a:lnTo>
                                  <a:lnTo>
                                    <a:pt x="3626" y="2927"/>
                                  </a:lnTo>
                                  <a:lnTo>
                                    <a:pt x="3628" y="2954"/>
                                  </a:lnTo>
                                  <a:lnTo>
                                    <a:pt x="3624" y="2981"/>
                                  </a:lnTo>
                                  <a:lnTo>
                                    <a:pt x="3615" y="3008"/>
                                  </a:lnTo>
                                  <a:lnTo>
                                    <a:pt x="3599" y="3035"/>
                                  </a:lnTo>
                                  <a:lnTo>
                                    <a:pt x="3579" y="3056"/>
                                  </a:lnTo>
                                  <a:lnTo>
                                    <a:pt x="3554" y="3074"/>
                                  </a:lnTo>
                                  <a:lnTo>
                                    <a:pt x="3525" y="3085"/>
                                  </a:lnTo>
                                  <a:lnTo>
                                    <a:pt x="3497" y="3088"/>
                                  </a:lnTo>
                                  <a:lnTo>
                                    <a:pt x="3466" y="3087"/>
                                  </a:lnTo>
                                  <a:lnTo>
                                    <a:pt x="3436" y="3078"/>
                                  </a:lnTo>
                                  <a:lnTo>
                                    <a:pt x="3407" y="3060"/>
                                  </a:lnTo>
                                  <a:lnTo>
                                    <a:pt x="3386" y="3036"/>
                                  </a:lnTo>
                                  <a:lnTo>
                                    <a:pt x="3368" y="3010"/>
                                  </a:lnTo>
                                  <a:lnTo>
                                    <a:pt x="3359" y="2979"/>
                                  </a:lnTo>
                                  <a:lnTo>
                                    <a:pt x="3210" y="3004"/>
                                  </a:lnTo>
                                  <a:lnTo>
                                    <a:pt x="3144" y="2895"/>
                                  </a:lnTo>
                                  <a:lnTo>
                                    <a:pt x="3076" y="2795"/>
                                  </a:lnTo>
                                  <a:lnTo>
                                    <a:pt x="3004" y="2707"/>
                                  </a:lnTo>
                                  <a:lnTo>
                                    <a:pt x="2933" y="2630"/>
                                  </a:lnTo>
                                  <a:lnTo>
                                    <a:pt x="2979" y="2598"/>
                                  </a:lnTo>
                                  <a:lnTo>
                                    <a:pt x="3017" y="2567"/>
                                  </a:lnTo>
                                  <a:lnTo>
                                    <a:pt x="3071" y="2506"/>
                                  </a:lnTo>
                                  <a:lnTo>
                                    <a:pt x="3119" y="2442"/>
                                  </a:lnTo>
                                  <a:lnTo>
                                    <a:pt x="3162" y="2370"/>
                                  </a:lnTo>
                                  <a:lnTo>
                                    <a:pt x="3199" y="2295"/>
                                  </a:lnTo>
                                  <a:lnTo>
                                    <a:pt x="3235" y="2216"/>
                                  </a:lnTo>
                                  <a:lnTo>
                                    <a:pt x="3266" y="2134"/>
                                  </a:lnTo>
                                  <a:lnTo>
                                    <a:pt x="3296" y="2049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" y="90"/>
                                  </a:lnTo>
                                  <a:lnTo>
                                    <a:pt x="15" y="188"/>
                                  </a:lnTo>
                                  <a:lnTo>
                                    <a:pt x="23" y="290"/>
                                  </a:lnTo>
                                  <a:lnTo>
                                    <a:pt x="34" y="394"/>
                                  </a:lnTo>
                                  <a:lnTo>
                                    <a:pt x="45" y="500"/>
                                  </a:lnTo>
                                  <a:lnTo>
                                    <a:pt x="59" y="605"/>
                                  </a:lnTo>
                                  <a:lnTo>
                                    <a:pt x="75" y="709"/>
                                  </a:lnTo>
                                  <a:lnTo>
                                    <a:pt x="93" y="811"/>
                                  </a:lnTo>
                                  <a:lnTo>
                                    <a:pt x="111" y="912"/>
                                  </a:lnTo>
                                  <a:lnTo>
                                    <a:pt x="135" y="1009"/>
                                  </a:lnTo>
                                  <a:lnTo>
                                    <a:pt x="158" y="1100"/>
                                  </a:lnTo>
                                  <a:lnTo>
                                    <a:pt x="183" y="1186"/>
                                  </a:lnTo>
                                  <a:lnTo>
                                    <a:pt x="212" y="1265"/>
                                  </a:lnTo>
                                  <a:lnTo>
                                    <a:pt x="244" y="1336"/>
                                  </a:lnTo>
                                  <a:lnTo>
                                    <a:pt x="278" y="1399"/>
                                  </a:lnTo>
                                  <a:lnTo>
                                    <a:pt x="314" y="1453"/>
                                  </a:lnTo>
                                  <a:lnTo>
                                    <a:pt x="367" y="1514"/>
                                  </a:lnTo>
                                  <a:lnTo>
                                    <a:pt x="425" y="1566"/>
                                  </a:lnTo>
                                  <a:lnTo>
                                    <a:pt x="487" y="1610"/>
                                  </a:lnTo>
                                  <a:lnTo>
                                    <a:pt x="552" y="1648"/>
                                  </a:lnTo>
                                  <a:lnTo>
                                    <a:pt x="622" y="1679"/>
                                  </a:lnTo>
                                  <a:lnTo>
                                    <a:pt x="693" y="1705"/>
                                  </a:lnTo>
                                  <a:lnTo>
                                    <a:pt x="767" y="1727"/>
                                  </a:lnTo>
                                  <a:lnTo>
                                    <a:pt x="844" y="1745"/>
                                  </a:lnTo>
                                  <a:lnTo>
                                    <a:pt x="921" y="1759"/>
                                  </a:lnTo>
                                  <a:lnTo>
                                    <a:pt x="1000" y="1772"/>
                                  </a:lnTo>
                                  <a:lnTo>
                                    <a:pt x="1080" y="1782"/>
                                  </a:lnTo>
                                  <a:lnTo>
                                    <a:pt x="1161" y="1791"/>
                                  </a:lnTo>
                                  <a:lnTo>
                                    <a:pt x="1242" y="1800"/>
                                  </a:lnTo>
                                  <a:lnTo>
                                    <a:pt x="1320" y="1809"/>
                                  </a:lnTo>
                                  <a:lnTo>
                                    <a:pt x="1401" y="1820"/>
                                  </a:lnTo>
                                  <a:lnTo>
                                    <a:pt x="1478" y="1833"/>
                                  </a:lnTo>
                                  <a:lnTo>
                                    <a:pt x="1555" y="1847"/>
                                  </a:lnTo>
                                  <a:lnTo>
                                    <a:pt x="1630" y="1865"/>
                                  </a:lnTo>
                                  <a:lnTo>
                                    <a:pt x="1702" y="1886"/>
                                  </a:lnTo>
                                  <a:lnTo>
                                    <a:pt x="1772" y="1913"/>
                                  </a:lnTo>
                                  <a:lnTo>
                                    <a:pt x="1838" y="1944"/>
                                  </a:lnTo>
                                  <a:lnTo>
                                    <a:pt x="1901" y="1981"/>
                                  </a:lnTo>
                                  <a:lnTo>
                                    <a:pt x="1938" y="2012"/>
                                  </a:lnTo>
                                  <a:lnTo>
                                    <a:pt x="1978" y="2051"/>
                                  </a:lnTo>
                                  <a:lnTo>
                                    <a:pt x="2019" y="2098"/>
                                  </a:lnTo>
                                  <a:lnTo>
                                    <a:pt x="2060" y="2150"/>
                                  </a:lnTo>
                                  <a:lnTo>
                                    <a:pt x="2101" y="2205"/>
                                  </a:lnTo>
                                  <a:lnTo>
                                    <a:pt x="2141" y="2264"/>
                                  </a:lnTo>
                                  <a:lnTo>
                                    <a:pt x="2091" y="2280"/>
                                  </a:lnTo>
                                  <a:lnTo>
                                    <a:pt x="2044" y="2304"/>
                                  </a:lnTo>
                                  <a:lnTo>
                                    <a:pt x="2001" y="2334"/>
                                  </a:lnTo>
                                  <a:lnTo>
                                    <a:pt x="1962" y="2372"/>
                                  </a:lnTo>
                                  <a:lnTo>
                                    <a:pt x="1928" y="2417"/>
                                  </a:lnTo>
                                  <a:lnTo>
                                    <a:pt x="1901" y="2465"/>
                                  </a:lnTo>
                                  <a:lnTo>
                                    <a:pt x="1885" y="2517"/>
                                  </a:lnTo>
                                  <a:lnTo>
                                    <a:pt x="1876" y="2569"/>
                                  </a:lnTo>
                                  <a:lnTo>
                                    <a:pt x="1877" y="2624"/>
                                  </a:lnTo>
                                  <a:lnTo>
                                    <a:pt x="1886" y="2678"/>
                                  </a:lnTo>
                                  <a:lnTo>
                                    <a:pt x="1903" y="2730"/>
                                  </a:lnTo>
                                  <a:lnTo>
                                    <a:pt x="1926" y="2780"/>
                                  </a:lnTo>
                                  <a:lnTo>
                                    <a:pt x="1955" y="2829"/>
                                  </a:lnTo>
                                  <a:lnTo>
                                    <a:pt x="1990" y="2872"/>
                                  </a:lnTo>
                                  <a:lnTo>
                                    <a:pt x="1965" y="2884"/>
                                  </a:lnTo>
                                  <a:lnTo>
                                    <a:pt x="1919" y="2902"/>
                                  </a:lnTo>
                                  <a:lnTo>
                                    <a:pt x="1865" y="2913"/>
                                  </a:lnTo>
                                  <a:lnTo>
                                    <a:pt x="1804" y="2918"/>
                                  </a:lnTo>
                                  <a:lnTo>
                                    <a:pt x="1740" y="2916"/>
                                  </a:lnTo>
                                  <a:lnTo>
                                    <a:pt x="1670" y="2909"/>
                                  </a:lnTo>
                                  <a:lnTo>
                                    <a:pt x="1596" y="2897"/>
                                  </a:lnTo>
                                  <a:lnTo>
                                    <a:pt x="1519" y="2879"/>
                                  </a:lnTo>
                                  <a:lnTo>
                                    <a:pt x="1439" y="2856"/>
                                  </a:lnTo>
                                  <a:lnTo>
                                    <a:pt x="1354" y="2827"/>
                                  </a:lnTo>
                                  <a:lnTo>
                                    <a:pt x="1270" y="2795"/>
                                  </a:lnTo>
                                  <a:lnTo>
                                    <a:pt x="1184" y="2755"/>
                                  </a:lnTo>
                                  <a:lnTo>
                                    <a:pt x="1096" y="2712"/>
                                  </a:lnTo>
                                  <a:lnTo>
                                    <a:pt x="1009" y="2664"/>
                                  </a:lnTo>
                                  <a:lnTo>
                                    <a:pt x="921" y="2612"/>
                                  </a:lnTo>
                                  <a:lnTo>
                                    <a:pt x="835" y="2556"/>
                                  </a:lnTo>
                                  <a:lnTo>
                                    <a:pt x="751" y="2495"/>
                                  </a:lnTo>
                                  <a:lnTo>
                                    <a:pt x="668" y="2433"/>
                                  </a:lnTo>
                                  <a:lnTo>
                                    <a:pt x="588" y="2365"/>
                                  </a:lnTo>
                                  <a:lnTo>
                                    <a:pt x="511" y="2293"/>
                                  </a:lnTo>
                                  <a:lnTo>
                                    <a:pt x="437" y="2218"/>
                                  </a:lnTo>
                                  <a:lnTo>
                                    <a:pt x="369" y="2141"/>
                                  </a:lnTo>
                                  <a:lnTo>
                                    <a:pt x="305" y="2060"/>
                                  </a:lnTo>
                                  <a:lnTo>
                                    <a:pt x="246" y="1976"/>
                                  </a:lnTo>
                                  <a:lnTo>
                                    <a:pt x="194" y="1890"/>
                                  </a:lnTo>
                                  <a:lnTo>
                                    <a:pt x="136" y="1782"/>
                                  </a:lnTo>
                                  <a:lnTo>
                                    <a:pt x="86" y="1671"/>
                                  </a:lnTo>
                                  <a:lnTo>
                                    <a:pt x="43" y="1557"/>
                                  </a:lnTo>
                                  <a:lnTo>
                                    <a:pt x="6" y="1442"/>
                                  </a:lnTo>
                                  <a:lnTo>
                                    <a:pt x="0" y="142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27" name="Group 27"/>
                          <wpg:cNvGrpSpPr/>
                          <wpg:grpSpPr>
                            <a:xfrm>
                              <a:off x="2978150" y="4329113"/>
                              <a:ext cx="2617788" cy="5053012"/>
                              <a:chOff x="2978150" y="4329113"/>
                              <a:chExt cx="2617788" cy="5053012"/>
                            </a:xfrm>
                            <a:solidFill>
                              <a:schemeClr val="accent5">
                                <a:lumMod val="75000"/>
                              </a:schemeClr>
                            </a:solidFill>
                          </wpg:grpSpPr>
                          <wps:wsp>
                            <wps:cNvPr id="28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4038600" y="4632325"/>
                                <a:ext cx="1557338" cy="4749800"/>
                              </a:xfrm>
                              <a:custGeom>
                                <a:avLst/>
                                <a:gdLst>
                                  <a:gd name="T0" fmla="*/ 59 w 981"/>
                                  <a:gd name="T1" fmla="*/ 9 h 2992"/>
                                  <a:gd name="T2" fmla="*/ 177 w 981"/>
                                  <a:gd name="T3" fmla="*/ 34 h 2992"/>
                                  <a:gd name="T4" fmla="*/ 288 w 981"/>
                                  <a:gd name="T5" fmla="*/ 97 h 2992"/>
                                  <a:gd name="T6" fmla="*/ 401 w 981"/>
                                  <a:gd name="T7" fmla="*/ 196 h 2992"/>
                                  <a:gd name="T8" fmla="*/ 516 w 981"/>
                                  <a:gd name="T9" fmla="*/ 328 h 2992"/>
                                  <a:gd name="T10" fmla="*/ 625 w 981"/>
                                  <a:gd name="T11" fmla="*/ 489 h 2992"/>
                                  <a:gd name="T12" fmla="*/ 725 w 981"/>
                                  <a:gd name="T13" fmla="*/ 672 h 2992"/>
                                  <a:gd name="T14" fmla="*/ 815 w 981"/>
                                  <a:gd name="T15" fmla="*/ 873 h 2992"/>
                                  <a:gd name="T16" fmla="*/ 888 w 981"/>
                                  <a:gd name="T17" fmla="*/ 1088 h 2992"/>
                                  <a:gd name="T18" fmla="*/ 944 w 981"/>
                                  <a:gd name="T19" fmla="*/ 1310 h 2992"/>
                                  <a:gd name="T20" fmla="*/ 976 w 981"/>
                                  <a:gd name="T21" fmla="*/ 1536 h 2992"/>
                                  <a:gd name="T22" fmla="*/ 981 w 981"/>
                                  <a:gd name="T23" fmla="*/ 1759 h 2992"/>
                                  <a:gd name="T24" fmla="*/ 951 w 981"/>
                                  <a:gd name="T25" fmla="*/ 2005 h 2992"/>
                                  <a:gd name="T26" fmla="*/ 885 w 981"/>
                                  <a:gd name="T27" fmla="*/ 2272 h 2992"/>
                                  <a:gd name="T28" fmla="*/ 786 w 981"/>
                                  <a:gd name="T29" fmla="*/ 2528 h 2992"/>
                                  <a:gd name="T30" fmla="*/ 668 w 981"/>
                                  <a:gd name="T31" fmla="*/ 2772 h 2992"/>
                                  <a:gd name="T32" fmla="*/ 537 w 981"/>
                                  <a:gd name="T33" fmla="*/ 2992 h 2992"/>
                                  <a:gd name="T34" fmla="*/ 363 w 981"/>
                                  <a:gd name="T35" fmla="*/ 2913 h 2992"/>
                                  <a:gd name="T36" fmla="*/ 448 w 981"/>
                                  <a:gd name="T37" fmla="*/ 2743 h 2992"/>
                                  <a:gd name="T38" fmla="*/ 519 w 981"/>
                                  <a:gd name="T39" fmla="*/ 2576 h 2992"/>
                                  <a:gd name="T40" fmla="*/ 573 w 981"/>
                                  <a:gd name="T41" fmla="*/ 2419 h 2992"/>
                                  <a:gd name="T42" fmla="*/ 607 w 981"/>
                                  <a:gd name="T43" fmla="*/ 2275 h 2992"/>
                                  <a:gd name="T44" fmla="*/ 618 w 981"/>
                                  <a:gd name="T45" fmla="*/ 2152 h 2992"/>
                                  <a:gd name="T46" fmla="*/ 595 w 981"/>
                                  <a:gd name="T47" fmla="*/ 1996 h 2992"/>
                                  <a:gd name="T48" fmla="*/ 541 w 981"/>
                                  <a:gd name="T49" fmla="*/ 1854 h 2992"/>
                                  <a:gd name="T50" fmla="*/ 462 w 981"/>
                                  <a:gd name="T51" fmla="*/ 1725 h 2992"/>
                                  <a:gd name="T52" fmla="*/ 363 w 981"/>
                                  <a:gd name="T53" fmla="*/ 1605 h 2992"/>
                                  <a:gd name="T54" fmla="*/ 254 w 981"/>
                                  <a:gd name="T55" fmla="*/ 1491 h 2992"/>
                                  <a:gd name="T56" fmla="*/ 226 w 981"/>
                                  <a:gd name="T57" fmla="*/ 1340 h 2992"/>
                                  <a:gd name="T58" fmla="*/ 270 w 981"/>
                                  <a:gd name="T59" fmla="*/ 1156 h 2992"/>
                                  <a:gd name="T60" fmla="*/ 297 w 981"/>
                                  <a:gd name="T61" fmla="*/ 982 h 2992"/>
                                  <a:gd name="T62" fmla="*/ 304 w 981"/>
                                  <a:gd name="T63" fmla="*/ 824 h 2992"/>
                                  <a:gd name="T64" fmla="*/ 290 w 981"/>
                                  <a:gd name="T65" fmla="*/ 686 h 2992"/>
                                  <a:gd name="T66" fmla="*/ 256 w 981"/>
                                  <a:gd name="T67" fmla="*/ 575 h 2992"/>
                                  <a:gd name="T68" fmla="*/ 188 w 981"/>
                                  <a:gd name="T69" fmla="*/ 471 h 2992"/>
                                  <a:gd name="T70" fmla="*/ 113 w 981"/>
                                  <a:gd name="T71" fmla="*/ 376 h 2992"/>
                                  <a:gd name="T72" fmla="*/ 50 w 981"/>
                                  <a:gd name="T73" fmla="*/ 307 h 2992"/>
                                  <a:gd name="T74" fmla="*/ 36 w 981"/>
                                  <a:gd name="T75" fmla="*/ 222 h 2992"/>
                                  <a:gd name="T76" fmla="*/ 36 w 981"/>
                                  <a:gd name="T77" fmla="*/ 108 h 2992"/>
                                  <a:gd name="T78" fmla="*/ 0 w 981"/>
                                  <a:gd name="T79" fmla="*/ 0 h 29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981" h="2992">
                                    <a:moveTo>
                                      <a:pt x="0" y="0"/>
                                    </a:moveTo>
                                    <a:lnTo>
                                      <a:pt x="59" y="9"/>
                                    </a:lnTo>
                                    <a:lnTo>
                                      <a:pt x="123" y="20"/>
                                    </a:lnTo>
                                    <a:lnTo>
                                      <a:pt x="177" y="34"/>
                                    </a:lnTo>
                                    <a:lnTo>
                                      <a:pt x="231" y="61"/>
                                    </a:lnTo>
                                    <a:lnTo>
                                      <a:pt x="288" y="97"/>
                                    </a:lnTo>
                                    <a:lnTo>
                                      <a:pt x="344" y="142"/>
                                    </a:lnTo>
                                    <a:lnTo>
                                      <a:pt x="401" y="196"/>
                                    </a:lnTo>
                                    <a:lnTo>
                                      <a:pt x="458" y="258"/>
                                    </a:lnTo>
                                    <a:lnTo>
                                      <a:pt x="516" y="328"/>
                                    </a:lnTo>
                                    <a:lnTo>
                                      <a:pt x="571" y="405"/>
                                    </a:lnTo>
                                    <a:lnTo>
                                      <a:pt x="625" y="489"/>
                                    </a:lnTo>
                                    <a:lnTo>
                                      <a:pt x="677" y="577"/>
                                    </a:lnTo>
                                    <a:lnTo>
                                      <a:pt x="725" y="672"/>
                                    </a:lnTo>
                                    <a:lnTo>
                                      <a:pt x="772" y="771"/>
                                    </a:lnTo>
                                    <a:lnTo>
                                      <a:pt x="815" y="873"/>
                                    </a:lnTo>
                                    <a:lnTo>
                                      <a:pt x="854" y="978"/>
                                    </a:lnTo>
                                    <a:lnTo>
                                      <a:pt x="888" y="1088"/>
                                    </a:lnTo>
                                    <a:lnTo>
                                      <a:pt x="919" y="1197"/>
                                    </a:lnTo>
                                    <a:lnTo>
                                      <a:pt x="944" y="1310"/>
                                    </a:lnTo>
                                    <a:lnTo>
                                      <a:pt x="964" y="1423"/>
                                    </a:lnTo>
                                    <a:lnTo>
                                      <a:pt x="976" y="1536"/>
                                    </a:lnTo>
                                    <a:lnTo>
                                      <a:pt x="981" y="1648"/>
                                    </a:lnTo>
                                    <a:lnTo>
                                      <a:pt x="981" y="1759"/>
                                    </a:lnTo>
                                    <a:lnTo>
                                      <a:pt x="973" y="1869"/>
                                    </a:lnTo>
                                    <a:lnTo>
                                      <a:pt x="951" y="2005"/>
                                    </a:lnTo>
                                    <a:lnTo>
                                      <a:pt x="922" y="2139"/>
                                    </a:lnTo>
                                    <a:lnTo>
                                      <a:pt x="885" y="2272"/>
                                    </a:lnTo>
                                    <a:lnTo>
                                      <a:pt x="838" y="2401"/>
                                    </a:lnTo>
                                    <a:lnTo>
                                      <a:pt x="786" y="2528"/>
                                    </a:lnTo>
                                    <a:lnTo>
                                      <a:pt x="729" y="2652"/>
                                    </a:lnTo>
                                    <a:lnTo>
                                      <a:pt x="668" y="2772"/>
                                    </a:lnTo>
                                    <a:lnTo>
                                      <a:pt x="602" y="2888"/>
                                    </a:lnTo>
                                    <a:lnTo>
                                      <a:pt x="537" y="2992"/>
                                    </a:lnTo>
                                    <a:lnTo>
                                      <a:pt x="322" y="2992"/>
                                    </a:lnTo>
                                    <a:lnTo>
                                      <a:pt x="363" y="2913"/>
                                    </a:lnTo>
                                    <a:lnTo>
                                      <a:pt x="406" y="2827"/>
                                    </a:lnTo>
                                    <a:lnTo>
                                      <a:pt x="448" y="2743"/>
                                    </a:lnTo>
                                    <a:lnTo>
                                      <a:pt x="485" y="2659"/>
                                    </a:lnTo>
                                    <a:lnTo>
                                      <a:pt x="519" y="2576"/>
                                    </a:lnTo>
                                    <a:lnTo>
                                      <a:pt x="548" y="2496"/>
                                    </a:lnTo>
                                    <a:lnTo>
                                      <a:pt x="573" y="2419"/>
                                    </a:lnTo>
                                    <a:lnTo>
                                      <a:pt x="593" y="2345"/>
                                    </a:lnTo>
                                    <a:lnTo>
                                      <a:pt x="607" y="2275"/>
                                    </a:lnTo>
                                    <a:lnTo>
                                      <a:pt x="616" y="2211"/>
                                    </a:lnTo>
                                    <a:lnTo>
                                      <a:pt x="618" y="2152"/>
                                    </a:lnTo>
                                    <a:lnTo>
                                      <a:pt x="609" y="2071"/>
                                    </a:lnTo>
                                    <a:lnTo>
                                      <a:pt x="595" y="1996"/>
                                    </a:lnTo>
                                    <a:lnTo>
                                      <a:pt x="571" y="1924"/>
                                    </a:lnTo>
                                    <a:lnTo>
                                      <a:pt x="541" y="1854"/>
                                    </a:lnTo>
                                    <a:lnTo>
                                      <a:pt x="503" y="1788"/>
                                    </a:lnTo>
                                    <a:lnTo>
                                      <a:pt x="462" y="1725"/>
                                    </a:lnTo>
                                    <a:lnTo>
                                      <a:pt x="415" y="1665"/>
                                    </a:lnTo>
                                    <a:lnTo>
                                      <a:pt x="363" y="1605"/>
                                    </a:lnTo>
                                    <a:lnTo>
                                      <a:pt x="310" y="1548"/>
                                    </a:lnTo>
                                    <a:lnTo>
                                      <a:pt x="254" y="1491"/>
                                    </a:lnTo>
                                    <a:lnTo>
                                      <a:pt x="195" y="1435"/>
                                    </a:lnTo>
                                    <a:lnTo>
                                      <a:pt x="226" y="1340"/>
                                    </a:lnTo>
                                    <a:lnTo>
                                      <a:pt x="251" y="1247"/>
                                    </a:lnTo>
                                    <a:lnTo>
                                      <a:pt x="270" y="1156"/>
                                    </a:lnTo>
                                    <a:lnTo>
                                      <a:pt x="286" y="1068"/>
                                    </a:lnTo>
                                    <a:lnTo>
                                      <a:pt x="297" y="982"/>
                                    </a:lnTo>
                                    <a:lnTo>
                                      <a:pt x="303" y="901"/>
                                    </a:lnTo>
                                    <a:lnTo>
                                      <a:pt x="304" y="824"/>
                                    </a:lnTo>
                                    <a:lnTo>
                                      <a:pt x="299" y="753"/>
                                    </a:lnTo>
                                    <a:lnTo>
                                      <a:pt x="290" y="686"/>
                                    </a:lnTo>
                                    <a:lnTo>
                                      <a:pt x="276" y="627"/>
                                    </a:lnTo>
                                    <a:lnTo>
                                      <a:pt x="256" y="575"/>
                                    </a:lnTo>
                                    <a:lnTo>
                                      <a:pt x="231" y="531"/>
                                    </a:lnTo>
                                    <a:lnTo>
                                      <a:pt x="188" y="471"/>
                                    </a:lnTo>
                                    <a:lnTo>
                                      <a:pt x="150" y="421"/>
                                    </a:lnTo>
                                    <a:lnTo>
                                      <a:pt x="113" y="376"/>
                                    </a:lnTo>
                                    <a:lnTo>
                                      <a:pt x="80" y="339"/>
                                    </a:lnTo>
                                    <a:lnTo>
                                      <a:pt x="50" y="307"/>
                                    </a:lnTo>
                                    <a:lnTo>
                                      <a:pt x="21" y="280"/>
                                    </a:lnTo>
                                    <a:lnTo>
                                      <a:pt x="36" y="222"/>
                                    </a:lnTo>
                                    <a:lnTo>
                                      <a:pt x="39" y="165"/>
                                    </a:lnTo>
                                    <a:lnTo>
                                      <a:pt x="36" y="108"/>
                                    </a:lnTo>
                                    <a:lnTo>
                                      <a:pt x="21" y="5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2978150" y="4329113"/>
                                <a:ext cx="1160463" cy="1168400"/>
                              </a:xfrm>
                              <a:custGeom>
                                <a:avLst/>
                                <a:gdLst>
                                  <a:gd name="T0" fmla="*/ 331 w 731"/>
                                  <a:gd name="T1" fmla="*/ 0 h 736"/>
                                  <a:gd name="T2" fmla="*/ 387 w 731"/>
                                  <a:gd name="T3" fmla="*/ 1 h 736"/>
                                  <a:gd name="T4" fmla="*/ 442 w 731"/>
                                  <a:gd name="T5" fmla="*/ 10 h 736"/>
                                  <a:gd name="T6" fmla="*/ 496 w 731"/>
                                  <a:gd name="T7" fmla="*/ 30 h 736"/>
                                  <a:gd name="T8" fmla="*/ 548 w 731"/>
                                  <a:gd name="T9" fmla="*/ 59 h 736"/>
                                  <a:gd name="T10" fmla="*/ 594 w 731"/>
                                  <a:gd name="T11" fmla="*/ 93 h 736"/>
                                  <a:gd name="T12" fmla="*/ 636 w 731"/>
                                  <a:gd name="T13" fmla="*/ 134 h 736"/>
                                  <a:gd name="T14" fmla="*/ 670 w 731"/>
                                  <a:gd name="T15" fmla="*/ 179 h 736"/>
                                  <a:gd name="T16" fmla="*/ 698 w 731"/>
                                  <a:gd name="T17" fmla="*/ 229 h 736"/>
                                  <a:gd name="T18" fmla="*/ 718 w 731"/>
                                  <a:gd name="T19" fmla="*/ 281 h 736"/>
                                  <a:gd name="T20" fmla="*/ 729 w 731"/>
                                  <a:gd name="T21" fmla="*/ 335 h 736"/>
                                  <a:gd name="T22" fmla="*/ 731 w 731"/>
                                  <a:gd name="T23" fmla="*/ 390 h 736"/>
                                  <a:gd name="T24" fmla="*/ 723 w 731"/>
                                  <a:gd name="T25" fmla="*/ 446 h 736"/>
                                  <a:gd name="T26" fmla="*/ 704 w 731"/>
                                  <a:gd name="T27" fmla="*/ 501 h 736"/>
                                  <a:gd name="T28" fmla="*/ 677 w 731"/>
                                  <a:gd name="T29" fmla="*/ 553 h 736"/>
                                  <a:gd name="T30" fmla="*/ 643 w 731"/>
                                  <a:gd name="T31" fmla="*/ 600 h 736"/>
                                  <a:gd name="T32" fmla="*/ 602 w 731"/>
                                  <a:gd name="T33" fmla="*/ 641 h 736"/>
                                  <a:gd name="T34" fmla="*/ 557 w 731"/>
                                  <a:gd name="T35" fmla="*/ 675 h 736"/>
                                  <a:gd name="T36" fmla="*/ 508 w 731"/>
                                  <a:gd name="T37" fmla="*/ 702 h 736"/>
                                  <a:gd name="T38" fmla="*/ 456 w 731"/>
                                  <a:gd name="T39" fmla="*/ 722 h 736"/>
                                  <a:gd name="T40" fmla="*/ 403 w 731"/>
                                  <a:gd name="T41" fmla="*/ 734 h 736"/>
                                  <a:gd name="T42" fmla="*/ 349 w 731"/>
                                  <a:gd name="T43" fmla="*/ 736 h 736"/>
                                  <a:gd name="T44" fmla="*/ 293 w 731"/>
                                  <a:gd name="T45" fmla="*/ 727 h 736"/>
                                  <a:gd name="T46" fmla="*/ 240 w 731"/>
                                  <a:gd name="T47" fmla="*/ 709 h 736"/>
                                  <a:gd name="T48" fmla="*/ 191 w 731"/>
                                  <a:gd name="T49" fmla="*/ 682 h 736"/>
                                  <a:gd name="T50" fmla="*/ 148 w 731"/>
                                  <a:gd name="T51" fmla="*/ 650 h 736"/>
                                  <a:gd name="T52" fmla="*/ 109 w 731"/>
                                  <a:gd name="T53" fmla="*/ 612 h 736"/>
                                  <a:gd name="T54" fmla="*/ 75 w 731"/>
                                  <a:gd name="T55" fmla="*/ 569 h 736"/>
                                  <a:gd name="T56" fmla="*/ 46 w 731"/>
                                  <a:gd name="T57" fmla="*/ 523 h 736"/>
                                  <a:gd name="T58" fmla="*/ 25 w 731"/>
                                  <a:gd name="T59" fmla="*/ 473 h 736"/>
                                  <a:gd name="T60" fmla="*/ 9 w 731"/>
                                  <a:gd name="T61" fmla="*/ 421 h 736"/>
                                  <a:gd name="T62" fmla="*/ 0 w 731"/>
                                  <a:gd name="T63" fmla="*/ 367 h 736"/>
                                  <a:gd name="T64" fmla="*/ 0 w 731"/>
                                  <a:gd name="T65" fmla="*/ 313 h 736"/>
                                  <a:gd name="T66" fmla="*/ 9 w 731"/>
                                  <a:gd name="T67" fmla="*/ 261 h 736"/>
                                  <a:gd name="T68" fmla="*/ 25 w 731"/>
                                  <a:gd name="T69" fmla="*/ 211 h 736"/>
                                  <a:gd name="T70" fmla="*/ 53 w 731"/>
                                  <a:gd name="T71" fmla="*/ 161 h 736"/>
                                  <a:gd name="T72" fmla="*/ 87 w 731"/>
                                  <a:gd name="T73" fmla="*/ 116 h 736"/>
                                  <a:gd name="T74" fmla="*/ 129 w 731"/>
                                  <a:gd name="T75" fmla="*/ 77 h 736"/>
                                  <a:gd name="T76" fmla="*/ 173 w 731"/>
                                  <a:gd name="T77" fmla="*/ 46 h 736"/>
                                  <a:gd name="T78" fmla="*/ 224 w 731"/>
                                  <a:gd name="T79" fmla="*/ 23 h 736"/>
                                  <a:gd name="T80" fmla="*/ 276 w 731"/>
                                  <a:gd name="T81" fmla="*/ 7 h 736"/>
                                  <a:gd name="T82" fmla="*/ 331 w 731"/>
                                  <a:gd name="T83" fmla="*/ 0 h 7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731" h="736">
                                    <a:moveTo>
                                      <a:pt x="331" y="0"/>
                                    </a:moveTo>
                                    <a:lnTo>
                                      <a:pt x="387" y="1"/>
                                    </a:lnTo>
                                    <a:lnTo>
                                      <a:pt x="442" y="10"/>
                                    </a:lnTo>
                                    <a:lnTo>
                                      <a:pt x="496" y="30"/>
                                    </a:lnTo>
                                    <a:lnTo>
                                      <a:pt x="548" y="59"/>
                                    </a:lnTo>
                                    <a:lnTo>
                                      <a:pt x="594" y="93"/>
                                    </a:lnTo>
                                    <a:lnTo>
                                      <a:pt x="636" y="134"/>
                                    </a:lnTo>
                                    <a:lnTo>
                                      <a:pt x="670" y="179"/>
                                    </a:lnTo>
                                    <a:lnTo>
                                      <a:pt x="698" y="229"/>
                                    </a:lnTo>
                                    <a:lnTo>
                                      <a:pt x="718" y="281"/>
                                    </a:lnTo>
                                    <a:lnTo>
                                      <a:pt x="729" y="335"/>
                                    </a:lnTo>
                                    <a:lnTo>
                                      <a:pt x="731" y="390"/>
                                    </a:lnTo>
                                    <a:lnTo>
                                      <a:pt x="723" y="446"/>
                                    </a:lnTo>
                                    <a:lnTo>
                                      <a:pt x="704" y="501"/>
                                    </a:lnTo>
                                    <a:lnTo>
                                      <a:pt x="677" y="553"/>
                                    </a:lnTo>
                                    <a:lnTo>
                                      <a:pt x="643" y="600"/>
                                    </a:lnTo>
                                    <a:lnTo>
                                      <a:pt x="602" y="641"/>
                                    </a:lnTo>
                                    <a:lnTo>
                                      <a:pt x="557" y="675"/>
                                    </a:lnTo>
                                    <a:lnTo>
                                      <a:pt x="508" y="702"/>
                                    </a:lnTo>
                                    <a:lnTo>
                                      <a:pt x="456" y="722"/>
                                    </a:lnTo>
                                    <a:lnTo>
                                      <a:pt x="403" y="734"/>
                                    </a:lnTo>
                                    <a:lnTo>
                                      <a:pt x="349" y="736"/>
                                    </a:lnTo>
                                    <a:lnTo>
                                      <a:pt x="293" y="727"/>
                                    </a:lnTo>
                                    <a:lnTo>
                                      <a:pt x="240" y="709"/>
                                    </a:lnTo>
                                    <a:lnTo>
                                      <a:pt x="191" y="682"/>
                                    </a:lnTo>
                                    <a:lnTo>
                                      <a:pt x="148" y="650"/>
                                    </a:lnTo>
                                    <a:lnTo>
                                      <a:pt x="109" y="612"/>
                                    </a:lnTo>
                                    <a:lnTo>
                                      <a:pt x="75" y="569"/>
                                    </a:lnTo>
                                    <a:lnTo>
                                      <a:pt x="46" y="523"/>
                                    </a:lnTo>
                                    <a:lnTo>
                                      <a:pt x="25" y="473"/>
                                    </a:lnTo>
                                    <a:lnTo>
                                      <a:pt x="9" y="421"/>
                                    </a:lnTo>
                                    <a:lnTo>
                                      <a:pt x="0" y="367"/>
                                    </a:lnTo>
                                    <a:lnTo>
                                      <a:pt x="0" y="313"/>
                                    </a:lnTo>
                                    <a:lnTo>
                                      <a:pt x="9" y="261"/>
                                    </a:lnTo>
                                    <a:lnTo>
                                      <a:pt x="25" y="211"/>
                                    </a:lnTo>
                                    <a:lnTo>
                                      <a:pt x="53" y="161"/>
                                    </a:lnTo>
                                    <a:lnTo>
                                      <a:pt x="87" y="116"/>
                                    </a:lnTo>
                                    <a:lnTo>
                                      <a:pt x="129" y="77"/>
                                    </a:lnTo>
                                    <a:lnTo>
                                      <a:pt x="173" y="46"/>
                                    </a:lnTo>
                                    <a:lnTo>
                                      <a:pt x="224" y="23"/>
                                    </a:lnTo>
                                    <a:lnTo>
                                      <a:pt x="276" y="7"/>
                                    </a:lnTo>
                                    <a:lnTo>
                                      <a:pt x="33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g:grpSp>
                        <wpg:cNvPr id="3" name="Group 3" descr="Name badge design with hand-drawn white badges in front of brightly-colored abstract backing"/>
                        <wpg:cNvGrpSpPr/>
                        <wpg:grpSpPr>
                          <a:xfrm>
                            <a:off x="365125" y="352425"/>
                            <a:ext cx="6140450" cy="8677275"/>
                            <a:chOff x="365125" y="352425"/>
                            <a:chExt cx="6140450" cy="8677275"/>
                          </a:xfrm>
                        </wpg:grpSpPr>
                        <wps:wsp>
                          <wps:cNvPr id="4" name="Freeform 4"/>
                          <wps:cNvSpPr>
                            <a:spLocks noEditPoints="1"/>
                          </wps:cNvSpPr>
                          <wps:spPr bwMode="auto">
                            <a:xfrm>
                              <a:off x="365125" y="352425"/>
                              <a:ext cx="6140450" cy="8677275"/>
                            </a:xfrm>
                            <a:custGeom>
                              <a:avLst/>
                              <a:gdLst>
                                <a:gd name="T0" fmla="*/ 1692 w 3868"/>
                                <a:gd name="T1" fmla="*/ 4366 h 5466"/>
                                <a:gd name="T2" fmla="*/ 1736 w 3868"/>
                                <a:gd name="T3" fmla="*/ 5057 h 5466"/>
                                <a:gd name="T4" fmla="*/ 1644 w 3868"/>
                                <a:gd name="T5" fmla="*/ 5453 h 5466"/>
                                <a:gd name="T6" fmla="*/ 166 w 3868"/>
                                <a:gd name="T7" fmla="*/ 5454 h 5466"/>
                                <a:gd name="T8" fmla="*/ 2 w 3868"/>
                                <a:gd name="T9" fmla="*/ 5108 h 5466"/>
                                <a:gd name="T10" fmla="*/ 28 w 3868"/>
                                <a:gd name="T11" fmla="*/ 4397 h 5466"/>
                                <a:gd name="T12" fmla="*/ 1023 w 3868"/>
                                <a:gd name="T13" fmla="*/ 4359 h 5466"/>
                                <a:gd name="T14" fmla="*/ 3802 w 3868"/>
                                <a:gd name="T15" fmla="*/ 4359 h 5466"/>
                                <a:gd name="T16" fmla="*/ 3848 w 3868"/>
                                <a:gd name="T17" fmla="*/ 4439 h 5466"/>
                                <a:gd name="T18" fmla="*/ 3857 w 3868"/>
                                <a:gd name="T19" fmla="*/ 5174 h 5466"/>
                                <a:gd name="T20" fmla="*/ 3425 w 3868"/>
                                <a:gd name="T21" fmla="*/ 5466 h 5466"/>
                                <a:gd name="T22" fmla="*/ 2180 w 3868"/>
                                <a:gd name="T23" fmla="*/ 5441 h 5466"/>
                                <a:gd name="T24" fmla="*/ 2139 w 3868"/>
                                <a:gd name="T25" fmla="*/ 4850 h 5466"/>
                                <a:gd name="T26" fmla="*/ 2240 w 3868"/>
                                <a:gd name="T27" fmla="*/ 4358 h 5466"/>
                                <a:gd name="T28" fmla="*/ 3350 w 3868"/>
                                <a:gd name="T29" fmla="*/ 4354 h 5466"/>
                                <a:gd name="T30" fmla="*/ 1688 w 3868"/>
                                <a:gd name="T31" fmla="*/ 2908 h 5466"/>
                                <a:gd name="T32" fmla="*/ 1720 w 3868"/>
                                <a:gd name="T33" fmla="*/ 3176 h 5466"/>
                                <a:gd name="T34" fmla="*/ 1730 w 3868"/>
                                <a:gd name="T35" fmla="*/ 3799 h 5466"/>
                                <a:gd name="T36" fmla="*/ 1099 w 3868"/>
                                <a:gd name="T37" fmla="*/ 4008 h 5466"/>
                                <a:gd name="T38" fmla="*/ 17 w 3868"/>
                                <a:gd name="T39" fmla="*/ 3884 h 5466"/>
                                <a:gd name="T40" fmla="*/ 0 w 3868"/>
                                <a:gd name="T41" fmla="*/ 3133 h 5466"/>
                                <a:gd name="T42" fmla="*/ 333 w 3868"/>
                                <a:gd name="T43" fmla="*/ 2903 h 5466"/>
                                <a:gd name="T44" fmla="*/ 1460 w 3868"/>
                                <a:gd name="T45" fmla="*/ 2896 h 5466"/>
                                <a:gd name="T46" fmla="*/ 3807 w 3868"/>
                                <a:gd name="T47" fmla="*/ 2908 h 5466"/>
                                <a:gd name="T48" fmla="*/ 3853 w 3868"/>
                                <a:gd name="T49" fmla="*/ 3353 h 5466"/>
                                <a:gd name="T50" fmla="*/ 3835 w 3868"/>
                                <a:gd name="T51" fmla="*/ 3972 h 5466"/>
                                <a:gd name="T52" fmla="*/ 2888 w 3868"/>
                                <a:gd name="T53" fmla="*/ 3998 h 5466"/>
                                <a:gd name="T54" fmla="*/ 2137 w 3868"/>
                                <a:gd name="T55" fmla="*/ 3743 h 5466"/>
                                <a:gd name="T56" fmla="*/ 2152 w 3868"/>
                                <a:gd name="T57" fmla="*/ 2982 h 5466"/>
                                <a:gd name="T58" fmla="*/ 2938 w 3868"/>
                                <a:gd name="T59" fmla="*/ 2904 h 5466"/>
                                <a:gd name="T60" fmla="*/ 1587 w 3868"/>
                                <a:gd name="T61" fmla="*/ 1428 h 5466"/>
                                <a:gd name="T62" fmla="*/ 1708 w 3868"/>
                                <a:gd name="T63" fmla="*/ 1451 h 5466"/>
                                <a:gd name="T64" fmla="*/ 1726 w 3868"/>
                                <a:gd name="T65" fmla="*/ 2228 h 5466"/>
                                <a:gd name="T66" fmla="*/ 1586 w 3868"/>
                                <a:gd name="T67" fmla="*/ 2537 h 5466"/>
                                <a:gd name="T68" fmla="*/ 118 w 3868"/>
                                <a:gd name="T69" fmla="*/ 2530 h 5466"/>
                                <a:gd name="T70" fmla="*/ 10 w 3868"/>
                                <a:gd name="T71" fmla="*/ 2083 h 5466"/>
                                <a:gd name="T72" fmla="*/ 45 w 3868"/>
                                <a:gd name="T73" fmla="*/ 1450 h 5466"/>
                                <a:gd name="T74" fmla="*/ 1101 w 3868"/>
                                <a:gd name="T75" fmla="*/ 1435 h 5466"/>
                                <a:gd name="T76" fmla="*/ 3820 w 3868"/>
                                <a:gd name="T77" fmla="*/ 1441 h 5466"/>
                                <a:gd name="T78" fmla="*/ 3850 w 3868"/>
                                <a:gd name="T79" fmla="*/ 1587 h 5466"/>
                                <a:gd name="T80" fmla="*/ 3860 w 3868"/>
                                <a:gd name="T81" fmla="*/ 2265 h 5466"/>
                                <a:gd name="T82" fmla="*/ 3320 w 3868"/>
                                <a:gd name="T83" fmla="*/ 2543 h 5466"/>
                                <a:gd name="T84" fmla="*/ 2147 w 3868"/>
                                <a:gd name="T85" fmla="*/ 2472 h 5466"/>
                                <a:gd name="T86" fmla="*/ 2130 w 3868"/>
                                <a:gd name="T87" fmla="*/ 1746 h 5466"/>
                                <a:gd name="T88" fmla="*/ 2321 w 3868"/>
                                <a:gd name="T89" fmla="*/ 1435 h 5466"/>
                                <a:gd name="T90" fmla="*/ 3484 w 3868"/>
                                <a:gd name="T91" fmla="*/ 1430 h 5466"/>
                                <a:gd name="T92" fmla="*/ 1680 w 3868"/>
                                <a:gd name="T93" fmla="*/ 13 h 5466"/>
                                <a:gd name="T94" fmla="*/ 1720 w 3868"/>
                                <a:gd name="T95" fmla="*/ 399 h 5466"/>
                                <a:gd name="T96" fmla="*/ 1728 w 3868"/>
                                <a:gd name="T97" fmla="*/ 1026 h 5466"/>
                                <a:gd name="T98" fmla="*/ 975 w 3868"/>
                                <a:gd name="T99" fmla="*/ 1113 h 5466"/>
                                <a:gd name="T100" fmla="*/ 15 w 3868"/>
                                <a:gd name="T101" fmla="*/ 896 h 5466"/>
                                <a:gd name="T102" fmla="*/ 7 w 3868"/>
                                <a:gd name="T103" fmla="*/ 133 h 5466"/>
                                <a:gd name="T104" fmla="*/ 679 w 3868"/>
                                <a:gd name="T105" fmla="*/ 3 h 5466"/>
                                <a:gd name="T106" fmla="*/ 1553 w 3868"/>
                                <a:gd name="T107" fmla="*/ 0 h 5466"/>
                                <a:gd name="T108" fmla="*/ 3819 w 3868"/>
                                <a:gd name="T109" fmla="*/ 15 h 5466"/>
                                <a:gd name="T110" fmla="*/ 3863 w 3868"/>
                                <a:gd name="T111" fmla="*/ 706 h 5466"/>
                                <a:gd name="T112" fmla="*/ 3771 w 3868"/>
                                <a:gd name="T113" fmla="*/ 1102 h 5466"/>
                                <a:gd name="T114" fmla="*/ 2293 w 3868"/>
                                <a:gd name="T115" fmla="*/ 1102 h 5466"/>
                                <a:gd name="T116" fmla="*/ 2129 w 3868"/>
                                <a:gd name="T117" fmla="*/ 757 h 5466"/>
                                <a:gd name="T118" fmla="*/ 2155 w 3868"/>
                                <a:gd name="T119" fmla="*/ 46 h 5466"/>
                                <a:gd name="T120" fmla="*/ 3150 w 3868"/>
                                <a:gd name="T121" fmla="*/ 7 h 54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3868" h="5466">
                                  <a:moveTo>
                                    <a:pt x="1553" y="4351"/>
                                  </a:moveTo>
                                  <a:lnTo>
                                    <a:pt x="1587" y="4353"/>
                                  </a:lnTo>
                                  <a:lnTo>
                                    <a:pt x="1621" y="4353"/>
                                  </a:lnTo>
                                  <a:lnTo>
                                    <a:pt x="1650" y="4356"/>
                                  </a:lnTo>
                                  <a:lnTo>
                                    <a:pt x="1675" y="4359"/>
                                  </a:lnTo>
                                  <a:lnTo>
                                    <a:pt x="1693" y="4364"/>
                                  </a:lnTo>
                                  <a:lnTo>
                                    <a:pt x="1693" y="4364"/>
                                  </a:lnTo>
                                  <a:lnTo>
                                    <a:pt x="1692" y="4364"/>
                                  </a:lnTo>
                                  <a:lnTo>
                                    <a:pt x="1690" y="4364"/>
                                  </a:lnTo>
                                  <a:lnTo>
                                    <a:pt x="1688" y="4364"/>
                                  </a:lnTo>
                                  <a:lnTo>
                                    <a:pt x="1685" y="4364"/>
                                  </a:lnTo>
                                  <a:lnTo>
                                    <a:pt x="1683" y="4364"/>
                                  </a:lnTo>
                                  <a:lnTo>
                                    <a:pt x="1680" y="4364"/>
                                  </a:lnTo>
                                  <a:lnTo>
                                    <a:pt x="1680" y="4364"/>
                                  </a:lnTo>
                                  <a:lnTo>
                                    <a:pt x="1680" y="4364"/>
                                  </a:lnTo>
                                  <a:lnTo>
                                    <a:pt x="1682" y="4364"/>
                                  </a:lnTo>
                                  <a:lnTo>
                                    <a:pt x="1685" y="4366"/>
                                  </a:lnTo>
                                  <a:lnTo>
                                    <a:pt x="1692" y="4366"/>
                                  </a:lnTo>
                                  <a:lnTo>
                                    <a:pt x="1700" y="4367"/>
                                  </a:lnTo>
                                  <a:lnTo>
                                    <a:pt x="1708" y="4374"/>
                                  </a:lnTo>
                                  <a:lnTo>
                                    <a:pt x="1715" y="4389"/>
                                  </a:lnTo>
                                  <a:lnTo>
                                    <a:pt x="1720" y="4411"/>
                                  </a:lnTo>
                                  <a:lnTo>
                                    <a:pt x="1721" y="4439"/>
                                  </a:lnTo>
                                  <a:lnTo>
                                    <a:pt x="1723" y="4472"/>
                                  </a:lnTo>
                                  <a:lnTo>
                                    <a:pt x="1723" y="4510"/>
                                  </a:lnTo>
                                  <a:lnTo>
                                    <a:pt x="1723" y="4550"/>
                                  </a:lnTo>
                                  <a:lnTo>
                                    <a:pt x="1721" y="4591"/>
                                  </a:lnTo>
                                  <a:lnTo>
                                    <a:pt x="1720" y="4633"/>
                                  </a:lnTo>
                                  <a:lnTo>
                                    <a:pt x="1720" y="4674"/>
                                  </a:lnTo>
                                  <a:lnTo>
                                    <a:pt x="1720" y="4714"/>
                                  </a:lnTo>
                                  <a:lnTo>
                                    <a:pt x="1720" y="4750"/>
                                  </a:lnTo>
                                  <a:lnTo>
                                    <a:pt x="1721" y="4782"/>
                                  </a:lnTo>
                                  <a:lnTo>
                                    <a:pt x="1725" y="4810"/>
                                  </a:lnTo>
                                  <a:lnTo>
                                    <a:pt x="1740" y="4908"/>
                                  </a:lnTo>
                                  <a:lnTo>
                                    <a:pt x="1741" y="4982"/>
                                  </a:lnTo>
                                  <a:lnTo>
                                    <a:pt x="1736" y="5057"/>
                                  </a:lnTo>
                                  <a:lnTo>
                                    <a:pt x="1728" y="5131"/>
                                  </a:lnTo>
                                  <a:lnTo>
                                    <a:pt x="1726" y="5151"/>
                                  </a:lnTo>
                                  <a:lnTo>
                                    <a:pt x="1726" y="5163"/>
                                  </a:lnTo>
                                  <a:lnTo>
                                    <a:pt x="1728" y="5171"/>
                                  </a:lnTo>
                                  <a:lnTo>
                                    <a:pt x="1730" y="5176"/>
                                  </a:lnTo>
                                  <a:lnTo>
                                    <a:pt x="1731" y="5179"/>
                                  </a:lnTo>
                                  <a:lnTo>
                                    <a:pt x="1731" y="5188"/>
                                  </a:lnTo>
                                  <a:lnTo>
                                    <a:pt x="1733" y="5199"/>
                                  </a:lnTo>
                                  <a:lnTo>
                                    <a:pt x="1731" y="5219"/>
                                  </a:lnTo>
                                  <a:lnTo>
                                    <a:pt x="1730" y="5257"/>
                                  </a:lnTo>
                                  <a:lnTo>
                                    <a:pt x="1731" y="5297"/>
                                  </a:lnTo>
                                  <a:lnTo>
                                    <a:pt x="1731" y="5337"/>
                                  </a:lnTo>
                                  <a:lnTo>
                                    <a:pt x="1728" y="5378"/>
                                  </a:lnTo>
                                  <a:lnTo>
                                    <a:pt x="1718" y="5415"/>
                                  </a:lnTo>
                                  <a:lnTo>
                                    <a:pt x="1708" y="5428"/>
                                  </a:lnTo>
                                  <a:lnTo>
                                    <a:pt x="1692" y="5439"/>
                                  </a:lnTo>
                                  <a:lnTo>
                                    <a:pt x="1669" y="5448"/>
                                  </a:lnTo>
                                  <a:lnTo>
                                    <a:pt x="1644" y="5453"/>
                                  </a:lnTo>
                                  <a:lnTo>
                                    <a:pt x="1614" y="5456"/>
                                  </a:lnTo>
                                  <a:lnTo>
                                    <a:pt x="1586" y="5459"/>
                                  </a:lnTo>
                                  <a:lnTo>
                                    <a:pt x="1536" y="5461"/>
                                  </a:lnTo>
                                  <a:lnTo>
                                    <a:pt x="1488" y="5463"/>
                                  </a:lnTo>
                                  <a:lnTo>
                                    <a:pt x="1298" y="5466"/>
                                  </a:lnTo>
                                  <a:lnTo>
                                    <a:pt x="1271" y="5466"/>
                                  </a:lnTo>
                                  <a:lnTo>
                                    <a:pt x="1235" y="5466"/>
                                  </a:lnTo>
                                  <a:lnTo>
                                    <a:pt x="1193" y="5466"/>
                                  </a:lnTo>
                                  <a:lnTo>
                                    <a:pt x="1147" y="5466"/>
                                  </a:lnTo>
                                  <a:lnTo>
                                    <a:pt x="1099" y="5466"/>
                                  </a:lnTo>
                                  <a:lnTo>
                                    <a:pt x="1053" y="5464"/>
                                  </a:lnTo>
                                  <a:lnTo>
                                    <a:pt x="1011" y="5464"/>
                                  </a:lnTo>
                                  <a:lnTo>
                                    <a:pt x="975" y="5464"/>
                                  </a:lnTo>
                                  <a:lnTo>
                                    <a:pt x="948" y="5463"/>
                                  </a:lnTo>
                                  <a:lnTo>
                                    <a:pt x="761" y="5454"/>
                                  </a:lnTo>
                                  <a:lnTo>
                                    <a:pt x="303" y="5456"/>
                                  </a:lnTo>
                                  <a:lnTo>
                                    <a:pt x="187" y="5454"/>
                                  </a:lnTo>
                                  <a:lnTo>
                                    <a:pt x="166" y="5454"/>
                                  </a:lnTo>
                                  <a:lnTo>
                                    <a:pt x="142" y="5453"/>
                                  </a:lnTo>
                                  <a:lnTo>
                                    <a:pt x="118" y="5453"/>
                                  </a:lnTo>
                                  <a:lnTo>
                                    <a:pt x="94" y="5449"/>
                                  </a:lnTo>
                                  <a:lnTo>
                                    <a:pt x="71" y="5446"/>
                                  </a:lnTo>
                                  <a:lnTo>
                                    <a:pt x="53" y="5441"/>
                                  </a:lnTo>
                                  <a:lnTo>
                                    <a:pt x="38" y="5433"/>
                                  </a:lnTo>
                                  <a:lnTo>
                                    <a:pt x="28" y="5421"/>
                                  </a:lnTo>
                                  <a:lnTo>
                                    <a:pt x="20" y="5395"/>
                                  </a:lnTo>
                                  <a:lnTo>
                                    <a:pt x="17" y="5368"/>
                                  </a:lnTo>
                                  <a:lnTo>
                                    <a:pt x="17" y="5340"/>
                                  </a:lnTo>
                                  <a:lnTo>
                                    <a:pt x="17" y="5314"/>
                                  </a:lnTo>
                                  <a:lnTo>
                                    <a:pt x="17" y="5277"/>
                                  </a:lnTo>
                                  <a:lnTo>
                                    <a:pt x="15" y="5247"/>
                                  </a:lnTo>
                                  <a:lnTo>
                                    <a:pt x="13" y="5222"/>
                                  </a:lnTo>
                                  <a:lnTo>
                                    <a:pt x="10" y="5199"/>
                                  </a:lnTo>
                                  <a:lnTo>
                                    <a:pt x="7" y="5174"/>
                                  </a:lnTo>
                                  <a:lnTo>
                                    <a:pt x="3" y="5145"/>
                                  </a:lnTo>
                                  <a:lnTo>
                                    <a:pt x="2" y="5108"/>
                                  </a:lnTo>
                                  <a:lnTo>
                                    <a:pt x="3" y="5057"/>
                                  </a:lnTo>
                                  <a:lnTo>
                                    <a:pt x="10" y="5005"/>
                                  </a:lnTo>
                                  <a:lnTo>
                                    <a:pt x="15" y="4956"/>
                                  </a:lnTo>
                                  <a:lnTo>
                                    <a:pt x="15" y="4903"/>
                                  </a:lnTo>
                                  <a:lnTo>
                                    <a:pt x="12" y="4850"/>
                                  </a:lnTo>
                                  <a:lnTo>
                                    <a:pt x="8" y="4780"/>
                                  </a:lnTo>
                                  <a:lnTo>
                                    <a:pt x="5" y="4712"/>
                                  </a:lnTo>
                                  <a:lnTo>
                                    <a:pt x="3" y="4669"/>
                                  </a:lnTo>
                                  <a:lnTo>
                                    <a:pt x="2" y="4629"/>
                                  </a:lnTo>
                                  <a:lnTo>
                                    <a:pt x="0" y="4591"/>
                                  </a:lnTo>
                                  <a:lnTo>
                                    <a:pt x="0" y="4551"/>
                                  </a:lnTo>
                                  <a:lnTo>
                                    <a:pt x="2" y="4507"/>
                                  </a:lnTo>
                                  <a:lnTo>
                                    <a:pt x="7" y="4483"/>
                                  </a:lnTo>
                                  <a:lnTo>
                                    <a:pt x="15" y="4462"/>
                                  </a:lnTo>
                                  <a:lnTo>
                                    <a:pt x="23" y="4439"/>
                                  </a:lnTo>
                                  <a:lnTo>
                                    <a:pt x="26" y="4425"/>
                                  </a:lnTo>
                                  <a:lnTo>
                                    <a:pt x="26" y="4412"/>
                                  </a:lnTo>
                                  <a:lnTo>
                                    <a:pt x="28" y="4397"/>
                                  </a:lnTo>
                                  <a:lnTo>
                                    <a:pt x="33" y="4384"/>
                                  </a:lnTo>
                                  <a:lnTo>
                                    <a:pt x="45" y="4372"/>
                                  </a:lnTo>
                                  <a:lnTo>
                                    <a:pt x="63" y="4364"/>
                                  </a:lnTo>
                                  <a:lnTo>
                                    <a:pt x="86" y="4359"/>
                                  </a:lnTo>
                                  <a:lnTo>
                                    <a:pt x="111" y="4358"/>
                                  </a:lnTo>
                                  <a:lnTo>
                                    <a:pt x="139" y="4356"/>
                                  </a:lnTo>
                                  <a:lnTo>
                                    <a:pt x="167" y="4356"/>
                                  </a:lnTo>
                                  <a:lnTo>
                                    <a:pt x="194" y="4358"/>
                                  </a:lnTo>
                                  <a:lnTo>
                                    <a:pt x="217" y="4358"/>
                                  </a:lnTo>
                                  <a:lnTo>
                                    <a:pt x="333" y="4359"/>
                                  </a:lnTo>
                                  <a:lnTo>
                                    <a:pt x="551" y="4354"/>
                                  </a:lnTo>
                                  <a:lnTo>
                                    <a:pt x="616" y="4354"/>
                                  </a:lnTo>
                                  <a:lnTo>
                                    <a:pt x="679" y="4356"/>
                                  </a:lnTo>
                                  <a:lnTo>
                                    <a:pt x="745" y="4359"/>
                                  </a:lnTo>
                                  <a:lnTo>
                                    <a:pt x="811" y="4361"/>
                                  </a:lnTo>
                                  <a:lnTo>
                                    <a:pt x="970" y="4359"/>
                                  </a:lnTo>
                                  <a:lnTo>
                                    <a:pt x="992" y="4359"/>
                                  </a:lnTo>
                                  <a:lnTo>
                                    <a:pt x="1023" y="4359"/>
                                  </a:lnTo>
                                  <a:lnTo>
                                    <a:pt x="1059" y="4358"/>
                                  </a:lnTo>
                                  <a:lnTo>
                                    <a:pt x="1101" y="4358"/>
                                  </a:lnTo>
                                  <a:lnTo>
                                    <a:pt x="1144" y="4356"/>
                                  </a:lnTo>
                                  <a:lnTo>
                                    <a:pt x="1185" y="4356"/>
                                  </a:lnTo>
                                  <a:lnTo>
                                    <a:pt x="1223" y="4354"/>
                                  </a:lnTo>
                                  <a:lnTo>
                                    <a:pt x="1253" y="4354"/>
                                  </a:lnTo>
                                  <a:lnTo>
                                    <a:pt x="1276" y="4354"/>
                                  </a:lnTo>
                                  <a:lnTo>
                                    <a:pt x="1357" y="4353"/>
                                  </a:lnTo>
                                  <a:lnTo>
                                    <a:pt x="1440" y="4353"/>
                                  </a:lnTo>
                                  <a:lnTo>
                                    <a:pt x="1460" y="4353"/>
                                  </a:lnTo>
                                  <a:lnTo>
                                    <a:pt x="1486" y="4353"/>
                                  </a:lnTo>
                                  <a:lnTo>
                                    <a:pt x="1518" y="4351"/>
                                  </a:lnTo>
                                  <a:lnTo>
                                    <a:pt x="1553" y="4351"/>
                                  </a:lnTo>
                                  <a:close/>
                                  <a:moveTo>
                                    <a:pt x="3680" y="4351"/>
                                  </a:moveTo>
                                  <a:lnTo>
                                    <a:pt x="3714" y="4353"/>
                                  </a:lnTo>
                                  <a:lnTo>
                                    <a:pt x="3748" y="4353"/>
                                  </a:lnTo>
                                  <a:lnTo>
                                    <a:pt x="3777" y="4356"/>
                                  </a:lnTo>
                                  <a:lnTo>
                                    <a:pt x="3802" y="4359"/>
                                  </a:lnTo>
                                  <a:lnTo>
                                    <a:pt x="3820" y="4364"/>
                                  </a:lnTo>
                                  <a:lnTo>
                                    <a:pt x="3820" y="4364"/>
                                  </a:lnTo>
                                  <a:lnTo>
                                    <a:pt x="3819" y="4364"/>
                                  </a:lnTo>
                                  <a:lnTo>
                                    <a:pt x="3817" y="4364"/>
                                  </a:lnTo>
                                  <a:lnTo>
                                    <a:pt x="3815" y="4364"/>
                                  </a:lnTo>
                                  <a:lnTo>
                                    <a:pt x="3812" y="4364"/>
                                  </a:lnTo>
                                  <a:lnTo>
                                    <a:pt x="3810" y="4364"/>
                                  </a:lnTo>
                                  <a:lnTo>
                                    <a:pt x="3809" y="4364"/>
                                  </a:lnTo>
                                  <a:lnTo>
                                    <a:pt x="3807" y="4364"/>
                                  </a:lnTo>
                                  <a:lnTo>
                                    <a:pt x="3807" y="4364"/>
                                  </a:lnTo>
                                  <a:lnTo>
                                    <a:pt x="3809" y="4364"/>
                                  </a:lnTo>
                                  <a:lnTo>
                                    <a:pt x="3814" y="4366"/>
                                  </a:lnTo>
                                  <a:lnTo>
                                    <a:pt x="3819" y="4366"/>
                                  </a:lnTo>
                                  <a:lnTo>
                                    <a:pt x="3827" y="4367"/>
                                  </a:lnTo>
                                  <a:lnTo>
                                    <a:pt x="3837" y="4374"/>
                                  </a:lnTo>
                                  <a:lnTo>
                                    <a:pt x="3842" y="4389"/>
                                  </a:lnTo>
                                  <a:lnTo>
                                    <a:pt x="3847" y="4411"/>
                                  </a:lnTo>
                                  <a:lnTo>
                                    <a:pt x="3848" y="4439"/>
                                  </a:lnTo>
                                  <a:lnTo>
                                    <a:pt x="3850" y="4472"/>
                                  </a:lnTo>
                                  <a:lnTo>
                                    <a:pt x="3850" y="4510"/>
                                  </a:lnTo>
                                  <a:lnTo>
                                    <a:pt x="3850" y="4550"/>
                                  </a:lnTo>
                                  <a:lnTo>
                                    <a:pt x="3848" y="4591"/>
                                  </a:lnTo>
                                  <a:lnTo>
                                    <a:pt x="3848" y="4633"/>
                                  </a:lnTo>
                                  <a:lnTo>
                                    <a:pt x="3847" y="4674"/>
                                  </a:lnTo>
                                  <a:lnTo>
                                    <a:pt x="3847" y="4714"/>
                                  </a:lnTo>
                                  <a:lnTo>
                                    <a:pt x="3847" y="4750"/>
                                  </a:lnTo>
                                  <a:lnTo>
                                    <a:pt x="3848" y="4782"/>
                                  </a:lnTo>
                                  <a:lnTo>
                                    <a:pt x="3853" y="4810"/>
                                  </a:lnTo>
                                  <a:lnTo>
                                    <a:pt x="3867" y="4908"/>
                                  </a:lnTo>
                                  <a:lnTo>
                                    <a:pt x="3868" y="4982"/>
                                  </a:lnTo>
                                  <a:lnTo>
                                    <a:pt x="3863" y="5057"/>
                                  </a:lnTo>
                                  <a:lnTo>
                                    <a:pt x="3855" y="5131"/>
                                  </a:lnTo>
                                  <a:lnTo>
                                    <a:pt x="3853" y="5151"/>
                                  </a:lnTo>
                                  <a:lnTo>
                                    <a:pt x="3853" y="5163"/>
                                  </a:lnTo>
                                  <a:lnTo>
                                    <a:pt x="3855" y="5171"/>
                                  </a:lnTo>
                                  <a:lnTo>
                                    <a:pt x="3857" y="5174"/>
                                  </a:lnTo>
                                  <a:lnTo>
                                    <a:pt x="3858" y="5179"/>
                                  </a:lnTo>
                                  <a:lnTo>
                                    <a:pt x="3860" y="5188"/>
                                  </a:lnTo>
                                  <a:lnTo>
                                    <a:pt x="3860" y="5199"/>
                                  </a:lnTo>
                                  <a:lnTo>
                                    <a:pt x="3858" y="5219"/>
                                  </a:lnTo>
                                  <a:lnTo>
                                    <a:pt x="3857" y="5257"/>
                                  </a:lnTo>
                                  <a:lnTo>
                                    <a:pt x="3858" y="5297"/>
                                  </a:lnTo>
                                  <a:lnTo>
                                    <a:pt x="3858" y="5337"/>
                                  </a:lnTo>
                                  <a:lnTo>
                                    <a:pt x="3855" y="5378"/>
                                  </a:lnTo>
                                  <a:lnTo>
                                    <a:pt x="3845" y="5415"/>
                                  </a:lnTo>
                                  <a:lnTo>
                                    <a:pt x="3835" y="5428"/>
                                  </a:lnTo>
                                  <a:lnTo>
                                    <a:pt x="3819" y="5439"/>
                                  </a:lnTo>
                                  <a:lnTo>
                                    <a:pt x="3797" y="5448"/>
                                  </a:lnTo>
                                  <a:lnTo>
                                    <a:pt x="3771" y="5453"/>
                                  </a:lnTo>
                                  <a:lnTo>
                                    <a:pt x="3743" y="5456"/>
                                  </a:lnTo>
                                  <a:lnTo>
                                    <a:pt x="3713" y="5459"/>
                                  </a:lnTo>
                                  <a:lnTo>
                                    <a:pt x="3663" y="5461"/>
                                  </a:lnTo>
                                  <a:lnTo>
                                    <a:pt x="3615" y="5463"/>
                                  </a:lnTo>
                                  <a:lnTo>
                                    <a:pt x="3425" y="5466"/>
                                  </a:lnTo>
                                  <a:lnTo>
                                    <a:pt x="3398" y="5466"/>
                                  </a:lnTo>
                                  <a:lnTo>
                                    <a:pt x="3363" y="5466"/>
                                  </a:lnTo>
                                  <a:lnTo>
                                    <a:pt x="3320" y="5466"/>
                                  </a:lnTo>
                                  <a:lnTo>
                                    <a:pt x="3274" y="5466"/>
                                  </a:lnTo>
                                  <a:lnTo>
                                    <a:pt x="3226" y="5466"/>
                                  </a:lnTo>
                                  <a:lnTo>
                                    <a:pt x="3181" y="5464"/>
                                  </a:lnTo>
                                  <a:lnTo>
                                    <a:pt x="3138" y="5464"/>
                                  </a:lnTo>
                                  <a:lnTo>
                                    <a:pt x="3102" y="5464"/>
                                  </a:lnTo>
                                  <a:lnTo>
                                    <a:pt x="3075" y="5463"/>
                                  </a:lnTo>
                                  <a:lnTo>
                                    <a:pt x="2888" y="5454"/>
                                  </a:lnTo>
                                  <a:lnTo>
                                    <a:pt x="2432" y="5456"/>
                                  </a:lnTo>
                                  <a:lnTo>
                                    <a:pt x="2314" y="5454"/>
                                  </a:lnTo>
                                  <a:lnTo>
                                    <a:pt x="2293" y="5454"/>
                                  </a:lnTo>
                                  <a:lnTo>
                                    <a:pt x="2269" y="5453"/>
                                  </a:lnTo>
                                  <a:lnTo>
                                    <a:pt x="2245" y="5453"/>
                                  </a:lnTo>
                                  <a:lnTo>
                                    <a:pt x="2221" y="5449"/>
                                  </a:lnTo>
                                  <a:lnTo>
                                    <a:pt x="2198" y="5446"/>
                                  </a:lnTo>
                                  <a:lnTo>
                                    <a:pt x="2180" y="5441"/>
                                  </a:lnTo>
                                  <a:lnTo>
                                    <a:pt x="2165" y="5433"/>
                                  </a:lnTo>
                                  <a:lnTo>
                                    <a:pt x="2157" y="5421"/>
                                  </a:lnTo>
                                  <a:lnTo>
                                    <a:pt x="2147" y="5395"/>
                                  </a:lnTo>
                                  <a:lnTo>
                                    <a:pt x="2144" y="5368"/>
                                  </a:lnTo>
                                  <a:lnTo>
                                    <a:pt x="2144" y="5340"/>
                                  </a:lnTo>
                                  <a:lnTo>
                                    <a:pt x="2144" y="5314"/>
                                  </a:lnTo>
                                  <a:lnTo>
                                    <a:pt x="2144" y="5277"/>
                                  </a:lnTo>
                                  <a:lnTo>
                                    <a:pt x="2142" y="5247"/>
                                  </a:lnTo>
                                  <a:lnTo>
                                    <a:pt x="2140" y="5222"/>
                                  </a:lnTo>
                                  <a:lnTo>
                                    <a:pt x="2137" y="5199"/>
                                  </a:lnTo>
                                  <a:lnTo>
                                    <a:pt x="2134" y="5174"/>
                                  </a:lnTo>
                                  <a:lnTo>
                                    <a:pt x="2130" y="5145"/>
                                  </a:lnTo>
                                  <a:lnTo>
                                    <a:pt x="2129" y="5108"/>
                                  </a:lnTo>
                                  <a:lnTo>
                                    <a:pt x="2132" y="5057"/>
                                  </a:lnTo>
                                  <a:lnTo>
                                    <a:pt x="2137" y="5005"/>
                                  </a:lnTo>
                                  <a:lnTo>
                                    <a:pt x="2142" y="4956"/>
                                  </a:lnTo>
                                  <a:lnTo>
                                    <a:pt x="2142" y="4903"/>
                                  </a:lnTo>
                                  <a:lnTo>
                                    <a:pt x="2139" y="4850"/>
                                  </a:lnTo>
                                  <a:lnTo>
                                    <a:pt x="2137" y="4780"/>
                                  </a:lnTo>
                                  <a:lnTo>
                                    <a:pt x="2132" y="4712"/>
                                  </a:lnTo>
                                  <a:lnTo>
                                    <a:pt x="2130" y="4669"/>
                                  </a:lnTo>
                                  <a:lnTo>
                                    <a:pt x="2129" y="4629"/>
                                  </a:lnTo>
                                  <a:lnTo>
                                    <a:pt x="2127" y="4591"/>
                                  </a:lnTo>
                                  <a:lnTo>
                                    <a:pt x="2127" y="4551"/>
                                  </a:lnTo>
                                  <a:lnTo>
                                    <a:pt x="2129" y="4507"/>
                                  </a:lnTo>
                                  <a:lnTo>
                                    <a:pt x="2134" y="4483"/>
                                  </a:lnTo>
                                  <a:lnTo>
                                    <a:pt x="2142" y="4462"/>
                                  </a:lnTo>
                                  <a:lnTo>
                                    <a:pt x="2152" y="4439"/>
                                  </a:lnTo>
                                  <a:lnTo>
                                    <a:pt x="2153" y="4425"/>
                                  </a:lnTo>
                                  <a:lnTo>
                                    <a:pt x="2155" y="4412"/>
                                  </a:lnTo>
                                  <a:lnTo>
                                    <a:pt x="2155" y="4397"/>
                                  </a:lnTo>
                                  <a:lnTo>
                                    <a:pt x="2160" y="4384"/>
                                  </a:lnTo>
                                  <a:lnTo>
                                    <a:pt x="2172" y="4372"/>
                                  </a:lnTo>
                                  <a:lnTo>
                                    <a:pt x="2190" y="4364"/>
                                  </a:lnTo>
                                  <a:lnTo>
                                    <a:pt x="2213" y="4359"/>
                                  </a:lnTo>
                                  <a:lnTo>
                                    <a:pt x="2240" y="4358"/>
                                  </a:lnTo>
                                  <a:lnTo>
                                    <a:pt x="2266" y="4356"/>
                                  </a:lnTo>
                                  <a:lnTo>
                                    <a:pt x="2294" y="4356"/>
                                  </a:lnTo>
                                  <a:lnTo>
                                    <a:pt x="2321" y="4358"/>
                                  </a:lnTo>
                                  <a:lnTo>
                                    <a:pt x="2344" y="4358"/>
                                  </a:lnTo>
                                  <a:lnTo>
                                    <a:pt x="2460" y="4359"/>
                                  </a:lnTo>
                                  <a:lnTo>
                                    <a:pt x="2680" y="4354"/>
                                  </a:lnTo>
                                  <a:lnTo>
                                    <a:pt x="2743" y="4354"/>
                                  </a:lnTo>
                                  <a:lnTo>
                                    <a:pt x="2806" y="4356"/>
                                  </a:lnTo>
                                  <a:lnTo>
                                    <a:pt x="2872" y="4359"/>
                                  </a:lnTo>
                                  <a:lnTo>
                                    <a:pt x="2938" y="4361"/>
                                  </a:lnTo>
                                  <a:lnTo>
                                    <a:pt x="3097" y="4359"/>
                                  </a:lnTo>
                                  <a:lnTo>
                                    <a:pt x="3119" y="4359"/>
                                  </a:lnTo>
                                  <a:lnTo>
                                    <a:pt x="3150" y="4359"/>
                                  </a:lnTo>
                                  <a:lnTo>
                                    <a:pt x="3188" y="4358"/>
                                  </a:lnTo>
                                  <a:lnTo>
                                    <a:pt x="3229" y="4358"/>
                                  </a:lnTo>
                                  <a:lnTo>
                                    <a:pt x="3271" y="4356"/>
                                  </a:lnTo>
                                  <a:lnTo>
                                    <a:pt x="3312" y="4356"/>
                                  </a:lnTo>
                                  <a:lnTo>
                                    <a:pt x="3350" y="4354"/>
                                  </a:lnTo>
                                  <a:lnTo>
                                    <a:pt x="3382" y="4354"/>
                                  </a:lnTo>
                                  <a:lnTo>
                                    <a:pt x="3403" y="4354"/>
                                  </a:lnTo>
                                  <a:lnTo>
                                    <a:pt x="3484" y="4353"/>
                                  </a:lnTo>
                                  <a:lnTo>
                                    <a:pt x="3567" y="4353"/>
                                  </a:lnTo>
                                  <a:lnTo>
                                    <a:pt x="3587" y="4353"/>
                                  </a:lnTo>
                                  <a:lnTo>
                                    <a:pt x="3613" y="4353"/>
                                  </a:lnTo>
                                  <a:lnTo>
                                    <a:pt x="3645" y="4351"/>
                                  </a:lnTo>
                                  <a:lnTo>
                                    <a:pt x="3680" y="4351"/>
                                  </a:lnTo>
                                  <a:close/>
                                  <a:moveTo>
                                    <a:pt x="1553" y="2895"/>
                                  </a:moveTo>
                                  <a:lnTo>
                                    <a:pt x="1587" y="2895"/>
                                  </a:lnTo>
                                  <a:lnTo>
                                    <a:pt x="1621" y="2896"/>
                                  </a:lnTo>
                                  <a:lnTo>
                                    <a:pt x="1650" y="2898"/>
                                  </a:lnTo>
                                  <a:lnTo>
                                    <a:pt x="1675" y="2903"/>
                                  </a:lnTo>
                                  <a:lnTo>
                                    <a:pt x="1693" y="2908"/>
                                  </a:lnTo>
                                  <a:lnTo>
                                    <a:pt x="1693" y="2908"/>
                                  </a:lnTo>
                                  <a:lnTo>
                                    <a:pt x="1692" y="2908"/>
                                  </a:lnTo>
                                  <a:lnTo>
                                    <a:pt x="1690" y="2908"/>
                                  </a:lnTo>
                                  <a:lnTo>
                                    <a:pt x="1688" y="2908"/>
                                  </a:lnTo>
                                  <a:lnTo>
                                    <a:pt x="1685" y="2908"/>
                                  </a:lnTo>
                                  <a:lnTo>
                                    <a:pt x="1683" y="2908"/>
                                  </a:lnTo>
                                  <a:lnTo>
                                    <a:pt x="1680" y="2908"/>
                                  </a:lnTo>
                                  <a:lnTo>
                                    <a:pt x="1680" y="2908"/>
                                  </a:lnTo>
                                  <a:lnTo>
                                    <a:pt x="1680" y="2908"/>
                                  </a:lnTo>
                                  <a:lnTo>
                                    <a:pt x="1682" y="2908"/>
                                  </a:lnTo>
                                  <a:lnTo>
                                    <a:pt x="1685" y="2908"/>
                                  </a:lnTo>
                                  <a:lnTo>
                                    <a:pt x="1692" y="2909"/>
                                  </a:lnTo>
                                  <a:lnTo>
                                    <a:pt x="1700" y="2911"/>
                                  </a:lnTo>
                                  <a:lnTo>
                                    <a:pt x="1708" y="2918"/>
                                  </a:lnTo>
                                  <a:lnTo>
                                    <a:pt x="1715" y="2933"/>
                                  </a:lnTo>
                                  <a:lnTo>
                                    <a:pt x="1720" y="2954"/>
                                  </a:lnTo>
                                  <a:lnTo>
                                    <a:pt x="1721" y="2982"/>
                                  </a:lnTo>
                                  <a:lnTo>
                                    <a:pt x="1723" y="3015"/>
                                  </a:lnTo>
                                  <a:lnTo>
                                    <a:pt x="1723" y="3054"/>
                                  </a:lnTo>
                                  <a:lnTo>
                                    <a:pt x="1723" y="3093"/>
                                  </a:lnTo>
                                  <a:lnTo>
                                    <a:pt x="1721" y="3135"/>
                                  </a:lnTo>
                                  <a:lnTo>
                                    <a:pt x="1720" y="3176"/>
                                  </a:lnTo>
                                  <a:lnTo>
                                    <a:pt x="1720" y="3218"/>
                                  </a:lnTo>
                                  <a:lnTo>
                                    <a:pt x="1720" y="3257"/>
                                  </a:lnTo>
                                  <a:lnTo>
                                    <a:pt x="1720" y="3294"/>
                                  </a:lnTo>
                                  <a:lnTo>
                                    <a:pt x="1721" y="3325"/>
                                  </a:lnTo>
                                  <a:lnTo>
                                    <a:pt x="1725" y="3353"/>
                                  </a:lnTo>
                                  <a:lnTo>
                                    <a:pt x="1740" y="3450"/>
                                  </a:lnTo>
                                  <a:lnTo>
                                    <a:pt x="1741" y="3526"/>
                                  </a:lnTo>
                                  <a:lnTo>
                                    <a:pt x="1736" y="3600"/>
                                  </a:lnTo>
                                  <a:lnTo>
                                    <a:pt x="1728" y="3675"/>
                                  </a:lnTo>
                                  <a:lnTo>
                                    <a:pt x="1726" y="3695"/>
                                  </a:lnTo>
                                  <a:lnTo>
                                    <a:pt x="1726" y="3706"/>
                                  </a:lnTo>
                                  <a:lnTo>
                                    <a:pt x="1728" y="3713"/>
                                  </a:lnTo>
                                  <a:lnTo>
                                    <a:pt x="1730" y="3718"/>
                                  </a:lnTo>
                                  <a:lnTo>
                                    <a:pt x="1731" y="3723"/>
                                  </a:lnTo>
                                  <a:lnTo>
                                    <a:pt x="1731" y="3731"/>
                                  </a:lnTo>
                                  <a:lnTo>
                                    <a:pt x="1733" y="3743"/>
                                  </a:lnTo>
                                  <a:lnTo>
                                    <a:pt x="1731" y="3761"/>
                                  </a:lnTo>
                                  <a:lnTo>
                                    <a:pt x="1730" y="3799"/>
                                  </a:lnTo>
                                  <a:lnTo>
                                    <a:pt x="1731" y="3841"/>
                                  </a:lnTo>
                                  <a:lnTo>
                                    <a:pt x="1731" y="3880"/>
                                  </a:lnTo>
                                  <a:lnTo>
                                    <a:pt x="1728" y="3920"/>
                                  </a:lnTo>
                                  <a:lnTo>
                                    <a:pt x="1718" y="3958"/>
                                  </a:lnTo>
                                  <a:lnTo>
                                    <a:pt x="1708" y="3972"/>
                                  </a:lnTo>
                                  <a:lnTo>
                                    <a:pt x="1692" y="3983"/>
                                  </a:lnTo>
                                  <a:lnTo>
                                    <a:pt x="1669" y="3990"/>
                                  </a:lnTo>
                                  <a:lnTo>
                                    <a:pt x="1644" y="3996"/>
                                  </a:lnTo>
                                  <a:lnTo>
                                    <a:pt x="1614" y="4000"/>
                                  </a:lnTo>
                                  <a:lnTo>
                                    <a:pt x="1586" y="4003"/>
                                  </a:lnTo>
                                  <a:lnTo>
                                    <a:pt x="1536" y="4005"/>
                                  </a:lnTo>
                                  <a:lnTo>
                                    <a:pt x="1488" y="4006"/>
                                  </a:lnTo>
                                  <a:lnTo>
                                    <a:pt x="1298" y="4010"/>
                                  </a:lnTo>
                                  <a:lnTo>
                                    <a:pt x="1271" y="4010"/>
                                  </a:lnTo>
                                  <a:lnTo>
                                    <a:pt x="1235" y="4010"/>
                                  </a:lnTo>
                                  <a:lnTo>
                                    <a:pt x="1193" y="4010"/>
                                  </a:lnTo>
                                  <a:lnTo>
                                    <a:pt x="1147" y="4010"/>
                                  </a:lnTo>
                                  <a:lnTo>
                                    <a:pt x="1099" y="4008"/>
                                  </a:lnTo>
                                  <a:lnTo>
                                    <a:pt x="1053" y="4008"/>
                                  </a:lnTo>
                                  <a:lnTo>
                                    <a:pt x="1011" y="4008"/>
                                  </a:lnTo>
                                  <a:lnTo>
                                    <a:pt x="975" y="4008"/>
                                  </a:lnTo>
                                  <a:lnTo>
                                    <a:pt x="948" y="4006"/>
                                  </a:lnTo>
                                  <a:lnTo>
                                    <a:pt x="761" y="3998"/>
                                  </a:lnTo>
                                  <a:lnTo>
                                    <a:pt x="303" y="3998"/>
                                  </a:lnTo>
                                  <a:lnTo>
                                    <a:pt x="187" y="3998"/>
                                  </a:lnTo>
                                  <a:lnTo>
                                    <a:pt x="166" y="3996"/>
                                  </a:lnTo>
                                  <a:lnTo>
                                    <a:pt x="142" y="3996"/>
                                  </a:lnTo>
                                  <a:lnTo>
                                    <a:pt x="118" y="3995"/>
                                  </a:lnTo>
                                  <a:lnTo>
                                    <a:pt x="94" y="3993"/>
                                  </a:lnTo>
                                  <a:lnTo>
                                    <a:pt x="71" y="3990"/>
                                  </a:lnTo>
                                  <a:lnTo>
                                    <a:pt x="53" y="3985"/>
                                  </a:lnTo>
                                  <a:lnTo>
                                    <a:pt x="38" y="3976"/>
                                  </a:lnTo>
                                  <a:lnTo>
                                    <a:pt x="28" y="3965"/>
                                  </a:lnTo>
                                  <a:lnTo>
                                    <a:pt x="20" y="3938"/>
                                  </a:lnTo>
                                  <a:lnTo>
                                    <a:pt x="17" y="3912"/>
                                  </a:lnTo>
                                  <a:lnTo>
                                    <a:pt x="17" y="3884"/>
                                  </a:lnTo>
                                  <a:lnTo>
                                    <a:pt x="17" y="3857"/>
                                  </a:lnTo>
                                  <a:lnTo>
                                    <a:pt x="17" y="3819"/>
                                  </a:lnTo>
                                  <a:lnTo>
                                    <a:pt x="15" y="3791"/>
                                  </a:lnTo>
                                  <a:lnTo>
                                    <a:pt x="13" y="3766"/>
                                  </a:lnTo>
                                  <a:lnTo>
                                    <a:pt x="10" y="3743"/>
                                  </a:lnTo>
                                  <a:lnTo>
                                    <a:pt x="7" y="3718"/>
                                  </a:lnTo>
                                  <a:lnTo>
                                    <a:pt x="3" y="3688"/>
                                  </a:lnTo>
                                  <a:lnTo>
                                    <a:pt x="2" y="3652"/>
                                  </a:lnTo>
                                  <a:lnTo>
                                    <a:pt x="3" y="3600"/>
                                  </a:lnTo>
                                  <a:lnTo>
                                    <a:pt x="10" y="3549"/>
                                  </a:lnTo>
                                  <a:lnTo>
                                    <a:pt x="15" y="3498"/>
                                  </a:lnTo>
                                  <a:lnTo>
                                    <a:pt x="15" y="3445"/>
                                  </a:lnTo>
                                  <a:lnTo>
                                    <a:pt x="12" y="3392"/>
                                  </a:lnTo>
                                  <a:lnTo>
                                    <a:pt x="8" y="3324"/>
                                  </a:lnTo>
                                  <a:lnTo>
                                    <a:pt x="5" y="3256"/>
                                  </a:lnTo>
                                  <a:lnTo>
                                    <a:pt x="3" y="3211"/>
                                  </a:lnTo>
                                  <a:lnTo>
                                    <a:pt x="2" y="3173"/>
                                  </a:lnTo>
                                  <a:lnTo>
                                    <a:pt x="0" y="3133"/>
                                  </a:lnTo>
                                  <a:lnTo>
                                    <a:pt x="0" y="3093"/>
                                  </a:lnTo>
                                  <a:lnTo>
                                    <a:pt x="2" y="3050"/>
                                  </a:lnTo>
                                  <a:lnTo>
                                    <a:pt x="7" y="3027"/>
                                  </a:lnTo>
                                  <a:lnTo>
                                    <a:pt x="15" y="3006"/>
                                  </a:lnTo>
                                  <a:lnTo>
                                    <a:pt x="23" y="2982"/>
                                  </a:lnTo>
                                  <a:lnTo>
                                    <a:pt x="26" y="2969"/>
                                  </a:lnTo>
                                  <a:lnTo>
                                    <a:pt x="26" y="2956"/>
                                  </a:lnTo>
                                  <a:lnTo>
                                    <a:pt x="28" y="2941"/>
                                  </a:lnTo>
                                  <a:lnTo>
                                    <a:pt x="33" y="2928"/>
                                  </a:lnTo>
                                  <a:lnTo>
                                    <a:pt x="45" y="2916"/>
                                  </a:lnTo>
                                  <a:lnTo>
                                    <a:pt x="63" y="2908"/>
                                  </a:lnTo>
                                  <a:lnTo>
                                    <a:pt x="86" y="2903"/>
                                  </a:lnTo>
                                  <a:lnTo>
                                    <a:pt x="111" y="2901"/>
                                  </a:lnTo>
                                  <a:lnTo>
                                    <a:pt x="139" y="2900"/>
                                  </a:lnTo>
                                  <a:lnTo>
                                    <a:pt x="167" y="2900"/>
                                  </a:lnTo>
                                  <a:lnTo>
                                    <a:pt x="194" y="2901"/>
                                  </a:lnTo>
                                  <a:lnTo>
                                    <a:pt x="217" y="2901"/>
                                  </a:lnTo>
                                  <a:lnTo>
                                    <a:pt x="333" y="2903"/>
                                  </a:lnTo>
                                  <a:lnTo>
                                    <a:pt x="551" y="2898"/>
                                  </a:lnTo>
                                  <a:lnTo>
                                    <a:pt x="616" y="2898"/>
                                  </a:lnTo>
                                  <a:lnTo>
                                    <a:pt x="679" y="2898"/>
                                  </a:lnTo>
                                  <a:lnTo>
                                    <a:pt x="745" y="2903"/>
                                  </a:lnTo>
                                  <a:lnTo>
                                    <a:pt x="811" y="2904"/>
                                  </a:lnTo>
                                  <a:lnTo>
                                    <a:pt x="970" y="2903"/>
                                  </a:lnTo>
                                  <a:lnTo>
                                    <a:pt x="992" y="2903"/>
                                  </a:lnTo>
                                  <a:lnTo>
                                    <a:pt x="1023" y="2903"/>
                                  </a:lnTo>
                                  <a:lnTo>
                                    <a:pt x="1059" y="2901"/>
                                  </a:lnTo>
                                  <a:lnTo>
                                    <a:pt x="1101" y="2901"/>
                                  </a:lnTo>
                                  <a:lnTo>
                                    <a:pt x="1144" y="2900"/>
                                  </a:lnTo>
                                  <a:lnTo>
                                    <a:pt x="1185" y="2900"/>
                                  </a:lnTo>
                                  <a:lnTo>
                                    <a:pt x="1223" y="2898"/>
                                  </a:lnTo>
                                  <a:lnTo>
                                    <a:pt x="1253" y="2898"/>
                                  </a:lnTo>
                                  <a:lnTo>
                                    <a:pt x="1276" y="2896"/>
                                  </a:lnTo>
                                  <a:lnTo>
                                    <a:pt x="1357" y="2895"/>
                                  </a:lnTo>
                                  <a:lnTo>
                                    <a:pt x="1440" y="2896"/>
                                  </a:lnTo>
                                  <a:lnTo>
                                    <a:pt x="1460" y="2896"/>
                                  </a:lnTo>
                                  <a:lnTo>
                                    <a:pt x="1486" y="2896"/>
                                  </a:lnTo>
                                  <a:lnTo>
                                    <a:pt x="1518" y="2895"/>
                                  </a:lnTo>
                                  <a:lnTo>
                                    <a:pt x="1553" y="2895"/>
                                  </a:lnTo>
                                  <a:close/>
                                  <a:moveTo>
                                    <a:pt x="3680" y="2895"/>
                                  </a:moveTo>
                                  <a:lnTo>
                                    <a:pt x="3714" y="2895"/>
                                  </a:lnTo>
                                  <a:lnTo>
                                    <a:pt x="3748" y="2896"/>
                                  </a:lnTo>
                                  <a:lnTo>
                                    <a:pt x="3777" y="2898"/>
                                  </a:lnTo>
                                  <a:lnTo>
                                    <a:pt x="3802" y="2901"/>
                                  </a:lnTo>
                                  <a:lnTo>
                                    <a:pt x="3820" y="2908"/>
                                  </a:lnTo>
                                  <a:lnTo>
                                    <a:pt x="3820" y="2908"/>
                                  </a:lnTo>
                                  <a:lnTo>
                                    <a:pt x="3819" y="2908"/>
                                  </a:lnTo>
                                  <a:lnTo>
                                    <a:pt x="3817" y="2908"/>
                                  </a:lnTo>
                                  <a:lnTo>
                                    <a:pt x="3815" y="2908"/>
                                  </a:lnTo>
                                  <a:lnTo>
                                    <a:pt x="3812" y="2908"/>
                                  </a:lnTo>
                                  <a:lnTo>
                                    <a:pt x="3810" y="2908"/>
                                  </a:lnTo>
                                  <a:lnTo>
                                    <a:pt x="3809" y="2908"/>
                                  </a:lnTo>
                                  <a:lnTo>
                                    <a:pt x="3807" y="2908"/>
                                  </a:lnTo>
                                  <a:lnTo>
                                    <a:pt x="3807" y="2908"/>
                                  </a:lnTo>
                                  <a:lnTo>
                                    <a:pt x="3809" y="2908"/>
                                  </a:lnTo>
                                  <a:lnTo>
                                    <a:pt x="3814" y="2908"/>
                                  </a:lnTo>
                                  <a:lnTo>
                                    <a:pt x="3819" y="2909"/>
                                  </a:lnTo>
                                  <a:lnTo>
                                    <a:pt x="3827" y="2911"/>
                                  </a:lnTo>
                                  <a:lnTo>
                                    <a:pt x="3837" y="2918"/>
                                  </a:lnTo>
                                  <a:lnTo>
                                    <a:pt x="3842" y="2933"/>
                                  </a:lnTo>
                                  <a:lnTo>
                                    <a:pt x="3847" y="2954"/>
                                  </a:lnTo>
                                  <a:lnTo>
                                    <a:pt x="3848" y="2982"/>
                                  </a:lnTo>
                                  <a:lnTo>
                                    <a:pt x="3850" y="3015"/>
                                  </a:lnTo>
                                  <a:lnTo>
                                    <a:pt x="3850" y="3054"/>
                                  </a:lnTo>
                                  <a:lnTo>
                                    <a:pt x="3850" y="3093"/>
                                  </a:lnTo>
                                  <a:lnTo>
                                    <a:pt x="3848" y="3135"/>
                                  </a:lnTo>
                                  <a:lnTo>
                                    <a:pt x="3848" y="3176"/>
                                  </a:lnTo>
                                  <a:lnTo>
                                    <a:pt x="3847" y="3218"/>
                                  </a:lnTo>
                                  <a:lnTo>
                                    <a:pt x="3847" y="3257"/>
                                  </a:lnTo>
                                  <a:lnTo>
                                    <a:pt x="3847" y="3294"/>
                                  </a:lnTo>
                                  <a:lnTo>
                                    <a:pt x="3848" y="3325"/>
                                  </a:lnTo>
                                  <a:lnTo>
                                    <a:pt x="3853" y="3353"/>
                                  </a:lnTo>
                                  <a:lnTo>
                                    <a:pt x="3867" y="3450"/>
                                  </a:lnTo>
                                  <a:lnTo>
                                    <a:pt x="3868" y="3526"/>
                                  </a:lnTo>
                                  <a:lnTo>
                                    <a:pt x="3863" y="3600"/>
                                  </a:lnTo>
                                  <a:lnTo>
                                    <a:pt x="3855" y="3675"/>
                                  </a:lnTo>
                                  <a:lnTo>
                                    <a:pt x="3853" y="3695"/>
                                  </a:lnTo>
                                  <a:lnTo>
                                    <a:pt x="3853" y="3706"/>
                                  </a:lnTo>
                                  <a:lnTo>
                                    <a:pt x="3855" y="3713"/>
                                  </a:lnTo>
                                  <a:lnTo>
                                    <a:pt x="3857" y="3718"/>
                                  </a:lnTo>
                                  <a:lnTo>
                                    <a:pt x="3858" y="3723"/>
                                  </a:lnTo>
                                  <a:lnTo>
                                    <a:pt x="3860" y="3731"/>
                                  </a:lnTo>
                                  <a:lnTo>
                                    <a:pt x="3860" y="3743"/>
                                  </a:lnTo>
                                  <a:lnTo>
                                    <a:pt x="3858" y="3761"/>
                                  </a:lnTo>
                                  <a:lnTo>
                                    <a:pt x="3857" y="3799"/>
                                  </a:lnTo>
                                  <a:lnTo>
                                    <a:pt x="3858" y="3841"/>
                                  </a:lnTo>
                                  <a:lnTo>
                                    <a:pt x="3858" y="3880"/>
                                  </a:lnTo>
                                  <a:lnTo>
                                    <a:pt x="3855" y="3920"/>
                                  </a:lnTo>
                                  <a:lnTo>
                                    <a:pt x="3845" y="3958"/>
                                  </a:lnTo>
                                  <a:lnTo>
                                    <a:pt x="3835" y="3972"/>
                                  </a:lnTo>
                                  <a:lnTo>
                                    <a:pt x="3819" y="3983"/>
                                  </a:lnTo>
                                  <a:lnTo>
                                    <a:pt x="3797" y="3990"/>
                                  </a:lnTo>
                                  <a:lnTo>
                                    <a:pt x="3771" y="3996"/>
                                  </a:lnTo>
                                  <a:lnTo>
                                    <a:pt x="3743" y="4000"/>
                                  </a:lnTo>
                                  <a:lnTo>
                                    <a:pt x="3713" y="4003"/>
                                  </a:lnTo>
                                  <a:lnTo>
                                    <a:pt x="3663" y="4005"/>
                                  </a:lnTo>
                                  <a:lnTo>
                                    <a:pt x="3615" y="4006"/>
                                  </a:lnTo>
                                  <a:lnTo>
                                    <a:pt x="3425" y="4010"/>
                                  </a:lnTo>
                                  <a:lnTo>
                                    <a:pt x="3398" y="4010"/>
                                  </a:lnTo>
                                  <a:lnTo>
                                    <a:pt x="3363" y="4010"/>
                                  </a:lnTo>
                                  <a:lnTo>
                                    <a:pt x="3320" y="4010"/>
                                  </a:lnTo>
                                  <a:lnTo>
                                    <a:pt x="3274" y="4010"/>
                                  </a:lnTo>
                                  <a:lnTo>
                                    <a:pt x="3226" y="4008"/>
                                  </a:lnTo>
                                  <a:lnTo>
                                    <a:pt x="3181" y="4008"/>
                                  </a:lnTo>
                                  <a:lnTo>
                                    <a:pt x="3138" y="4008"/>
                                  </a:lnTo>
                                  <a:lnTo>
                                    <a:pt x="3102" y="4008"/>
                                  </a:lnTo>
                                  <a:lnTo>
                                    <a:pt x="3075" y="4006"/>
                                  </a:lnTo>
                                  <a:lnTo>
                                    <a:pt x="2888" y="3998"/>
                                  </a:lnTo>
                                  <a:lnTo>
                                    <a:pt x="2432" y="3998"/>
                                  </a:lnTo>
                                  <a:lnTo>
                                    <a:pt x="2314" y="3998"/>
                                  </a:lnTo>
                                  <a:lnTo>
                                    <a:pt x="2293" y="3996"/>
                                  </a:lnTo>
                                  <a:lnTo>
                                    <a:pt x="2269" y="3996"/>
                                  </a:lnTo>
                                  <a:lnTo>
                                    <a:pt x="2245" y="3995"/>
                                  </a:lnTo>
                                  <a:lnTo>
                                    <a:pt x="2221" y="3993"/>
                                  </a:lnTo>
                                  <a:lnTo>
                                    <a:pt x="2198" y="3990"/>
                                  </a:lnTo>
                                  <a:lnTo>
                                    <a:pt x="2180" y="3985"/>
                                  </a:lnTo>
                                  <a:lnTo>
                                    <a:pt x="2165" y="3976"/>
                                  </a:lnTo>
                                  <a:lnTo>
                                    <a:pt x="2157" y="3965"/>
                                  </a:lnTo>
                                  <a:lnTo>
                                    <a:pt x="2147" y="3938"/>
                                  </a:lnTo>
                                  <a:lnTo>
                                    <a:pt x="2144" y="3912"/>
                                  </a:lnTo>
                                  <a:lnTo>
                                    <a:pt x="2144" y="3884"/>
                                  </a:lnTo>
                                  <a:lnTo>
                                    <a:pt x="2144" y="3857"/>
                                  </a:lnTo>
                                  <a:lnTo>
                                    <a:pt x="2144" y="3819"/>
                                  </a:lnTo>
                                  <a:lnTo>
                                    <a:pt x="2142" y="3791"/>
                                  </a:lnTo>
                                  <a:lnTo>
                                    <a:pt x="2140" y="3766"/>
                                  </a:lnTo>
                                  <a:lnTo>
                                    <a:pt x="2137" y="3743"/>
                                  </a:lnTo>
                                  <a:lnTo>
                                    <a:pt x="2134" y="3718"/>
                                  </a:lnTo>
                                  <a:lnTo>
                                    <a:pt x="2130" y="3688"/>
                                  </a:lnTo>
                                  <a:lnTo>
                                    <a:pt x="2129" y="3652"/>
                                  </a:lnTo>
                                  <a:lnTo>
                                    <a:pt x="2132" y="3600"/>
                                  </a:lnTo>
                                  <a:lnTo>
                                    <a:pt x="2137" y="3549"/>
                                  </a:lnTo>
                                  <a:lnTo>
                                    <a:pt x="2142" y="3498"/>
                                  </a:lnTo>
                                  <a:lnTo>
                                    <a:pt x="2142" y="3445"/>
                                  </a:lnTo>
                                  <a:lnTo>
                                    <a:pt x="2139" y="3392"/>
                                  </a:lnTo>
                                  <a:lnTo>
                                    <a:pt x="2137" y="3324"/>
                                  </a:lnTo>
                                  <a:lnTo>
                                    <a:pt x="2132" y="3256"/>
                                  </a:lnTo>
                                  <a:lnTo>
                                    <a:pt x="2130" y="3211"/>
                                  </a:lnTo>
                                  <a:lnTo>
                                    <a:pt x="2129" y="3173"/>
                                  </a:lnTo>
                                  <a:lnTo>
                                    <a:pt x="2127" y="3133"/>
                                  </a:lnTo>
                                  <a:lnTo>
                                    <a:pt x="2127" y="3093"/>
                                  </a:lnTo>
                                  <a:lnTo>
                                    <a:pt x="2129" y="3050"/>
                                  </a:lnTo>
                                  <a:lnTo>
                                    <a:pt x="2134" y="3027"/>
                                  </a:lnTo>
                                  <a:lnTo>
                                    <a:pt x="2142" y="3006"/>
                                  </a:lnTo>
                                  <a:lnTo>
                                    <a:pt x="2152" y="2982"/>
                                  </a:lnTo>
                                  <a:lnTo>
                                    <a:pt x="2153" y="2969"/>
                                  </a:lnTo>
                                  <a:lnTo>
                                    <a:pt x="2155" y="2956"/>
                                  </a:lnTo>
                                  <a:lnTo>
                                    <a:pt x="2155" y="2941"/>
                                  </a:lnTo>
                                  <a:lnTo>
                                    <a:pt x="2160" y="2928"/>
                                  </a:lnTo>
                                  <a:lnTo>
                                    <a:pt x="2172" y="2916"/>
                                  </a:lnTo>
                                  <a:lnTo>
                                    <a:pt x="2190" y="2908"/>
                                  </a:lnTo>
                                  <a:lnTo>
                                    <a:pt x="2213" y="2903"/>
                                  </a:lnTo>
                                  <a:lnTo>
                                    <a:pt x="2240" y="2901"/>
                                  </a:lnTo>
                                  <a:lnTo>
                                    <a:pt x="2266" y="2900"/>
                                  </a:lnTo>
                                  <a:lnTo>
                                    <a:pt x="2294" y="2900"/>
                                  </a:lnTo>
                                  <a:lnTo>
                                    <a:pt x="2321" y="2901"/>
                                  </a:lnTo>
                                  <a:lnTo>
                                    <a:pt x="2344" y="2901"/>
                                  </a:lnTo>
                                  <a:lnTo>
                                    <a:pt x="2460" y="2903"/>
                                  </a:lnTo>
                                  <a:lnTo>
                                    <a:pt x="2680" y="2898"/>
                                  </a:lnTo>
                                  <a:lnTo>
                                    <a:pt x="2743" y="2898"/>
                                  </a:lnTo>
                                  <a:lnTo>
                                    <a:pt x="2806" y="2898"/>
                                  </a:lnTo>
                                  <a:lnTo>
                                    <a:pt x="2872" y="2903"/>
                                  </a:lnTo>
                                  <a:lnTo>
                                    <a:pt x="2938" y="2904"/>
                                  </a:lnTo>
                                  <a:lnTo>
                                    <a:pt x="3097" y="2903"/>
                                  </a:lnTo>
                                  <a:lnTo>
                                    <a:pt x="3119" y="2903"/>
                                  </a:lnTo>
                                  <a:lnTo>
                                    <a:pt x="3150" y="2903"/>
                                  </a:lnTo>
                                  <a:lnTo>
                                    <a:pt x="3188" y="2901"/>
                                  </a:lnTo>
                                  <a:lnTo>
                                    <a:pt x="3229" y="2901"/>
                                  </a:lnTo>
                                  <a:lnTo>
                                    <a:pt x="3271" y="2900"/>
                                  </a:lnTo>
                                  <a:lnTo>
                                    <a:pt x="3312" y="2900"/>
                                  </a:lnTo>
                                  <a:lnTo>
                                    <a:pt x="3350" y="2898"/>
                                  </a:lnTo>
                                  <a:lnTo>
                                    <a:pt x="3382" y="2898"/>
                                  </a:lnTo>
                                  <a:lnTo>
                                    <a:pt x="3403" y="2896"/>
                                  </a:lnTo>
                                  <a:lnTo>
                                    <a:pt x="3484" y="2895"/>
                                  </a:lnTo>
                                  <a:lnTo>
                                    <a:pt x="3567" y="2896"/>
                                  </a:lnTo>
                                  <a:lnTo>
                                    <a:pt x="3587" y="2896"/>
                                  </a:lnTo>
                                  <a:lnTo>
                                    <a:pt x="3613" y="2896"/>
                                  </a:lnTo>
                                  <a:lnTo>
                                    <a:pt x="3645" y="2895"/>
                                  </a:lnTo>
                                  <a:lnTo>
                                    <a:pt x="3680" y="2895"/>
                                  </a:lnTo>
                                  <a:close/>
                                  <a:moveTo>
                                    <a:pt x="1553" y="1428"/>
                                  </a:moveTo>
                                  <a:lnTo>
                                    <a:pt x="1587" y="1428"/>
                                  </a:lnTo>
                                  <a:lnTo>
                                    <a:pt x="1621" y="1430"/>
                                  </a:lnTo>
                                  <a:lnTo>
                                    <a:pt x="1650" y="1432"/>
                                  </a:lnTo>
                                  <a:lnTo>
                                    <a:pt x="1675" y="1437"/>
                                  </a:lnTo>
                                  <a:lnTo>
                                    <a:pt x="1693" y="1441"/>
                                  </a:lnTo>
                                  <a:lnTo>
                                    <a:pt x="1693" y="1441"/>
                                  </a:lnTo>
                                  <a:lnTo>
                                    <a:pt x="1692" y="1441"/>
                                  </a:lnTo>
                                  <a:lnTo>
                                    <a:pt x="1690" y="1441"/>
                                  </a:lnTo>
                                  <a:lnTo>
                                    <a:pt x="1688" y="1441"/>
                                  </a:lnTo>
                                  <a:lnTo>
                                    <a:pt x="1685" y="1441"/>
                                  </a:lnTo>
                                  <a:lnTo>
                                    <a:pt x="1683" y="1441"/>
                                  </a:lnTo>
                                  <a:lnTo>
                                    <a:pt x="1680" y="1441"/>
                                  </a:lnTo>
                                  <a:lnTo>
                                    <a:pt x="1680" y="1441"/>
                                  </a:lnTo>
                                  <a:lnTo>
                                    <a:pt x="1680" y="1441"/>
                                  </a:lnTo>
                                  <a:lnTo>
                                    <a:pt x="1682" y="1441"/>
                                  </a:lnTo>
                                  <a:lnTo>
                                    <a:pt x="1685" y="1443"/>
                                  </a:lnTo>
                                  <a:lnTo>
                                    <a:pt x="1692" y="1443"/>
                                  </a:lnTo>
                                  <a:lnTo>
                                    <a:pt x="1700" y="1445"/>
                                  </a:lnTo>
                                  <a:lnTo>
                                    <a:pt x="1708" y="1451"/>
                                  </a:lnTo>
                                  <a:lnTo>
                                    <a:pt x="1715" y="1466"/>
                                  </a:lnTo>
                                  <a:lnTo>
                                    <a:pt x="1720" y="1488"/>
                                  </a:lnTo>
                                  <a:lnTo>
                                    <a:pt x="1721" y="1516"/>
                                  </a:lnTo>
                                  <a:lnTo>
                                    <a:pt x="1723" y="1549"/>
                                  </a:lnTo>
                                  <a:lnTo>
                                    <a:pt x="1723" y="1587"/>
                                  </a:lnTo>
                                  <a:lnTo>
                                    <a:pt x="1723" y="1627"/>
                                  </a:lnTo>
                                  <a:lnTo>
                                    <a:pt x="1721" y="1668"/>
                                  </a:lnTo>
                                  <a:lnTo>
                                    <a:pt x="1720" y="1710"/>
                                  </a:lnTo>
                                  <a:lnTo>
                                    <a:pt x="1720" y="1751"/>
                                  </a:lnTo>
                                  <a:lnTo>
                                    <a:pt x="1720" y="1791"/>
                                  </a:lnTo>
                                  <a:lnTo>
                                    <a:pt x="1720" y="1828"/>
                                  </a:lnTo>
                                  <a:lnTo>
                                    <a:pt x="1721" y="1859"/>
                                  </a:lnTo>
                                  <a:lnTo>
                                    <a:pt x="1725" y="1887"/>
                                  </a:lnTo>
                                  <a:lnTo>
                                    <a:pt x="1740" y="1985"/>
                                  </a:lnTo>
                                  <a:lnTo>
                                    <a:pt x="1741" y="2059"/>
                                  </a:lnTo>
                                  <a:lnTo>
                                    <a:pt x="1736" y="2134"/>
                                  </a:lnTo>
                                  <a:lnTo>
                                    <a:pt x="1728" y="2209"/>
                                  </a:lnTo>
                                  <a:lnTo>
                                    <a:pt x="1726" y="2228"/>
                                  </a:lnTo>
                                  <a:lnTo>
                                    <a:pt x="1726" y="2240"/>
                                  </a:lnTo>
                                  <a:lnTo>
                                    <a:pt x="1728" y="2248"/>
                                  </a:lnTo>
                                  <a:lnTo>
                                    <a:pt x="1730" y="2252"/>
                                  </a:lnTo>
                                  <a:lnTo>
                                    <a:pt x="1731" y="2257"/>
                                  </a:lnTo>
                                  <a:lnTo>
                                    <a:pt x="1731" y="2265"/>
                                  </a:lnTo>
                                  <a:lnTo>
                                    <a:pt x="1733" y="2277"/>
                                  </a:lnTo>
                                  <a:lnTo>
                                    <a:pt x="1731" y="2296"/>
                                  </a:lnTo>
                                  <a:lnTo>
                                    <a:pt x="1730" y="2333"/>
                                  </a:lnTo>
                                  <a:lnTo>
                                    <a:pt x="1731" y="2374"/>
                                  </a:lnTo>
                                  <a:lnTo>
                                    <a:pt x="1731" y="2414"/>
                                  </a:lnTo>
                                  <a:lnTo>
                                    <a:pt x="1728" y="2455"/>
                                  </a:lnTo>
                                  <a:lnTo>
                                    <a:pt x="1718" y="2492"/>
                                  </a:lnTo>
                                  <a:lnTo>
                                    <a:pt x="1708" y="2505"/>
                                  </a:lnTo>
                                  <a:lnTo>
                                    <a:pt x="1692" y="2517"/>
                                  </a:lnTo>
                                  <a:lnTo>
                                    <a:pt x="1669" y="2525"/>
                                  </a:lnTo>
                                  <a:lnTo>
                                    <a:pt x="1644" y="2530"/>
                                  </a:lnTo>
                                  <a:lnTo>
                                    <a:pt x="1614" y="2533"/>
                                  </a:lnTo>
                                  <a:lnTo>
                                    <a:pt x="1586" y="2537"/>
                                  </a:lnTo>
                                  <a:lnTo>
                                    <a:pt x="1536" y="2538"/>
                                  </a:lnTo>
                                  <a:lnTo>
                                    <a:pt x="1488" y="2540"/>
                                  </a:lnTo>
                                  <a:lnTo>
                                    <a:pt x="1298" y="2543"/>
                                  </a:lnTo>
                                  <a:lnTo>
                                    <a:pt x="1271" y="2543"/>
                                  </a:lnTo>
                                  <a:lnTo>
                                    <a:pt x="1235" y="2543"/>
                                  </a:lnTo>
                                  <a:lnTo>
                                    <a:pt x="1193" y="2543"/>
                                  </a:lnTo>
                                  <a:lnTo>
                                    <a:pt x="1147" y="2543"/>
                                  </a:lnTo>
                                  <a:lnTo>
                                    <a:pt x="1099" y="2543"/>
                                  </a:lnTo>
                                  <a:lnTo>
                                    <a:pt x="1053" y="2542"/>
                                  </a:lnTo>
                                  <a:lnTo>
                                    <a:pt x="1011" y="2542"/>
                                  </a:lnTo>
                                  <a:lnTo>
                                    <a:pt x="975" y="2542"/>
                                  </a:lnTo>
                                  <a:lnTo>
                                    <a:pt x="948" y="2540"/>
                                  </a:lnTo>
                                  <a:lnTo>
                                    <a:pt x="761" y="2532"/>
                                  </a:lnTo>
                                  <a:lnTo>
                                    <a:pt x="303" y="2532"/>
                                  </a:lnTo>
                                  <a:lnTo>
                                    <a:pt x="187" y="2532"/>
                                  </a:lnTo>
                                  <a:lnTo>
                                    <a:pt x="166" y="2532"/>
                                  </a:lnTo>
                                  <a:lnTo>
                                    <a:pt x="142" y="2530"/>
                                  </a:lnTo>
                                  <a:lnTo>
                                    <a:pt x="118" y="2530"/>
                                  </a:lnTo>
                                  <a:lnTo>
                                    <a:pt x="94" y="2527"/>
                                  </a:lnTo>
                                  <a:lnTo>
                                    <a:pt x="71" y="2523"/>
                                  </a:lnTo>
                                  <a:lnTo>
                                    <a:pt x="53" y="2518"/>
                                  </a:lnTo>
                                  <a:lnTo>
                                    <a:pt x="38" y="2510"/>
                                  </a:lnTo>
                                  <a:lnTo>
                                    <a:pt x="28" y="2499"/>
                                  </a:lnTo>
                                  <a:lnTo>
                                    <a:pt x="20" y="2472"/>
                                  </a:lnTo>
                                  <a:lnTo>
                                    <a:pt x="17" y="2446"/>
                                  </a:lnTo>
                                  <a:lnTo>
                                    <a:pt x="17" y="2417"/>
                                  </a:lnTo>
                                  <a:lnTo>
                                    <a:pt x="17" y="2391"/>
                                  </a:lnTo>
                                  <a:lnTo>
                                    <a:pt x="17" y="2354"/>
                                  </a:lnTo>
                                  <a:lnTo>
                                    <a:pt x="15" y="2325"/>
                                  </a:lnTo>
                                  <a:lnTo>
                                    <a:pt x="13" y="2300"/>
                                  </a:lnTo>
                                  <a:lnTo>
                                    <a:pt x="10" y="2277"/>
                                  </a:lnTo>
                                  <a:lnTo>
                                    <a:pt x="7" y="2252"/>
                                  </a:lnTo>
                                  <a:lnTo>
                                    <a:pt x="3" y="2222"/>
                                  </a:lnTo>
                                  <a:lnTo>
                                    <a:pt x="2" y="2185"/>
                                  </a:lnTo>
                                  <a:lnTo>
                                    <a:pt x="3" y="2134"/>
                                  </a:lnTo>
                                  <a:lnTo>
                                    <a:pt x="10" y="2083"/>
                                  </a:lnTo>
                                  <a:lnTo>
                                    <a:pt x="15" y="2033"/>
                                  </a:lnTo>
                                  <a:lnTo>
                                    <a:pt x="15" y="1980"/>
                                  </a:lnTo>
                                  <a:lnTo>
                                    <a:pt x="12" y="1925"/>
                                  </a:lnTo>
                                  <a:lnTo>
                                    <a:pt x="8" y="1857"/>
                                  </a:lnTo>
                                  <a:lnTo>
                                    <a:pt x="5" y="1789"/>
                                  </a:lnTo>
                                  <a:lnTo>
                                    <a:pt x="3" y="1746"/>
                                  </a:lnTo>
                                  <a:lnTo>
                                    <a:pt x="2" y="1707"/>
                                  </a:lnTo>
                                  <a:lnTo>
                                    <a:pt x="0" y="1668"/>
                                  </a:lnTo>
                                  <a:lnTo>
                                    <a:pt x="0" y="1629"/>
                                  </a:lnTo>
                                  <a:lnTo>
                                    <a:pt x="2" y="1584"/>
                                  </a:lnTo>
                                  <a:lnTo>
                                    <a:pt x="7" y="1561"/>
                                  </a:lnTo>
                                  <a:lnTo>
                                    <a:pt x="15" y="1539"/>
                                  </a:lnTo>
                                  <a:lnTo>
                                    <a:pt x="23" y="1516"/>
                                  </a:lnTo>
                                  <a:lnTo>
                                    <a:pt x="26" y="1503"/>
                                  </a:lnTo>
                                  <a:lnTo>
                                    <a:pt x="26" y="1490"/>
                                  </a:lnTo>
                                  <a:lnTo>
                                    <a:pt x="28" y="1475"/>
                                  </a:lnTo>
                                  <a:lnTo>
                                    <a:pt x="33" y="1461"/>
                                  </a:lnTo>
                                  <a:lnTo>
                                    <a:pt x="45" y="1450"/>
                                  </a:lnTo>
                                  <a:lnTo>
                                    <a:pt x="63" y="1441"/>
                                  </a:lnTo>
                                  <a:lnTo>
                                    <a:pt x="86" y="1437"/>
                                  </a:lnTo>
                                  <a:lnTo>
                                    <a:pt x="111" y="1435"/>
                                  </a:lnTo>
                                  <a:lnTo>
                                    <a:pt x="139" y="1433"/>
                                  </a:lnTo>
                                  <a:lnTo>
                                    <a:pt x="167" y="1433"/>
                                  </a:lnTo>
                                  <a:lnTo>
                                    <a:pt x="194" y="1435"/>
                                  </a:lnTo>
                                  <a:lnTo>
                                    <a:pt x="217" y="1435"/>
                                  </a:lnTo>
                                  <a:lnTo>
                                    <a:pt x="333" y="1437"/>
                                  </a:lnTo>
                                  <a:lnTo>
                                    <a:pt x="551" y="1432"/>
                                  </a:lnTo>
                                  <a:lnTo>
                                    <a:pt x="616" y="1432"/>
                                  </a:lnTo>
                                  <a:lnTo>
                                    <a:pt x="679" y="1433"/>
                                  </a:lnTo>
                                  <a:lnTo>
                                    <a:pt x="745" y="1437"/>
                                  </a:lnTo>
                                  <a:lnTo>
                                    <a:pt x="811" y="1438"/>
                                  </a:lnTo>
                                  <a:lnTo>
                                    <a:pt x="970" y="1437"/>
                                  </a:lnTo>
                                  <a:lnTo>
                                    <a:pt x="992" y="1437"/>
                                  </a:lnTo>
                                  <a:lnTo>
                                    <a:pt x="1023" y="1437"/>
                                  </a:lnTo>
                                  <a:lnTo>
                                    <a:pt x="1059" y="1435"/>
                                  </a:lnTo>
                                  <a:lnTo>
                                    <a:pt x="1101" y="1435"/>
                                  </a:lnTo>
                                  <a:lnTo>
                                    <a:pt x="1144" y="1433"/>
                                  </a:lnTo>
                                  <a:lnTo>
                                    <a:pt x="1185" y="1433"/>
                                  </a:lnTo>
                                  <a:lnTo>
                                    <a:pt x="1223" y="1432"/>
                                  </a:lnTo>
                                  <a:lnTo>
                                    <a:pt x="1253" y="1432"/>
                                  </a:lnTo>
                                  <a:lnTo>
                                    <a:pt x="1276" y="1432"/>
                                  </a:lnTo>
                                  <a:lnTo>
                                    <a:pt x="1357" y="1430"/>
                                  </a:lnTo>
                                  <a:lnTo>
                                    <a:pt x="1440" y="1430"/>
                                  </a:lnTo>
                                  <a:lnTo>
                                    <a:pt x="1460" y="1430"/>
                                  </a:lnTo>
                                  <a:lnTo>
                                    <a:pt x="1486" y="1430"/>
                                  </a:lnTo>
                                  <a:lnTo>
                                    <a:pt x="1518" y="1428"/>
                                  </a:lnTo>
                                  <a:lnTo>
                                    <a:pt x="1553" y="1428"/>
                                  </a:lnTo>
                                  <a:close/>
                                  <a:moveTo>
                                    <a:pt x="3680" y="1428"/>
                                  </a:moveTo>
                                  <a:lnTo>
                                    <a:pt x="3714" y="1428"/>
                                  </a:lnTo>
                                  <a:lnTo>
                                    <a:pt x="3748" y="1430"/>
                                  </a:lnTo>
                                  <a:lnTo>
                                    <a:pt x="3777" y="1432"/>
                                  </a:lnTo>
                                  <a:lnTo>
                                    <a:pt x="3802" y="1437"/>
                                  </a:lnTo>
                                  <a:lnTo>
                                    <a:pt x="3820" y="1441"/>
                                  </a:lnTo>
                                  <a:lnTo>
                                    <a:pt x="3820" y="1441"/>
                                  </a:lnTo>
                                  <a:lnTo>
                                    <a:pt x="3819" y="1441"/>
                                  </a:lnTo>
                                  <a:lnTo>
                                    <a:pt x="3817" y="1441"/>
                                  </a:lnTo>
                                  <a:lnTo>
                                    <a:pt x="3815" y="1441"/>
                                  </a:lnTo>
                                  <a:lnTo>
                                    <a:pt x="3812" y="1441"/>
                                  </a:lnTo>
                                  <a:lnTo>
                                    <a:pt x="3810" y="1441"/>
                                  </a:lnTo>
                                  <a:lnTo>
                                    <a:pt x="3809" y="1441"/>
                                  </a:lnTo>
                                  <a:lnTo>
                                    <a:pt x="3807" y="1441"/>
                                  </a:lnTo>
                                  <a:lnTo>
                                    <a:pt x="3807" y="1441"/>
                                  </a:lnTo>
                                  <a:lnTo>
                                    <a:pt x="3809" y="1441"/>
                                  </a:lnTo>
                                  <a:lnTo>
                                    <a:pt x="3814" y="1443"/>
                                  </a:lnTo>
                                  <a:lnTo>
                                    <a:pt x="3819" y="1443"/>
                                  </a:lnTo>
                                  <a:lnTo>
                                    <a:pt x="3827" y="1445"/>
                                  </a:lnTo>
                                  <a:lnTo>
                                    <a:pt x="3837" y="1451"/>
                                  </a:lnTo>
                                  <a:lnTo>
                                    <a:pt x="3842" y="1466"/>
                                  </a:lnTo>
                                  <a:lnTo>
                                    <a:pt x="3847" y="1488"/>
                                  </a:lnTo>
                                  <a:lnTo>
                                    <a:pt x="3848" y="1516"/>
                                  </a:lnTo>
                                  <a:lnTo>
                                    <a:pt x="3850" y="1549"/>
                                  </a:lnTo>
                                  <a:lnTo>
                                    <a:pt x="3850" y="1587"/>
                                  </a:lnTo>
                                  <a:lnTo>
                                    <a:pt x="3850" y="1627"/>
                                  </a:lnTo>
                                  <a:lnTo>
                                    <a:pt x="3848" y="1668"/>
                                  </a:lnTo>
                                  <a:lnTo>
                                    <a:pt x="3848" y="1710"/>
                                  </a:lnTo>
                                  <a:lnTo>
                                    <a:pt x="3847" y="1751"/>
                                  </a:lnTo>
                                  <a:lnTo>
                                    <a:pt x="3847" y="1791"/>
                                  </a:lnTo>
                                  <a:lnTo>
                                    <a:pt x="3847" y="1828"/>
                                  </a:lnTo>
                                  <a:lnTo>
                                    <a:pt x="3848" y="1859"/>
                                  </a:lnTo>
                                  <a:lnTo>
                                    <a:pt x="3853" y="1887"/>
                                  </a:lnTo>
                                  <a:lnTo>
                                    <a:pt x="3867" y="1985"/>
                                  </a:lnTo>
                                  <a:lnTo>
                                    <a:pt x="3868" y="2059"/>
                                  </a:lnTo>
                                  <a:lnTo>
                                    <a:pt x="3863" y="2134"/>
                                  </a:lnTo>
                                  <a:lnTo>
                                    <a:pt x="3855" y="2209"/>
                                  </a:lnTo>
                                  <a:lnTo>
                                    <a:pt x="3853" y="2228"/>
                                  </a:lnTo>
                                  <a:lnTo>
                                    <a:pt x="3853" y="2240"/>
                                  </a:lnTo>
                                  <a:lnTo>
                                    <a:pt x="3855" y="2248"/>
                                  </a:lnTo>
                                  <a:lnTo>
                                    <a:pt x="3857" y="2252"/>
                                  </a:lnTo>
                                  <a:lnTo>
                                    <a:pt x="3858" y="2257"/>
                                  </a:lnTo>
                                  <a:lnTo>
                                    <a:pt x="3860" y="2265"/>
                                  </a:lnTo>
                                  <a:lnTo>
                                    <a:pt x="3860" y="2277"/>
                                  </a:lnTo>
                                  <a:lnTo>
                                    <a:pt x="3858" y="2296"/>
                                  </a:lnTo>
                                  <a:lnTo>
                                    <a:pt x="3857" y="2333"/>
                                  </a:lnTo>
                                  <a:lnTo>
                                    <a:pt x="3858" y="2374"/>
                                  </a:lnTo>
                                  <a:lnTo>
                                    <a:pt x="3858" y="2414"/>
                                  </a:lnTo>
                                  <a:lnTo>
                                    <a:pt x="3855" y="2455"/>
                                  </a:lnTo>
                                  <a:lnTo>
                                    <a:pt x="3845" y="2492"/>
                                  </a:lnTo>
                                  <a:lnTo>
                                    <a:pt x="3835" y="2505"/>
                                  </a:lnTo>
                                  <a:lnTo>
                                    <a:pt x="3819" y="2517"/>
                                  </a:lnTo>
                                  <a:lnTo>
                                    <a:pt x="3797" y="2525"/>
                                  </a:lnTo>
                                  <a:lnTo>
                                    <a:pt x="3771" y="2530"/>
                                  </a:lnTo>
                                  <a:lnTo>
                                    <a:pt x="3743" y="2533"/>
                                  </a:lnTo>
                                  <a:lnTo>
                                    <a:pt x="3713" y="2537"/>
                                  </a:lnTo>
                                  <a:lnTo>
                                    <a:pt x="3615" y="2540"/>
                                  </a:lnTo>
                                  <a:lnTo>
                                    <a:pt x="3425" y="2543"/>
                                  </a:lnTo>
                                  <a:lnTo>
                                    <a:pt x="3398" y="2543"/>
                                  </a:lnTo>
                                  <a:lnTo>
                                    <a:pt x="3363" y="2543"/>
                                  </a:lnTo>
                                  <a:lnTo>
                                    <a:pt x="3320" y="2543"/>
                                  </a:lnTo>
                                  <a:lnTo>
                                    <a:pt x="3274" y="2543"/>
                                  </a:lnTo>
                                  <a:lnTo>
                                    <a:pt x="3226" y="2543"/>
                                  </a:lnTo>
                                  <a:lnTo>
                                    <a:pt x="3181" y="2542"/>
                                  </a:lnTo>
                                  <a:lnTo>
                                    <a:pt x="3138" y="2542"/>
                                  </a:lnTo>
                                  <a:lnTo>
                                    <a:pt x="3102" y="2542"/>
                                  </a:lnTo>
                                  <a:lnTo>
                                    <a:pt x="3075" y="2540"/>
                                  </a:lnTo>
                                  <a:lnTo>
                                    <a:pt x="2888" y="2532"/>
                                  </a:lnTo>
                                  <a:lnTo>
                                    <a:pt x="2432" y="2532"/>
                                  </a:lnTo>
                                  <a:lnTo>
                                    <a:pt x="2314" y="2532"/>
                                  </a:lnTo>
                                  <a:lnTo>
                                    <a:pt x="2293" y="2532"/>
                                  </a:lnTo>
                                  <a:lnTo>
                                    <a:pt x="2269" y="2530"/>
                                  </a:lnTo>
                                  <a:lnTo>
                                    <a:pt x="2245" y="2530"/>
                                  </a:lnTo>
                                  <a:lnTo>
                                    <a:pt x="2221" y="2527"/>
                                  </a:lnTo>
                                  <a:lnTo>
                                    <a:pt x="2198" y="2523"/>
                                  </a:lnTo>
                                  <a:lnTo>
                                    <a:pt x="2180" y="2518"/>
                                  </a:lnTo>
                                  <a:lnTo>
                                    <a:pt x="2165" y="2510"/>
                                  </a:lnTo>
                                  <a:lnTo>
                                    <a:pt x="2157" y="2499"/>
                                  </a:lnTo>
                                  <a:lnTo>
                                    <a:pt x="2147" y="2472"/>
                                  </a:lnTo>
                                  <a:lnTo>
                                    <a:pt x="2144" y="2446"/>
                                  </a:lnTo>
                                  <a:lnTo>
                                    <a:pt x="2144" y="2417"/>
                                  </a:lnTo>
                                  <a:lnTo>
                                    <a:pt x="2144" y="2391"/>
                                  </a:lnTo>
                                  <a:lnTo>
                                    <a:pt x="2144" y="2354"/>
                                  </a:lnTo>
                                  <a:lnTo>
                                    <a:pt x="2142" y="2325"/>
                                  </a:lnTo>
                                  <a:lnTo>
                                    <a:pt x="2140" y="2300"/>
                                  </a:lnTo>
                                  <a:lnTo>
                                    <a:pt x="2137" y="2277"/>
                                  </a:lnTo>
                                  <a:lnTo>
                                    <a:pt x="2134" y="2252"/>
                                  </a:lnTo>
                                  <a:lnTo>
                                    <a:pt x="2130" y="2222"/>
                                  </a:lnTo>
                                  <a:lnTo>
                                    <a:pt x="2129" y="2185"/>
                                  </a:lnTo>
                                  <a:lnTo>
                                    <a:pt x="2132" y="2134"/>
                                  </a:lnTo>
                                  <a:lnTo>
                                    <a:pt x="2137" y="2083"/>
                                  </a:lnTo>
                                  <a:lnTo>
                                    <a:pt x="2142" y="2033"/>
                                  </a:lnTo>
                                  <a:lnTo>
                                    <a:pt x="2142" y="1980"/>
                                  </a:lnTo>
                                  <a:lnTo>
                                    <a:pt x="2139" y="1925"/>
                                  </a:lnTo>
                                  <a:lnTo>
                                    <a:pt x="2137" y="1857"/>
                                  </a:lnTo>
                                  <a:lnTo>
                                    <a:pt x="2132" y="1789"/>
                                  </a:lnTo>
                                  <a:lnTo>
                                    <a:pt x="2130" y="1746"/>
                                  </a:lnTo>
                                  <a:lnTo>
                                    <a:pt x="2129" y="1707"/>
                                  </a:lnTo>
                                  <a:lnTo>
                                    <a:pt x="2127" y="1668"/>
                                  </a:lnTo>
                                  <a:lnTo>
                                    <a:pt x="2127" y="1629"/>
                                  </a:lnTo>
                                  <a:lnTo>
                                    <a:pt x="2129" y="1584"/>
                                  </a:lnTo>
                                  <a:lnTo>
                                    <a:pt x="2134" y="1561"/>
                                  </a:lnTo>
                                  <a:lnTo>
                                    <a:pt x="2142" y="1539"/>
                                  </a:lnTo>
                                  <a:lnTo>
                                    <a:pt x="2152" y="1516"/>
                                  </a:lnTo>
                                  <a:lnTo>
                                    <a:pt x="2153" y="1503"/>
                                  </a:lnTo>
                                  <a:lnTo>
                                    <a:pt x="2155" y="1490"/>
                                  </a:lnTo>
                                  <a:lnTo>
                                    <a:pt x="2155" y="1475"/>
                                  </a:lnTo>
                                  <a:lnTo>
                                    <a:pt x="2160" y="1461"/>
                                  </a:lnTo>
                                  <a:lnTo>
                                    <a:pt x="2172" y="1450"/>
                                  </a:lnTo>
                                  <a:lnTo>
                                    <a:pt x="2190" y="1441"/>
                                  </a:lnTo>
                                  <a:lnTo>
                                    <a:pt x="2213" y="1437"/>
                                  </a:lnTo>
                                  <a:lnTo>
                                    <a:pt x="2240" y="1435"/>
                                  </a:lnTo>
                                  <a:lnTo>
                                    <a:pt x="2266" y="1433"/>
                                  </a:lnTo>
                                  <a:lnTo>
                                    <a:pt x="2294" y="1433"/>
                                  </a:lnTo>
                                  <a:lnTo>
                                    <a:pt x="2321" y="1435"/>
                                  </a:lnTo>
                                  <a:lnTo>
                                    <a:pt x="2344" y="1435"/>
                                  </a:lnTo>
                                  <a:lnTo>
                                    <a:pt x="2460" y="1437"/>
                                  </a:lnTo>
                                  <a:lnTo>
                                    <a:pt x="2680" y="1432"/>
                                  </a:lnTo>
                                  <a:lnTo>
                                    <a:pt x="2743" y="1432"/>
                                  </a:lnTo>
                                  <a:lnTo>
                                    <a:pt x="2806" y="1433"/>
                                  </a:lnTo>
                                  <a:lnTo>
                                    <a:pt x="2872" y="1437"/>
                                  </a:lnTo>
                                  <a:lnTo>
                                    <a:pt x="2938" y="1438"/>
                                  </a:lnTo>
                                  <a:lnTo>
                                    <a:pt x="3097" y="1437"/>
                                  </a:lnTo>
                                  <a:lnTo>
                                    <a:pt x="3119" y="1437"/>
                                  </a:lnTo>
                                  <a:lnTo>
                                    <a:pt x="3150" y="1437"/>
                                  </a:lnTo>
                                  <a:lnTo>
                                    <a:pt x="3188" y="1435"/>
                                  </a:lnTo>
                                  <a:lnTo>
                                    <a:pt x="3229" y="1435"/>
                                  </a:lnTo>
                                  <a:lnTo>
                                    <a:pt x="3271" y="1433"/>
                                  </a:lnTo>
                                  <a:lnTo>
                                    <a:pt x="3312" y="1433"/>
                                  </a:lnTo>
                                  <a:lnTo>
                                    <a:pt x="3350" y="1432"/>
                                  </a:lnTo>
                                  <a:lnTo>
                                    <a:pt x="3382" y="1432"/>
                                  </a:lnTo>
                                  <a:lnTo>
                                    <a:pt x="3403" y="1432"/>
                                  </a:lnTo>
                                  <a:lnTo>
                                    <a:pt x="3484" y="1430"/>
                                  </a:lnTo>
                                  <a:lnTo>
                                    <a:pt x="3567" y="1430"/>
                                  </a:lnTo>
                                  <a:lnTo>
                                    <a:pt x="3587" y="1430"/>
                                  </a:lnTo>
                                  <a:lnTo>
                                    <a:pt x="3613" y="1430"/>
                                  </a:lnTo>
                                  <a:lnTo>
                                    <a:pt x="3645" y="1428"/>
                                  </a:lnTo>
                                  <a:lnTo>
                                    <a:pt x="3680" y="1428"/>
                                  </a:lnTo>
                                  <a:close/>
                                  <a:moveTo>
                                    <a:pt x="1553" y="0"/>
                                  </a:moveTo>
                                  <a:lnTo>
                                    <a:pt x="1587" y="0"/>
                                  </a:lnTo>
                                  <a:lnTo>
                                    <a:pt x="1621" y="2"/>
                                  </a:lnTo>
                                  <a:lnTo>
                                    <a:pt x="1650" y="3"/>
                                  </a:lnTo>
                                  <a:lnTo>
                                    <a:pt x="1675" y="7"/>
                                  </a:lnTo>
                                  <a:lnTo>
                                    <a:pt x="1693" y="13"/>
                                  </a:lnTo>
                                  <a:lnTo>
                                    <a:pt x="1693" y="13"/>
                                  </a:lnTo>
                                  <a:lnTo>
                                    <a:pt x="1692" y="13"/>
                                  </a:lnTo>
                                  <a:lnTo>
                                    <a:pt x="1690" y="13"/>
                                  </a:lnTo>
                                  <a:lnTo>
                                    <a:pt x="1688" y="13"/>
                                  </a:lnTo>
                                  <a:lnTo>
                                    <a:pt x="1685" y="13"/>
                                  </a:lnTo>
                                  <a:lnTo>
                                    <a:pt x="1683" y="13"/>
                                  </a:lnTo>
                                  <a:lnTo>
                                    <a:pt x="1680" y="13"/>
                                  </a:lnTo>
                                  <a:lnTo>
                                    <a:pt x="1680" y="13"/>
                                  </a:lnTo>
                                  <a:lnTo>
                                    <a:pt x="1680" y="13"/>
                                  </a:lnTo>
                                  <a:lnTo>
                                    <a:pt x="1682" y="13"/>
                                  </a:lnTo>
                                  <a:lnTo>
                                    <a:pt x="1685" y="13"/>
                                  </a:lnTo>
                                  <a:lnTo>
                                    <a:pt x="1692" y="15"/>
                                  </a:lnTo>
                                  <a:lnTo>
                                    <a:pt x="1700" y="17"/>
                                  </a:lnTo>
                                  <a:lnTo>
                                    <a:pt x="1708" y="23"/>
                                  </a:lnTo>
                                  <a:lnTo>
                                    <a:pt x="1715" y="38"/>
                                  </a:lnTo>
                                  <a:lnTo>
                                    <a:pt x="1720" y="60"/>
                                  </a:lnTo>
                                  <a:lnTo>
                                    <a:pt x="1721" y="88"/>
                                  </a:lnTo>
                                  <a:lnTo>
                                    <a:pt x="1723" y="121"/>
                                  </a:lnTo>
                                  <a:lnTo>
                                    <a:pt x="1723" y="159"/>
                                  </a:lnTo>
                                  <a:lnTo>
                                    <a:pt x="1723" y="199"/>
                                  </a:lnTo>
                                  <a:lnTo>
                                    <a:pt x="1721" y="240"/>
                                  </a:lnTo>
                                  <a:lnTo>
                                    <a:pt x="1720" y="282"/>
                                  </a:lnTo>
                                  <a:lnTo>
                                    <a:pt x="1720" y="323"/>
                                  </a:lnTo>
                                  <a:lnTo>
                                    <a:pt x="1720" y="363"/>
                                  </a:lnTo>
                                  <a:lnTo>
                                    <a:pt x="1720" y="399"/>
                                  </a:lnTo>
                                  <a:lnTo>
                                    <a:pt x="1721" y="431"/>
                                  </a:lnTo>
                                  <a:lnTo>
                                    <a:pt x="1725" y="459"/>
                                  </a:lnTo>
                                  <a:lnTo>
                                    <a:pt x="1740" y="555"/>
                                  </a:lnTo>
                                  <a:lnTo>
                                    <a:pt x="1741" y="631"/>
                                  </a:lnTo>
                                  <a:lnTo>
                                    <a:pt x="1736" y="706"/>
                                  </a:lnTo>
                                  <a:lnTo>
                                    <a:pt x="1728" y="780"/>
                                  </a:lnTo>
                                  <a:lnTo>
                                    <a:pt x="1726" y="800"/>
                                  </a:lnTo>
                                  <a:lnTo>
                                    <a:pt x="1726" y="812"/>
                                  </a:lnTo>
                                  <a:lnTo>
                                    <a:pt x="1728" y="818"/>
                                  </a:lnTo>
                                  <a:lnTo>
                                    <a:pt x="1730" y="823"/>
                                  </a:lnTo>
                                  <a:lnTo>
                                    <a:pt x="1731" y="828"/>
                                  </a:lnTo>
                                  <a:lnTo>
                                    <a:pt x="1731" y="837"/>
                                  </a:lnTo>
                                  <a:lnTo>
                                    <a:pt x="1733" y="848"/>
                                  </a:lnTo>
                                  <a:lnTo>
                                    <a:pt x="1731" y="867"/>
                                  </a:lnTo>
                                  <a:lnTo>
                                    <a:pt x="1730" y="905"/>
                                  </a:lnTo>
                                  <a:lnTo>
                                    <a:pt x="1731" y="946"/>
                                  </a:lnTo>
                                  <a:lnTo>
                                    <a:pt x="1731" y="986"/>
                                  </a:lnTo>
                                  <a:lnTo>
                                    <a:pt x="1728" y="1026"/>
                                  </a:lnTo>
                                  <a:lnTo>
                                    <a:pt x="1718" y="1064"/>
                                  </a:lnTo>
                                  <a:lnTo>
                                    <a:pt x="1708" y="1077"/>
                                  </a:lnTo>
                                  <a:lnTo>
                                    <a:pt x="1692" y="1089"/>
                                  </a:lnTo>
                                  <a:lnTo>
                                    <a:pt x="1669" y="1095"/>
                                  </a:lnTo>
                                  <a:lnTo>
                                    <a:pt x="1644" y="1102"/>
                                  </a:lnTo>
                                  <a:lnTo>
                                    <a:pt x="1614" y="1105"/>
                                  </a:lnTo>
                                  <a:lnTo>
                                    <a:pt x="1586" y="1108"/>
                                  </a:lnTo>
                                  <a:lnTo>
                                    <a:pt x="1536" y="1110"/>
                                  </a:lnTo>
                                  <a:lnTo>
                                    <a:pt x="1488" y="1112"/>
                                  </a:lnTo>
                                  <a:lnTo>
                                    <a:pt x="1298" y="1115"/>
                                  </a:lnTo>
                                  <a:lnTo>
                                    <a:pt x="1271" y="1115"/>
                                  </a:lnTo>
                                  <a:lnTo>
                                    <a:pt x="1235" y="1115"/>
                                  </a:lnTo>
                                  <a:lnTo>
                                    <a:pt x="1193" y="1115"/>
                                  </a:lnTo>
                                  <a:lnTo>
                                    <a:pt x="1147" y="1115"/>
                                  </a:lnTo>
                                  <a:lnTo>
                                    <a:pt x="1099" y="1113"/>
                                  </a:lnTo>
                                  <a:lnTo>
                                    <a:pt x="1053" y="1113"/>
                                  </a:lnTo>
                                  <a:lnTo>
                                    <a:pt x="1011" y="1113"/>
                                  </a:lnTo>
                                  <a:lnTo>
                                    <a:pt x="975" y="1113"/>
                                  </a:lnTo>
                                  <a:lnTo>
                                    <a:pt x="948" y="1112"/>
                                  </a:lnTo>
                                  <a:lnTo>
                                    <a:pt x="761" y="1103"/>
                                  </a:lnTo>
                                  <a:lnTo>
                                    <a:pt x="303" y="1103"/>
                                  </a:lnTo>
                                  <a:lnTo>
                                    <a:pt x="187" y="1103"/>
                                  </a:lnTo>
                                  <a:lnTo>
                                    <a:pt x="166" y="1102"/>
                                  </a:lnTo>
                                  <a:lnTo>
                                    <a:pt x="142" y="1102"/>
                                  </a:lnTo>
                                  <a:lnTo>
                                    <a:pt x="118" y="1100"/>
                                  </a:lnTo>
                                  <a:lnTo>
                                    <a:pt x="94" y="1099"/>
                                  </a:lnTo>
                                  <a:lnTo>
                                    <a:pt x="71" y="1095"/>
                                  </a:lnTo>
                                  <a:lnTo>
                                    <a:pt x="53" y="1090"/>
                                  </a:lnTo>
                                  <a:lnTo>
                                    <a:pt x="38" y="1082"/>
                                  </a:lnTo>
                                  <a:lnTo>
                                    <a:pt x="28" y="1070"/>
                                  </a:lnTo>
                                  <a:lnTo>
                                    <a:pt x="20" y="1044"/>
                                  </a:lnTo>
                                  <a:lnTo>
                                    <a:pt x="17" y="1017"/>
                                  </a:lnTo>
                                  <a:lnTo>
                                    <a:pt x="17" y="989"/>
                                  </a:lnTo>
                                  <a:lnTo>
                                    <a:pt x="17" y="963"/>
                                  </a:lnTo>
                                  <a:lnTo>
                                    <a:pt x="17" y="925"/>
                                  </a:lnTo>
                                  <a:lnTo>
                                    <a:pt x="15" y="896"/>
                                  </a:lnTo>
                                  <a:lnTo>
                                    <a:pt x="13" y="872"/>
                                  </a:lnTo>
                                  <a:lnTo>
                                    <a:pt x="10" y="848"/>
                                  </a:lnTo>
                                  <a:lnTo>
                                    <a:pt x="7" y="823"/>
                                  </a:lnTo>
                                  <a:lnTo>
                                    <a:pt x="3" y="794"/>
                                  </a:lnTo>
                                  <a:lnTo>
                                    <a:pt x="2" y="757"/>
                                  </a:lnTo>
                                  <a:lnTo>
                                    <a:pt x="3" y="706"/>
                                  </a:lnTo>
                                  <a:lnTo>
                                    <a:pt x="10" y="654"/>
                                  </a:lnTo>
                                  <a:lnTo>
                                    <a:pt x="15" y="603"/>
                                  </a:lnTo>
                                  <a:lnTo>
                                    <a:pt x="15" y="550"/>
                                  </a:lnTo>
                                  <a:lnTo>
                                    <a:pt x="12" y="497"/>
                                  </a:lnTo>
                                  <a:lnTo>
                                    <a:pt x="8" y="429"/>
                                  </a:lnTo>
                                  <a:lnTo>
                                    <a:pt x="5" y="361"/>
                                  </a:lnTo>
                                  <a:lnTo>
                                    <a:pt x="3" y="316"/>
                                  </a:lnTo>
                                  <a:lnTo>
                                    <a:pt x="2" y="278"/>
                                  </a:lnTo>
                                  <a:lnTo>
                                    <a:pt x="0" y="23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" y="156"/>
                                  </a:lnTo>
                                  <a:lnTo>
                                    <a:pt x="7" y="133"/>
                                  </a:lnTo>
                                  <a:lnTo>
                                    <a:pt x="15" y="111"/>
                                  </a:lnTo>
                                  <a:lnTo>
                                    <a:pt x="23" y="88"/>
                                  </a:lnTo>
                                  <a:lnTo>
                                    <a:pt x="26" y="75"/>
                                  </a:lnTo>
                                  <a:lnTo>
                                    <a:pt x="26" y="61"/>
                                  </a:lnTo>
                                  <a:lnTo>
                                    <a:pt x="28" y="46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45" y="22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86" y="8"/>
                                  </a:lnTo>
                                  <a:lnTo>
                                    <a:pt x="111" y="7"/>
                                  </a:lnTo>
                                  <a:lnTo>
                                    <a:pt x="139" y="5"/>
                                  </a:lnTo>
                                  <a:lnTo>
                                    <a:pt x="167" y="5"/>
                                  </a:lnTo>
                                  <a:lnTo>
                                    <a:pt x="194" y="7"/>
                                  </a:lnTo>
                                  <a:lnTo>
                                    <a:pt x="217" y="7"/>
                                  </a:lnTo>
                                  <a:lnTo>
                                    <a:pt x="333" y="8"/>
                                  </a:lnTo>
                                  <a:lnTo>
                                    <a:pt x="551" y="3"/>
                                  </a:lnTo>
                                  <a:lnTo>
                                    <a:pt x="616" y="3"/>
                                  </a:lnTo>
                                  <a:lnTo>
                                    <a:pt x="679" y="3"/>
                                  </a:lnTo>
                                  <a:lnTo>
                                    <a:pt x="745" y="8"/>
                                  </a:lnTo>
                                  <a:lnTo>
                                    <a:pt x="811" y="10"/>
                                  </a:lnTo>
                                  <a:lnTo>
                                    <a:pt x="970" y="8"/>
                                  </a:lnTo>
                                  <a:lnTo>
                                    <a:pt x="992" y="8"/>
                                  </a:lnTo>
                                  <a:lnTo>
                                    <a:pt x="1023" y="7"/>
                                  </a:lnTo>
                                  <a:lnTo>
                                    <a:pt x="1059" y="7"/>
                                  </a:lnTo>
                                  <a:lnTo>
                                    <a:pt x="1101" y="7"/>
                                  </a:lnTo>
                                  <a:lnTo>
                                    <a:pt x="1144" y="5"/>
                                  </a:lnTo>
                                  <a:lnTo>
                                    <a:pt x="1185" y="5"/>
                                  </a:lnTo>
                                  <a:lnTo>
                                    <a:pt x="1223" y="3"/>
                                  </a:lnTo>
                                  <a:lnTo>
                                    <a:pt x="1253" y="3"/>
                                  </a:lnTo>
                                  <a:lnTo>
                                    <a:pt x="1276" y="2"/>
                                  </a:lnTo>
                                  <a:lnTo>
                                    <a:pt x="1357" y="0"/>
                                  </a:lnTo>
                                  <a:lnTo>
                                    <a:pt x="1440" y="2"/>
                                  </a:lnTo>
                                  <a:lnTo>
                                    <a:pt x="1460" y="2"/>
                                  </a:lnTo>
                                  <a:lnTo>
                                    <a:pt x="1486" y="2"/>
                                  </a:lnTo>
                                  <a:lnTo>
                                    <a:pt x="1518" y="0"/>
                                  </a:lnTo>
                                  <a:lnTo>
                                    <a:pt x="1553" y="0"/>
                                  </a:lnTo>
                                  <a:close/>
                                  <a:moveTo>
                                    <a:pt x="3680" y="0"/>
                                  </a:moveTo>
                                  <a:lnTo>
                                    <a:pt x="3714" y="0"/>
                                  </a:lnTo>
                                  <a:lnTo>
                                    <a:pt x="3748" y="2"/>
                                  </a:lnTo>
                                  <a:lnTo>
                                    <a:pt x="3777" y="3"/>
                                  </a:lnTo>
                                  <a:lnTo>
                                    <a:pt x="3802" y="7"/>
                                  </a:lnTo>
                                  <a:lnTo>
                                    <a:pt x="3820" y="13"/>
                                  </a:lnTo>
                                  <a:lnTo>
                                    <a:pt x="3820" y="13"/>
                                  </a:lnTo>
                                  <a:lnTo>
                                    <a:pt x="3819" y="13"/>
                                  </a:lnTo>
                                  <a:lnTo>
                                    <a:pt x="3817" y="13"/>
                                  </a:lnTo>
                                  <a:lnTo>
                                    <a:pt x="3815" y="13"/>
                                  </a:lnTo>
                                  <a:lnTo>
                                    <a:pt x="3812" y="13"/>
                                  </a:lnTo>
                                  <a:lnTo>
                                    <a:pt x="3810" y="13"/>
                                  </a:lnTo>
                                  <a:lnTo>
                                    <a:pt x="3809" y="13"/>
                                  </a:lnTo>
                                  <a:lnTo>
                                    <a:pt x="3807" y="13"/>
                                  </a:lnTo>
                                  <a:lnTo>
                                    <a:pt x="3807" y="13"/>
                                  </a:lnTo>
                                  <a:lnTo>
                                    <a:pt x="3809" y="13"/>
                                  </a:lnTo>
                                  <a:lnTo>
                                    <a:pt x="3814" y="13"/>
                                  </a:lnTo>
                                  <a:lnTo>
                                    <a:pt x="3819" y="15"/>
                                  </a:lnTo>
                                  <a:lnTo>
                                    <a:pt x="3827" y="17"/>
                                  </a:lnTo>
                                  <a:lnTo>
                                    <a:pt x="3837" y="23"/>
                                  </a:lnTo>
                                  <a:lnTo>
                                    <a:pt x="3842" y="38"/>
                                  </a:lnTo>
                                  <a:lnTo>
                                    <a:pt x="3847" y="60"/>
                                  </a:lnTo>
                                  <a:lnTo>
                                    <a:pt x="3848" y="88"/>
                                  </a:lnTo>
                                  <a:lnTo>
                                    <a:pt x="3850" y="121"/>
                                  </a:lnTo>
                                  <a:lnTo>
                                    <a:pt x="3850" y="159"/>
                                  </a:lnTo>
                                  <a:lnTo>
                                    <a:pt x="3850" y="199"/>
                                  </a:lnTo>
                                  <a:lnTo>
                                    <a:pt x="3848" y="240"/>
                                  </a:lnTo>
                                  <a:lnTo>
                                    <a:pt x="3848" y="282"/>
                                  </a:lnTo>
                                  <a:lnTo>
                                    <a:pt x="3847" y="323"/>
                                  </a:lnTo>
                                  <a:lnTo>
                                    <a:pt x="3847" y="363"/>
                                  </a:lnTo>
                                  <a:lnTo>
                                    <a:pt x="3847" y="399"/>
                                  </a:lnTo>
                                  <a:lnTo>
                                    <a:pt x="3848" y="431"/>
                                  </a:lnTo>
                                  <a:lnTo>
                                    <a:pt x="3853" y="459"/>
                                  </a:lnTo>
                                  <a:lnTo>
                                    <a:pt x="3867" y="555"/>
                                  </a:lnTo>
                                  <a:lnTo>
                                    <a:pt x="3868" y="631"/>
                                  </a:lnTo>
                                  <a:lnTo>
                                    <a:pt x="3863" y="706"/>
                                  </a:lnTo>
                                  <a:lnTo>
                                    <a:pt x="3855" y="780"/>
                                  </a:lnTo>
                                  <a:lnTo>
                                    <a:pt x="3853" y="800"/>
                                  </a:lnTo>
                                  <a:lnTo>
                                    <a:pt x="3853" y="812"/>
                                  </a:lnTo>
                                  <a:lnTo>
                                    <a:pt x="3855" y="818"/>
                                  </a:lnTo>
                                  <a:lnTo>
                                    <a:pt x="3857" y="823"/>
                                  </a:lnTo>
                                  <a:lnTo>
                                    <a:pt x="3858" y="828"/>
                                  </a:lnTo>
                                  <a:lnTo>
                                    <a:pt x="3860" y="837"/>
                                  </a:lnTo>
                                  <a:lnTo>
                                    <a:pt x="3860" y="848"/>
                                  </a:lnTo>
                                  <a:lnTo>
                                    <a:pt x="3858" y="867"/>
                                  </a:lnTo>
                                  <a:lnTo>
                                    <a:pt x="3857" y="905"/>
                                  </a:lnTo>
                                  <a:lnTo>
                                    <a:pt x="3858" y="946"/>
                                  </a:lnTo>
                                  <a:lnTo>
                                    <a:pt x="3858" y="986"/>
                                  </a:lnTo>
                                  <a:lnTo>
                                    <a:pt x="3855" y="1026"/>
                                  </a:lnTo>
                                  <a:lnTo>
                                    <a:pt x="3845" y="1064"/>
                                  </a:lnTo>
                                  <a:lnTo>
                                    <a:pt x="3835" y="1077"/>
                                  </a:lnTo>
                                  <a:lnTo>
                                    <a:pt x="3819" y="1089"/>
                                  </a:lnTo>
                                  <a:lnTo>
                                    <a:pt x="3797" y="1095"/>
                                  </a:lnTo>
                                  <a:lnTo>
                                    <a:pt x="3771" y="1102"/>
                                  </a:lnTo>
                                  <a:lnTo>
                                    <a:pt x="3743" y="1105"/>
                                  </a:lnTo>
                                  <a:lnTo>
                                    <a:pt x="3713" y="1108"/>
                                  </a:lnTo>
                                  <a:lnTo>
                                    <a:pt x="3663" y="1110"/>
                                  </a:lnTo>
                                  <a:lnTo>
                                    <a:pt x="3615" y="1112"/>
                                  </a:lnTo>
                                  <a:lnTo>
                                    <a:pt x="3425" y="1115"/>
                                  </a:lnTo>
                                  <a:lnTo>
                                    <a:pt x="3398" y="1115"/>
                                  </a:lnTo>
                                  <a:lnTo>
                                    <a:pt x="3363" y="1115"/>
                                  </a:lnTo>
                                  <a:lnTo>
                                    <a:pt x="3320" y="1115"/>
                                  </a:lnTo>
                                  <a:lnTo>
                                    <a:pt x="3274" y="1115"/>
                                  </a:lnTo>
                                  <a:lnTo>
                                    <a:pt x="3226" y="1113"/>
                                  </a:lnTo>
                                  <a:lnTo>
                                    <a:pt x="3181" y="1113"/>
                                  </a:lnTo>
                                  <a:lnTo>
                                    <a:pt x="3138" y="1113"/>
                                  </a:lnTo>
                                  <a:lnTo>
                                    <a:pt x="3102" y="1113"/>
                                  </a:lnTo>
                                  <a:lnTo>
                                    <a:pt x="3075" y="1112"/>
                                  </a:lnTo>
                                  <a:lnTo>
                                    <a:pt x="2888" y="1103"/>
                                  </a:lnTo>
                                  <a:lnTo>
                                    <a:pt x="2432" y="1103"/>
                                  </a:lnTo>
                                  <a:lnTo>
                                    <a:pt x="2314" y="1103"/>
                                  </a:lnTo>
                                  <a:lnTo>
                                    <a:pt x="2293" y="1102"/>
                                  </a:lnTo>
                                  <a:lnTo>
                                    <a:pt x="2269" y="1102"/>
                                  </a:lnTo>
                                  <a:lnTo>
                                    <a:pt x="2245" y="1100"/>
                                  </a:lnTo>
                                  <a:lnTo>
                                    <a:pt x="2221" y="1099"/>
                                  </a:lnTo>
                                  <a:lnTo>
                                    <a:pt x="2198" y="1095"/>
                                  </a:lnTo>
                                  <a:lnTo>
                                    <a:pt x="2180" y="1090"/>
                                  </a:lnTo>
                                  <a:lnTo>
                                    <a:pt x="2165" y="1082"/>
                                  </a:lnTo>
                                  <a:lnTo>
                                    <a:pt x="2157" y="1070"/>
                                  </a:lnTo>
                                  <a:lnTo>
                                    <a:pt x="2147" y="1044"/>
                                  </a:lnTo>
                                  <a:lnTo>
                                    <a:pt x="2144" y="1017"/>
                                  </a:lnTo>
                                  <a:lnTo>
                                    <a:pt x="2144" y="989"/>
                                  </a:lnTo>
                                  <a:lnTo>
                                    <a:pt x="2144" y="963"/>
                                  </a:lnTo>
                                  <a:lnTo>
                                    <a:pt x="2144" y="925"/>
                                  </a:lnTo>
                                  <a:lnTo>
                                    <a:pt x="2142" y="896"/>
                                  </a:lnTo>
                                  <a:lnTo>
                                    <a:pt x="2140" y="872"/>
                                  </a:lnTo>
                                  <a:lnTo>
                                    <a:pt x="2137" y="848"/>
                                  </a:lnTo>
                                  <a:lnTo>
                                    <a:pt x="2134" y="823"/>
                                  </a:lnTo>
                                  <a:lnTo>
                                    <a:pt x="2130" y="794"/>
                                  </a:lnTo>
                                  <a:lnTo>
                                    <a:pt x="2129" y="757"/>
                                  </a:lnTo>
                                  <a:lnTo>
                                    <a:pt x="2132" y="706"/>
                                  </a:lnTo>
                                  <a:lnTo>
                                    <a:pt x="2137" y="654"/>
                                  </a:lnTo>
                                  <a:lnTo>
                                    <a:pt x="2142" y="603"/>
                                  </a:lnTo>
                                  <a:lnTo>
                                    <a:pt x="2142" y="550"/>
                                  </a:lnTo>
                                  <a:lnTo>
                                    <a:pt x="2139" y="497"/>
                                  </a:lnTo>
                                  <a:lnTo>
                                    <a:pt x="2137" y="429"/>
                                  </a:lnTo>
                                  <a:lnTo>
                                    <a:pt x="2132" y="361"/>
                                  </a:lnTo>
                                  <a:lnTo>
                                    <a:pt x="2130" y="316"/>
                                  </a:lnTo>
                                  <a:lnTo>
                                    <a:pt x="2129" y="278"/>
                                  </a:lnTo>
                                  <a:lnTo>
                                    <a:pt x="2127" y="239"/>
                                  </a:lnTo>
                                  <a:lnTo>
                                    <a:pt x="2127" y="199"/>
                                  </a:lnTo>
                                  <a:lnTo>
                                    <a:pt x="2129" y="156"/>
                                  </a:lnTo>
                                  <a:lnTo>
                                    <a:pt x="2134" y="133"/>
                                  </a:lnTo>
                                  <a:lnTo>
                                    <a:pt x="2142" y="111"/>
                                  </a:lnTo>
                                  <a:lnTo>
                                    <a:pt x="2152" y="88"/>
                                  </a:lnTo>
                                  <a:lnTo>
                                    <a:pt x="2153" y="75"/>
                                  </a:lnTo>
                                  <a:lnTo>
                                    <a:pt x="2155" y="61"/>
                                  </a:lnTo>
                                  <a:lnTo>
                                    <a:pt x="2155" y="46"/>
                                  </a:lnTo>
                                  <a:lnTo>
                                    <a:pt x="2160" y="33"/>
                                  </a:lnTo>
                                  <a:lnTo>
                                    <a:pt x="2172" y="22"/>
                                  </a:lnTo>
                                  <a:lnTo>
                                    <a:pt x="2190" y="13"/>
                                  </a:lnTo>
                                  <a:lnTo>
                                    <a:pt x="2213" y="8"/>
                                  </a:lnTo>
                                  <a:lnTo>
                                    <a:pt x="2240" y="7"/>
                                  </a:lnTo>
                                  <a:lnTo>
                                    <a:pt x="2266" y="5"/>
                                  </a:lnTo>
                                  <a:lnTo>
                                    <a:pt x="2294" y="5"/>
                                  </a:lnTo>
                                  <a:lnTo>
                                    <a:pt x="2321" y="7"/>
                                  </a:lnTo>
                                  <a:lnTo>
                                    <a:pt x="2344" y="7"/>
                                  </a:lnTo>
                                  <a:lnTo>
                                    <a:pt x="2460" y="8"/>
                                  </a:lnTo>
                                  <a:lnTo>
                                    <a:pt x="2680" y="3"/>
                                  </a:lnTo>
                                  <a:lnTo>
                                    <a:pt x="2743" y="3"/>
                                  </a:lnTo>
                                  <a:lnTo>
                                    <a:pt x="2806" y="3"/>
                                  </a:lnTo>
                                  <a:lnTo>
                                    <a:pt x="2872" y="8"/>
                                  </a:lnTo>
                                  <a:lnTo>
                                    <a:pt x="2938" y="10"/>
                                  </a:lnTo>
                                  <a:lnTo>
                                    <a:pt x="3097" y="8"/>
                                  </a:lnTo>
                                  <a:lnTo>
                                    <a:pt x="3119" y="8"/>
                                  </a:lnTo>
                                  <a:lnTo>
                                    <a:pt x="3150" y="7"/>
                                  </a:lnTo>
                                  <a:lnTo>
                                    <a:pt x="3188" y="7"/>
                                  </a:lnTo>
                                  <a:lnTo>
                                    <a:pt x="3229" y="7"/>
                                  </a:lnTo>
                                  <a:lnTo>
                                    <a:pt x="3271" y="5"/>
                                  </a:lnTo>
                                  <a:lnTo>
                                    <a:pt x="3312" y="5"/>
                                  </a:lnTo>
                                  <a:lnTo>
                                    <a:pt x="3350" y="3"/>
                                  </a:lnTo>
                                  <a:lnTo>
                                    <a:pt x="3382" y="3"/>
                                  </a:lnTo>
                                  <a:lnTo>
                                    <a:pt x="3403" y="2"/>
                                  </a:lnTo>
                                  <a:lnTo>
                                    <a:pt x="3484" y="0"/>
                                  </a:lnTo>
                                  <a:lnTo>
                                    <a:pt x="3567" y="2"/>
                                  </a:lnTo>
                                  <a:lnTo>
                                    <a:pt x="3587" y="2"/>
                                  </a:lnTo>
                                  <a:lnTo>
                                    <a:pt x="3613" y="2"/>
                                  </a:lnTo>
                                  <a:lnTo>
                                    <a:pt x="3645" y="0"/>
                                  </a:lnTo>
                                  <a:lnTo>
                                    <a:pt x="3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5" name="Group 5"/>
                          <wpg:cNvGrpSpPr/>
                          <wpg:grpSpPr>
                            <a:xfrm>
                              <a:off x="433388" y="433388"/>
                              <a:ext cx="6018212" cy="8535988"/>
                              <a:chOff x="433388" y="433388"/>
                              <a:chExt cx="6018212" cy="8535988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6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3388" y="7316788"/>
                                <a:ext cx="2622550" cy="1652588"/>
                              </a:xfrm>
                              <a:custGeom>
                                <a:avLst/>
                                <a:gdLst>
                                  <a:gd name="T0" fmla="*/ 171 w 1652"/>
                                  <a:gd name="T1" fmla="*/ 12 h 1041"/>
                                  <a:gd name="T2" fmla="*/ 41 w 1652"/>
                                  <a:gd name="T3" fmla="*/ 32 h 1041"/>
                                  <a:gd name="T4" fmla="*/ 18 w 1652"/>
                                  <a:gd name="T5" fmla="*/ 58 h 1041"/>
                                  <a:gd name="T6" fmla="*/ 8 w 1652"/>
                                  <a:gd name="T7" fmla="*/ 116 h 1041"/>
                                  <a:gd name="T8" fmla="*/ 7 w 1652"/>
                                  <a:gd name="T9" fmla="*/ 244 h 1041"/>
                                  <a:gd name="T10" fmla="*/ 2 w 1652"/>
                                  <a:gd name="T11" fmla="*/ 421 h 1041"/>
                                  <a:gd name="T12" fmla="*/ 5 w 1652"/>
                                  <a:gd name="T13" fmla="*/ 519 h 1041"/>
                                  <a:gd name="T14" fmla="*/ 7 w 1652"/>
                                  <a:gd name="T15" fmla="*/ 557 h 1041"/>
                                  <a:gd name="T16" fmla="*/ 13 w 1652"/>
                                  <a:gd name="T17" fmla="*/ 696 h 1041"/>
                                  <a:gd name="T18" fmla="*/ 10 w 1652"/>
                                  <a:gd name="T19" fmla="*/ 864 h 1041"/>
                                  <a:gd name="T20" fmla="*/ 22 w 1652"/>
                                  <a:gd name="T21" fmla="*/ 1006 h 1041"/>
                                  <a:gd name="T22" fmla="*/ 35 w 1652"/>
                                  <a:gd name="T23" fmla="*/ 1023 h 1041"/>
                                  <a:gd name="T24" fmla="*/ 55 w 1652"/>
                                  <a:gd name="T25" fmla="*/ 1026 h 1041"/>
                                  <a:gd name="T26" fmla="*/ 55 w 1652"/>
                                  <a:gd name="T27" fmla="*/ 1029 h 1041"/>
                                  <a:gd name="T28" fmla="*/ 136 w 1652"/>
                                  <a:gd name="T29" fmla="*/ 1036 h 1041"/>
                                  <a:gd name="T30" fmla="*/ 404 w 1652"/>
                                  <a:gd name="T31" fmla="*/ 1034 h 1041"/>
                                  <a:gd name="T32" fmla="*/ 809 w 1652"/>
                                  <a:gd name="T33" fmla="*/ 1028 h 1041"/>
                                  <a:gd name="T34" fmla="*/ 1141 w 1652"/>
                                  <a:gd name="T35" fmla="*/ 1034 h 1041"/>
                                  <a:gd name="T36" fmla="*/ 1491 w 1652"/>
                                  <a:gd name="T37" fmla="*/ 1033 h 1041"/>
                                  <a:gd name="T38" fmla="*/ 1606 w 1652"/>
                                  <a:gd name="T39" fmla="*/ 1016 h 1041"/>
                                  <a:gd name="T40" fmla="*/ 1644 w 1652"/>
                                  <a:gd name="T41" fmla="*/ 938 h 1041"/>
                                  <a:gd name="T42" fmla="*/ 1639 w 1652"/>
                                  <a:gd name="T43" fmla="*/ 666 h 1041"/>
                                  <a:gd name="T44" fmla="*/ 1624 w 1652"/>
                                  <a:gd name="T45" fmla="*/ 363 h 1041"/>
                                  <a:gd name="T46" fmla="*/ 1627 w 1652"/>
                                  <a:gd name="T47" fmla="*/ 92 h 1041"/>
                                  <a:gd name="T48" fmla="*/ 1614 w 1652"/>
                                  <a:gd name="T49" fmla="*/ 43 h 1041"/>
                                  <a:gd name="T50" fmla="*/ 1584 w 1652"/>
                                  <a:gd name="T51" fmla="*/ 27 h 1041"/>
                                  <a:gd name="T52" fmla="*/ 1291 w 1652"/>
                                  <a:gd name="T53" fmla="*/ 19 h 1041"/>
                                  <a:gd name="T54" fmla="*/ 897 w 1652"/>
                                  <a:gd name="T55" fmla="*/ 17 h 1041"/>
                                  <a:gd name="T56" fmla="*/ 535 w 1652"/>
                                  <a:gd name="T57" fmla="*/ 9 h 1041"/>
                                  <a:gd name="T58" fmla="*/ 738 w 1652"/>
                                  <a:gd name="T59" fmla="*/ 4 h 1041"/>
                                  <a:gd name="T60" fmla="*/ 952 w 1652"/>
                                  <a:gd name="T61" fmla="*/ 10 h 1041"/>
                                  <a:gd name="T62" fmla="*/ 1526 w 1652"/>
                                  <a:gd name="T63" fmla="*/ 14 h 1041"/>
                                  <a:gd name="T64" fmla="*/ 1614 w 1652"/>
                                  <a:gd name="T65" fmla="*/ 34 h 1041"/>
                                  <a:gd name="T66" fmla="*/ 1629 w 1652"/>
                                  <a:gd name="T67" fmla="*/ 60 h 1041"/>
                                  <a:gd name="T68" fmla="*/ 1630 w 1652"/>
                                  <a:gd name="T69" fmla="*/ 302 h 1041"/>
                                  <a:gd name="T70" fmla="*/ 1635 w 1652"/>
                                  <a:gd name="T71" fmla="*/ 545 h 1041"/>
                                  <a:gd name="T72" fmla="*/ 1650 w 1652"/>
                                  <a:gd name="T73" fmla="*/ 908 h 1041"/>
                                  <a:gd name="T74" fmla="*/ 1622 w 1652"/>
                                  <a:gd name="T75" fmla="*/ 1004 h 1041"/>
                                  <a:gd name="T76" fmla="*/ 1549 w 1652"/>
                                  <a:gd name="T77" fmla="*/ 1034 h 1041"/>
                                  <a:gd name="T78" fmla="*/ 1256 w 1652"/>
                                  <a:gd name="T79" fmla="*/ 1036 h 1041"/>
                                  <a:gd name="T80" fmla="*/ 917 w 1652"/>
                                  <a:gd name="T81" fmla="*/ 1034 h 1041"/>
                                  <a:gd name="T82" fmla="*/ 435 w 1652"/>
                                  <a:gd name="T83" fmla="*/ 1041 h 1041"/>
                                  <a:gd name="T84" fmla="*/ 136 w 1652"/>
                                  <a:gd name="T85" fmla="*/ 1041 h 1041"/>
                                  <a:gd name="T86" fmla="*/ 43 w 1652"/>
                                  <a:gd name="T87" fmla="*/ 1029 h 1041"/>
                                  <a:gd name="T88" fmla="*/ 41 w 1652"/>
                                  <a:gd name="T89" fmla="*/ 1028 h 1041"/>
                                  <a:gd name="T90" fmla="*/ 30 w 1652"/>
                                  <a:gd name="T91" fmla="*/ 1024 h 1041"/>
                                  <a:gd name="T92" fmla="*/ 18 w 1652"/>
                                  <a:gd name="T93" fmla="*/ 1008 h 1041"/>
                                  <a:gd name="T94" fmla="*/ 8 w 1652"/>
                                  <a:gd name="T95" fmla="*/ 864 h 1041"/>
                                  <a:gd name="T96" fmla="*/ 12 w 1652"/>
                                  <a:gd name="T97" fmla="*/ 696 h 1041"/>
                                  <a:gd name="T98" fmla="*/ 5 w 1652"/>
                                  <a:gd name="T99" fmla="*/ 557 h 1041"/>
                                  <a:gd name="T100" fmla="*/ 3 w 1652"/>
                                  <a:gd name="T101" fmla="*/ 519 h 1041"/>
                                  <a:gd name="T102" fmla="*/ 0 w 1652"/>
                                  <a:gd name="T103" fmla="*/ 421 h 1041"/>
                                  <a:gd name="T104" fmla="*/ 3 w 1652"/>
                                  <a:gd name="T105" fmla="*/ 244 h 1041"/>
                                  <a:gd name="T106" fmla="*/ 5 w 1652"/>
                                  <a:gd name="T107" fmla="*/ 116 h 1041"/>
                                  <a:gd name="T108" fmla="*/ 17 w 1652"/>
                                  <a:gd name="T109" fmla="*/ 50 h 1041"/>
                                  <a:gd name="T110" fmla="*/ 51 w 1652"/>
                                  <a:gd name="T111" fmla="*/ 24 h 1041"/>
                                  <a:gd name="T112" fmla="*/ 255 w 1652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2" h="1041">
                                    <a:moveTo>
                                      <a:pt x="439" y="9"/>
                                    </a:moveTo>
                                    <a:lnTo>
                                      <a:pt x="344" y="9"/>
                                    </a:lnTo>
                                    <a:lnTo>
                                      <a:pt x="255" y="10"/>
                                    </a:lnTo>
                                    <a:lnTo>
                                      <a:pt x="171" y="12"/>
                                    </a:lnTo>
                                    <a:lnTo>
                                      <a:pt x="129" y="14"/>
                                    </a:lnTo>
                                    <a:lnTo>
                                      <a:pt x="91" y="19"/>
                                    </a:lnTo>
                                    <a:lnTo>
                                      <a:pt x="53" y="29"/>
                                    </a:lnTo>
                                    <a:lnTo>
                                      <a:pt x="41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3" y="72"/>
                                    </a:lnTo>
                                    <a:lnTo>
                                      <a:pt x="12" y="82"/>
                                    </a:lnTo>
                                    <a:lnTo>
                                      <a:pt x="8" y="116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8" y="183"/>
                                    </a:lnTo>
                                    <a:lnTo>
                                      <a:pt x="8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7"/>
                                    </a:lnTo>
                                    <a:lnTo>
                                      <a:pt x="2" y="421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3" y="491"/>
                                    </a:lnTo>
                                    <a:lnTo>
                                      <a:pt x="3" y="509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4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5" y="539"/>
                                    </a:lnTo>
                                    <a:lnTo>
                                      <a:pt x="7" y="557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10" y="613"/>
                                    </a:lnTo>
                                    <a:lnTo>
                                      <a:pt x="12" y="652"/>
                                    </a:lnTo>
                                    <a:lnTo>
                                      <a:pt x="13" y="696"/>
                                    </a:lnTo>
                                    <a:lnTo>
                                      <a:pt x="15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2" y="802"/>
                                    </a:lnTo>
                                    <a:lnTo>
                                      <a:pt x="10" y="864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3" y="965"/>
                                    </a:lnTo>
                                    <a:lnTo>
                                      <a:pt x="20" y="1001"/>
                                    </a:lnTo>
                                    <a:lnTo>
                                      <a:pt x="22" y="1006"/>
                                    </a:lnTo>
                                    <a:lnTo>
                                      <a:pt x="25" y="1013"/>
                                    </a:lnTo>
                                    <a:lnTo>
                                      <a:pt x="28" y="1018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3"/>
                                    </a:lnTo>
                                    <a:lnTo>
                                      <a:pt x="38" y="1023"/>
                                    </a:lnTo>
                                    <a:lnTo>
                                      <a:pt x="43" y="1023"/>
                                    </a:lnTo>
                                    <a:lnTo>
                                      <a:pt x="53" y="1024"/>
                                    </a:lnTo>
                                    <a:lnTo>
                                      <a:pt x="55" y="1026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6"/>
                                    </a:lnTo>
                                    <a:lnTo>
                                      <a:pt x="55" y="1028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4" y="1034"/>
                                    </a:lnTo>
                                    <a:lnTo>
                                      <a:pt x="136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5" y="1036"/>
                                    </a:lnTo>
                                    <a:lnTo>
                                      <a:pt x="310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0" y="1033"/>
                                    </a:lnTo>
                                    <a:lnTo>
                                      <a:pt x="599" y="1031"/>
                                    </a:lnTo>
                                    <a:lnTo>
                                      <a:pt x="704" y="1029"/>
                                    </a:lnTo>
                                    <a:lnTo>
                                      <a:pt x="809" y="1028"/>
                                    </a:lnTo>
                                    <a:lnTo>
                                      <a:pt x="917" y="1029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28" y="1034"/>
                                    </a:lnTo>
                                    <a:lnTo>
                                      <a:pt x="1141" y="1034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4" y="1031"/>
                                    </a:lnTo>
                                    <a:lnTo>
                                      <a:pt x="1372" y="1031"/>
                                    </a:lnTo>
                                    <a:lnTo>
                                      <a:pt x="1491" y="1033"/>
                                    </a:lnTo>
                                    <a:lnTo>
                                      <a:pt x="1549" y="1031"/>
                                    </a:lnTo>
                                    <a:lnTo>
                                      <a:pt x="1579" y="1028"/>
                                    </a:lnTo>
                                    <a:lnTo>
                                      <a:pt x="1594" y="1024"/>
                                    </a:lnTo>
                                    <a:lnTo>
                                      <a:pt x="1606" y="1016"/>
                                    </a:lnTo>
                                    <a:lnTo>
                                      <a:pt x="1621" y="1003"/>
                                    </a:lnTo>
                                    <a:lnTo>
                                      <a:pt x="1630" y="986"/>
                                    </a:lnTo>
                                    <a:lnTo>
                                      <a:pt x="1637" y="968"/>
                                    </a:lnTo>
                                    <a:lnTo>
                                      <a:pt x="1644" y="938"/>
                                    </a:lnTo>
                                    <a:lnTo>
                                      <a:pt x="1647" y="908"/>
                                    </a:lnTo>
                                    <a:lnTo>
                                      <a:pt x="1649" y="849"/>
                                    </a:lnTo>
                                    <a:lnTo>
                                      <a:pt x="1647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5"/>
                                    </a:lnTo>
                                    <a:lnTo>
                                      <a:pt x="1626" y="423"/>
                                    </a:lnTo>
                                    <a:lnTo>
                                      <a:pt x="1624" y="393"/>
                                    </a:lnTo>
                                    <a:lnTo>
                                      <a:pt x="1624" y="363"/>
                                    </a:lnTo>
                                    <a:lnTo>
                                      <a:pt x="1624" y="302"/>
                                    </a:lnTo>
                                    <a:lnTo>
                                      <a:pt x="1627" y="181"/>
                                    </a:lnTo>
                                    <a:lnTo>
                                      <a:pt x="1629" y="121"/>
                                    </a:lnTo>
                                    <a:lnTo>
                                      <a:pt x="1627" y="92"/>
                                    </a:lnTo>
                                    <a:lnTo>
                                      <a:pt x="1622" y="62"/>
                                    </a:lnTo>
                                    <a:lnTo>
                                      <a:pt x="1621" y="55"/>
                                    </a:lnTo>
                                    <a:lnTo>
                                      <a:pt x="1617" y="48"/>
                                    </a:lnTo>
                                    <a:lnTo>
                                      <a:pt x="1614" y="43"/>
                                    </a:lnTo>
                                    <a:lnTo>
                                      <a:pt x="1609" y="38"/>
                                    </a:lnTo>
                                    <a:lnTo>
                                      <a:pt x="1601" y="34"/>
                                    </a:lnTo>
                                    <a:lnTo>
                                      <a:pt x="1592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4" y="22"/>
                                    </a:lnTo>
                                    <a:lnTo>
                                      <a:pt x="1525" y="20"/>
                                    </a:lnTo>
                                    <a:lnTo>
                                      <a:pt x="1407" y="19"/>
                                    </a:lnTo>
                                    <a:lnTo>
                                      <a:pt x="1291" y="19"/>
                                    </a:lnTo>
                                    <a:lnTo>
                                      <a:pt x="1175" y="19"/>
                                    </a:lnTo>
                                    <a:lnTo>
                                      <a:pt x="952" y="19"/>
                                    </a:lnTo>
                                    <a:lnTo>
                                      <a:pt x="924" y="19"/>
                                    </a:lnTo>
                                    <a:lnTo>
                                      <a:pt x="897" y="17"/>
                                    </a:lnTo>
                                    <a:lnTo>
                                      <a:pt x="843" y="15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4" y="10"/>
                                    </a:lnTo>
                                    <a:lnTo>
                                      <a:pt x="535" y="9"/>
                                    </a:lnTo>
                                    <a:lnTo>
                                      <a:pt x="439" y="9"/>
                                    </a:lnTo>
                                    <a:close/>
                                    <a:moveTo>
                                      <a:pt x="470" y="0"/>
                                    </a:moveTo>
                                    <a:lnTo>
                                      <a:pt x="601" y="2"/>
                                    </a:lnTo>
                                    <a:lnTo>
                                      <a:pt x="738" y="4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7" y="10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2" y="10"/>
                                    </a:lnTo>
                                    <a:lnTo>
                                      <a:pt x="1175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526" y="14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4" y="34"/>
                                    </a:lnTo>
                                    <a:lnTo>
                                      <a:pt x="1619" y="38"/>
                                    </a:lnTo>
                                    <a:lnTo>
                                      <a:pt x="1624" y="45"/>
                                    </a:lnTo>
                                    <a:lnTo>
                                      <a:pt x="1627" y="53"/>
                                    </a:lnTo>
                                    <a:lnTo>
                                      <a:pt x="1629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1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3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0" y="423"/>
                                    </a:lnTo>
                                    <a:lnTo>
                                      <a:pt x="1635" y="545"/>
                                    </a:lnTo>
                                    <a:lnTo>
                                      <a:pt x="1642" y="666"/>
                                    </a:lnTo>
                                    <a:lnTo>
                                      <a:pt x="1650" y="787"/>
                                    </a:lnTo>
                                    <a:lnTo>
                                      <a:pt x="1652" y="849"/>
                                    </a:lnTo>
                                    <a:lnTo>
                                      <a:pt x="1650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2" y="986"/>
                                    </a:lnTo>
                                    <a:lnTo>
                                      <a:pt x="1622" y="1004"/>
                                    </a:lnTo>
                                    <a:lnTo>
                                      <a:pt x="1607" y="1019"/>
                                    </a:lnTo>
                                    <a:lnTo>
                                      <a:pt x="1594" y="1026"/>
                                    </a:lnTo>
                                    <a:lnTo>
                                      <a:pt x="1579" y="1029"/>
                                    </a:lnTo>
                                    <a:lnTo>
                                      <a:pt x="1549" y="1034"/>
                                    </a:lnTo>
                                    <a:lnTo>
                                      <a:pt x="1491" y="1036"/>
                                    </a:lnTo>
                                    <a:lnTo>
                                      <a:pt x="1372" y="1034"/>
                                    </a:lnTo>
                                    <a:lnTo>
                                      <a:pt x="1314" y="1034"/>
                                    </a:lnTo>
                                    <a:lnTo>
                                      <a:pt x="1256" y="1036"/>
                                    </a:lnTo>
                                    <a:lnTo>
                                      <a:pt x="1141" y="1038"/>
                                    </a:lnTo>
                                    <a:lnTo>
                                      <a:pt x="1028" y="1039"/>
                                    </a:lnTo>
                                    <a:lnTo>
                                      <a:pt x="972" y="1036"/>
                                    </a:lnTo>
                                    <a:lnTo>
                                      <a:pt x="917" y="1034"/>
                                    </a:lnTo>
                                    <a:lnTo>
                                      <a:pt x="809" y="1034"/>
                                    </a:lnTo>
                                    <a:lnTo>
                                      <a:pt x="704" y="1036"/>
                                    </a:lnTo>
                                    <a:lnTo>
                                      <a:pt x="566" y="1038"/>
                                    </a:lnTo>
                                    <a:lnTo>
                                      <a:pt x="435" y="1041"/>
                                    </a:lnTo>
                                    <a:lnTo>
                                      <a:pt x="310" y="1041"/>
                                    </a:lnTo>
                                    <a:lnTo>
                                      <a:pt x="265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6" y="1041"/>
                                    </a:lnTo>
                                    <a:lnTo>
                                      <a:pt x="94" y="1039"/>
                                    </a:lnTo>
                                    <a:lnTo>
                                      <a:pt x="55" y="1034"/>
                                    </a:lnTo>
                                    <a:lnTo>
                                      <a:pt x="45" y="1031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31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8"/>
                                    </a:lnTo>
                                    <a:lnTo>
                                      <a:pt x="41" y="1028"/>
                                    </a:lnTo>
                                    <a:lnTo>
                                      <a:pt x="38" y="1026"/>
                                    </a:lnTo>
                                    <a:lnTo>
                                      <a:pt x="33" y="1026"/>
                                    </a:lnTo>
                                    <a:lnTo>
                                      <a:pt x="30" y="1024"/>
                                    </a:lnTo>
                                    <a:lnTo>
                                      <a:pt x="27" y="1023"/>
                                    </a:lnTo>
                                    <a:lnTo>
                                      <a:pt x="25" y="1019"/>
                                    </a:lnTo>
                                    <a:lnTo>
                                      <a:pt x="22" y="1014"/>
                                    </a:lnTo>
                                    <a:lnTo>
                                      <a:pt x="18" y="1008"/>
                                    </a:lnTo>
                                    <a:lnTo>
                                      <a:pt x="17" y="1003"/>
                                    </a:lnTo>
                                    <a:lnTo>
                                      <a:pt x="10" y="966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4"/>
                                    </a:lnTo>
                                    <a:lnTo>
                                      <a:pt x="10" y="802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2" y="696"/>
                                    </a:lnTo>
                                    <a:lnTo>
                                      <a:pt x="10" y="652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7" y="582"/>
                                    </a:lnTo>
                                    <a:lnTo>
                                      <a:pt x="5" y="557"/>
                                    </a:lnTo>
                                    <a:lnTo>
                                      <a:pt x="5" y="539"/>
                                    </a:lnTo>
                                    <a:lnTo>
                                      <a:pt x="3" y="527"/>
                                    </a:lnTo>
                                    <a:lnTo>
                                      <a:pt x="3" y="524"/>
                                    </a:lnTo>
                                    <a:lnTo>
                                      <a:pt x="3" y="519"/>
                                    </a:lnTo>
                                    <a:lnTo>
                                      <a:pt x="3" y="509"/>
                                    </a:lnTo>
                                    <a:lnTo>
                                      <a:pt x="2" y="491"/>
                                    </a:lnTo>
                                    <a:lnTo>
                                      <a:pt x="2" y="464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0" y="367"/>
                                    </a:lnTo>
                                    <a:lnTo>
                                      <a:pt x="0" y="300"/>
                                    </a:lnTo>
                                    <a:lnTo>
                                      <a:pt x="2" y="272"/>
                                    </a:lnTo>
                                    <a:lnTo>
                                      <a:pt x="3" y="244"/>
                                    </a:lnTo>
                                    <a:lnTo>
                                      <a:pt x="5" y="214"/>
                                    </a:lnTo>
                                    <a:lnTo>
                                      <a:pt x="5" y="183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5" y="116"/>
                                    </a:lnTo>
                                    <a:lnTo>
                                      <a:pt x="8" y="80"/>
                                    </a:lnTo>
                                    <a:lnTo>
                                      <a:pt x="13" y="63"/>
                                    </a:lnTo>
                                    <a:lnTo>
                                      <a:pt x="15" y="53"/>
                                    </a:lnTo>
                                    <a:lnTo>
                                      <a:pt x="17" y="50"/>
                                    </a:lnTo>
                                    <a:lnTo>
                                      <a:pt x="20" y="45"/>
                                    </a:lnTo>
                                    <a:lnTo>
                                      <a:pt x="28" y="35"/>
                                    </a:lnTo>
                                    <a:lnTo>
                                      <a:pt x="40" y="29"/>
                                    </a:lnTo>
                                    <a:lnTo>
                                      <a:pt x="51" y="24"/>
                                    </a:lnTo>
                                    <a:lnTo>
                                      <a:pt x="89" y="15"/>
                                    </a:lnTo>
                                    <a:lnTo>
                                      <a:pt x="129" y="10"/>
                                    </a:lnTo>
                                    <a:lnTo>
                                      <a:pt x="171" y="7"/>
                                    </a:lnTo>
                                    <a:lnTo>
                                      <a:pt x="255" y="4"/>
                                    </a:lnTo>
                                    <a:lnTo>
                                      <a:pt x="344" y="2"/>
                                    </a:lnTo>
                                    <a:lnTo>
                                      <a:pt x="47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" name="Freeform 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825875" y="7316788"/>
                                <a:ext cx="2625725" cy="1652588"/>
                              </a:xfrm>
                              <a:custGeom>
                                <a:avLst/>
                                <a:gdLst>
                                  <a:gd name="T0" fmla="*/ 172 w 1654"/>
                                  <a:gd name="T1" fmla="*/ 12 h 1041"/>
                                  <a:gd name="T2" fmla="*/ 43 w 1654"/>
                                  <a:gd name="T3" fmla="*/ 32 h 1041"/>
                                  <a:gd name="T4" fmla="*/ 20 w 1654"/>
                                  <a:gd name="T5" fmla="*/ 58 h 1041"/>
                                  <a:gd name="T6" fmla="*/ 10 w 1654"/>
                                  <a:gd name="T7" fmla="*/ 116 h 1041"/>
                                  <a:gd name="T8" fmla="*/ 7 w 1654"/>
                                  <a:gd name="T9" fmla="*/ 244 h 1041"/>
                                  <a:gd name="T10" fmla="*/ 3 w 1654"/>
                                  <a:gd name="T11" fmla="*/ 421 h 1041"/>
                                  <a:gd name="T12" fmla="*/ 5 w 1654"/>
                                  <a:gd name="T13" fmla="*/ 519 h 1041"/>
                                  <a:gd name="T14" fmla="*/ 7 w 1654"/>
                                  <a:gd name="T15" fmla="*/ 557 h 1041"/>
                                  <a:gd name="T16" fmla="*/ 15 w 1654"/>
                                  <a:gd name="T17" fmla="*/ 696 h 1041"/>
                                  <a:gd name="T18" fmla="*/ 12 w 1654"/>
                                  <a:gd name="T19" fmla="*/ 864 h 1041"/>
                                  <a:gd name="T20" fmla="*/ 23 w 1654"/>
                                  <a:gd name="T21" fmla="*/ 1006 h 1041"/>
                                  <a:gd name="T22" fmla="*/ 35 w 1654"/>
                                  <a:gd name="T23" fmla="*/ 1023 h 1041"/>
                                  <a:gd name="T24" fmla="*/ 56 w 1654"/>
                                  <a:gd name="T25" fmla="*/ 1026 h 1041"/>
                                  <a:gd name="T26" fmla="*/ 56 w 1654"/>
                                  <a:gd name="T27" fmla="*/ 1029 h 1041"/>
                                  <a:gd name="T28" fmla="*/ 137 w 1654"/>
                                  <a:gd name="T29" fmla="*/ 1036 h 1041"/>
                                  <a:gd name="T30" fmla="*/ 404 w 1654"/>
                                  <a:gd name="T31" fmla="*/ 1034 h 1041"/>
                                  <a:gd name="T32" fmla="*/ 809 w 1654"/>
                                  <a:gd name="T33" fmla="*/ 1028 h 1041"/>
                                  <a:gd name="T34" fmla="*/ 1142 w 1654"/>
                                  <a:gd name="T35" fmla="*/ 1034 h 1041"/>
                                  <a:gd name="T36" fmla="*/ 1491 w 1654"/>
                                  <a:gd name="T37" fmla="*/ 1033 h 1041"/>
                                  <a:gd name="T38" fmla="*/ 1607 w 1654"/>
                                  <a:gd name="T39" fmla="*/ 1016 h 1041"/>
                                  <a:gd name="T40" fmla="*/ 1645 w 1654"/>
                                  <a:gd name="T41" fmla="*/ 938 h 1041"/>
                                  <a:gd name="T42" fmla="*/ 1639 w 1654"/>
                                  <a:gd name="T43" fmla="*/ 666 h 1041"/>
                                  <a:gd name="T44" fmla="*/ 1625 w 1654"/>
                                  <a:gd name="T45" fmla="*/ 363 h 1041"/>
                                  <a:gd name="T46" fmla="*/ 1629 w 1654"/>
                                  <a:gd name="T47" fmla="*/ 92 h 1041"/>
                                  <a:gd name="T48" fmla="*/ 1616 w 1654"/>
                                  <a:gd name="T49" fmla="*/ 43 h 1041"/>
                                  <a:gd name="T50" fmla="*/ 1584 w 1654"/>
                                  <a:gd name="T51" fmla="*/ 27 h 1041"/>
                                  <a:gd name="T52" fmla="*/ 1291 w 1654"/>
                                  <a:gd name="T53" fmla="*/ 19 h 1041"/>
                                  <a:gd name="T54" fmla="*/ 899 w 1654"/>
                                  <a:gd name="T55" fmla="*/ 17 h 1041"/>
                                  <a:gd name="T56" fmla="*/ 536 w 1654"/>
                                  <a:gd name="T57" fmla="*/ 9 h 1041"/>
                                  <a:gd name="T58" fmla="*/ 738 w 1654"/>
                                  <a:gd name="T59" fmla="*/ 4 h 1041"/>
                                  <a:gd name="T60" fmla="*/ 953 w 1654"/>
                                  <a:gd name="T61" fmla="*/ 10 h 1041"/>
                                  <a:gd name="T62" fmla="*/ 1526 w 1654"/>
                                  <a:gd name="T63" fmla="*/ 14 h 1041"/>
                                  <a:gd name="T64" fmla="*/ 1616 w 1654"/>
                                  <a:gd name="T65" fmla="*/ 34 h 1041"/>
                                  <a:gd name="T66" fmla="*/ 1630 w 1654"/>
                                  <a:gd name="T67" fmla="*/ 60 h 1041"/>
                                  <a:gd name="T68" fmla="*/ 1630 w 1654"/>
                                  <a:gd name="T69" fmla="*/ 302 h 1041"/>
                                  <a:gd name="T70" fmla="*/ 1637 w 1654"/>
                                  <a:gd name="T71" fmla="*/ 545 h 1041"/>
                                  <a:gd name="T72" fmla="*/ 1652 w 1654"/>
                                  <a:gd name="T73" fmla="*/ 908 h 1041"/>
                                  <a:gd name="T74" fmla="*/ 1624 w 1654"/>
                                  <a:gd name="T75" fmla="*/ 1004 h 1041"/>
                                  <a:gd name="T76" fmla="*/ 1551 w 1654"/>
                                  <a:gd name="T77" fmla="*/ 1034 h 1041"/>
                                  <a:gd name="T78" fmla="*/ 1256 w 1654"/>
                                  <a:gd name="T79" fmla="*/ 1036 h 1041"/>
                                  <a:gd name="T80" fmla="*/ 919 w 1654"/>
                                  <a:gd name="T81" fmla="*/ 1034 h 1041"/>
                                  <a:gd name="T82" fmla="*/ 437 w 1654"/>
                                  <a:gd name="T83" fmla="*/ 1041 h 1041"/>
                                  <a:gd name="T84" fmla="*/ 137 w 1654"/>
                                  <a:gd name="T85" fmla="*/ 1041 h 1041"/>
                                  <a:gd name="T86" fmla="*/ 45 w 1654"/>
                                  <a:gd name="T87" fmla="*/ 1029 h 1041"/>
                                  <a:gd name="T88" fmla="*/ 41 w 1654"/>
                                  <a:gd name="T89" fmla="*/ 1028 h 1041"/>
                                  <a:gd name="T90" fmla="*/ 31 w 1654"/>
                                  <a:gd name="T91" fmla="*/ 1024 h 1041"/>
                                  <a:gd name="T92" fmla="*/ 20 w 1654"/>
                                  <a:gd name="T93" fmla="*/ 1008 h 1041"/>
                                  <a:gd name="T94" fmla="*/ 8 w 1654"/>
                                  <a:gd name="T95" fmla="*/ 864 h 1041"/>
                                  <a:gd name="T96" fmla="*/ 13 w 1654"/>
                                  <a:gd name="T97" fmla="*/ 696 h 1041"/>
                                  <a:gd name="T98" fmla="*/ 7 w 1654"/>
                                  <a:gd name="T99" fmla="*/ 557 h 1041"/>
                                  <a:gd name="T100" fmla="*/ 5 w 1654"/>
                                  <a:gd name="T101" fmla="*/ 519 h 1041"/>
                                  <a:gd name="T102" fmla="*/ 2 w 1654"/>
                                  <a:gd name="T103" fmla="*/ 421 h 1041"/>
                                  <a:gd name="T104" fmla="*/ 5 w 1654"/>
                                  <a:gd name="T105" fmla="*/ 244 h 1041"/>
                                  <a:gd name="T106" fmla="*/ 7 w 1654"/>
                                  <a:gd name="T107" fmla="*/ 116 h 1041"/>
                                  <a:gd name="T108" fmla="*/ 18 w 1654"/>
                                  <a:gd name="T109" fmla="*/ 50 h 1041"/>
                                  <a:gd name="T110" fmla="*/ 53 w 1654"/>
                                  <a:gd name="T111" fmla="*/ 24 h 1041"/>
                                  <a:gd name="T112" fmla="*/ 257 w 1654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4" h="1041">
                                    <a:moveTo>
                                      <a:pt x="439" y="9"/>
                                    </a:moveTo>
                                    <a:lnTo>
                                      <a:pt x="346" y="9"/>
                                    </a:lnTo>
                                    <a:lnTo>
                                      <a:pt x="257" y="10"/>
                                    </a:lnTo>
                                    <a:lnTo>
                                      <a:pt x="172" y="12"/>
                                    </a:lnTo>
                                    <a:lnTo>
                                      <a:pt x="131" y="14"/>
                                    </a:lnTo>
                                    <a:lnTo>
                                      <a:pt x="91" y="19"/>
                                    </a:lnTo>
                                    <a:lnTo>
                                      <a:pt x="55" y="29"/>
                                    </a:lnTo>
                                    <a:lnTo>
                                      <a:pt x="43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1" y="52"/>
                                    </a:lnTo>
                                    <a:lnTo>
                                      <a:pt x="20" y="58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5" y="72"/>
                                    </a:lnTo>
                                    <a:lnTo>
                                      <a:pt x="13" y="82"/>
                                    </a:lnTo>
                                    <a:lnTo>
                                      <a:pt x="10" y="116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10" y="183"/>
                                    </a:lnTo>
                                    <a:lnTo>
                                      <a:pt x="10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7"/>
                                    </a:lnTo>
                                    <a:lnTo>
                                      <a:pt x="3" y="421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5" y="491"/>
                                    </a:lnTo>
                                    <a:lnTo>
                                      <a:pt x="5" y="509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4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7" y="539"/>
                                    </a:lnTo>
                                    <a:lnTo>
                                      <a:pt x="7" y="557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10" y="613"/>
                                    </a:lnTo>
                                    <a:lnTo>
                                      <a:pt x="12" y="652"/>
                                    </a:lnTo>
                                    <a:lnTo>
                                      <a:pt x="15" y="696"/>
                                    </a:lnTo>
                                    <a:lnTo>
                                      <a:pt x="17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3" y="802"/>
                                    </a:lnTo>
                                    <a:lnTo>
                                      <a:pt x="12" y="864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5" y="965"/>
                                    </a:lnTo>
                                    <a:lnTo>
                                      <a:pt x="21" y="1001"/>
                                    </a:lnTo>
                                    <a:lnTo>
                                      <a:pt x="23" y="1006"/>
                                    </a:lnTo>
                                    <a:lnTo>
                                      <a:pt x="26" y="1013"/>
                                    </a:lnTo>
                                    <a:lnTo>
                                      <a:pt x="28" y="1018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3"/>
                                    </a:lnTo>
                                    <a:lnTo>
                                      <a:pt x="40" y="1023"/>
                                    </a:lnTo>
                                    <a:lnTo>
                                      <a:pt x="45" y="1023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6" y="1026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6"/>
                                    </a:lnTo>
                                    <a:lnTo>
                                      <a:pt x="56" y="1028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6" y="1034"/>
                                    </a:lnTo>
                                    <a:lnTo>
                                      <a:pt x="137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6" y="1036"/>
                                    </a:lnTo>
                                    <a:lnTo>
                                      <a:pt x="311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2" y="1033"/>
                                    </a:lnTo>
                                    <a:lnTo>
                                      <a:pt x="601" y="1031"/>
                                    </a:lnTo>
                                    <a:lnTo>
                                      <a:pt x="703" y="1029"/>
                                    </a:lnTo>
                                    <a:lnTo>
                                      <a:pt x="809" y="1028"/>
                                    </a:lnTo>
                                    <a:lnTo>
                                      <a:pt x="919" y="1029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30" y="1034"/>
                                    </a:lnTo>
                                    <a:lnTo>
                                      <a:pt x="1142" y="1034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6" y="1031"/>
                                    </a:lnTo>
                                    <a:lnTo>
                                      <a:pt x="1374" y="1031"/>
                                    </a:lnTo>
                                    <a:lnTo>
                                      <a:pt x="1491" y="1033"/>
                                    </a:lnTo>
                                    <a:lnTo>
                                      <a:pt x="1551" y="1031"/>
                                    </a:lnTo>
                                    <a:lnTo>
                                      <a:pt x="1581" y="1028"/>
                                    </a:lnTo>
                                    <a:lnTo>
                                      <a:pt x="1594" y="1024"/>
                                    </a:lnTo>
                                    <a:lnTo>
                                      <a:pt x="1607" y="1016"/>
                                    </a:lnTo>
                                    <a:lnTo>
                                      <a:pt x="1620" y="1003"/>
                                    </a:lnTo>
                                    <a:lnTo>
                                      <a:pt x="1630" y="986"/>
                                    </a:lnTo>
                                    <a:lnTo>
                                      <a:pt x="1639" y="968"/>
                                    </a:lnTo>
                                    <a:lnTo>
                                      <a:pt x="1645" y="938"/>
                                    </a:lnTo>
                                    <a:lnTo>
                                      <a:pt x="1649" y="908"/>
                                    </a:lnTo>
                                    <a:lnTo>
                                      <a:pt x="1650" y="849"/>
                                    </a:lnTo>
                                    <a:lnTo>
                                      <a:pt x="1649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5"/>
                                    </a:lnTo>
                                    <a:lnTo>
                                      <a:pt x="1627" y="423"/>
                                    </a:lnTo>
                                    <a:lnTo>
                                      <a:pt x="1625" y="393"/>
                                    </a:lnTo>
                                    <a:lnTo>
                                      <a:pt x="1625" y="363"/>
                                    </a:lnTo>
                                    <a:lnTo>
                                      <a:pt x="1625" y="302"/>
                                    </a:lnTo>
                                    <a:lnTo>
                                      <a:pt x="1629" y="181"/>
                                    </a:lnTo>
                                    <a:lnTo>
                                      <a:pt x="1629" y="121"/>
                                    </a:lnTo>
                                    <a:lnTo>
                                      <a:pt x="1629" y="92"/>
                                    </a:lnTo>
                                    <a:lnTo>
                                      <a:pt x="1624" y="62"/>
                                    </a:lnTo>
                                    <a:lnTo>
                                      <a:pt x="1622" y="55"/>
                                    </a:lnTo>
                                    <a:lnTo>
                                      <a:pt x="1619" y="48"/>
                                    </a:lnTo>
                                    <a:lnTo>
                                      <a:pt x="1616" y="43"/>
                                    </a:lnTo>
                                    <a:lnTo>
                                      <a:pt x="1611" y="38"/>
                                    </a:lnTo>
                                    <a:lnTo>
                                      <a:pt x="1602" y="34"/>
                                    </a:lnTo>
                                    <a:lnTo>
                                      <a:pt x="1594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6" y="22"/>
                                    </a:lnTo>
                                    <a:lnTo>
                                      <a:pt x="1526" y="20"/>
                                    </a:lnTo>
                                    <a:lnTo>
                                      <a:pt x="1409" y="19"/>
                                    </a:lnTo>
                                    <a:lnTo>
                                      <a:pt x="1291" y="19"/>
                                    </a:lnTo>
                                    <a:lnTo>
                                      <a:pt x="1177" y="19"/>
                                    </a:lnTo>
                                    <a:lnTo>
                                      <a:pt x="953" y="19"/>
                                    </a:lnTo>
                                    <a:lnTo>
                                      <a:pt x="925" y="19"/>
                                    </a:lnTo>
                                    <a:lnTo>
                                      <a:pt x="899" y="17"/>
                                    </a:lnTo>
                                    <a:lnTo>
                                      <a:pt x="844" y="15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6" y="10"/>
                                    </a:lnTo>
                                    <a:lnTo>
                                      <a:pt x="536" y="9"/>
                                    </a:lnTo>
                                    <a:lnTo>
                                      <a:pt x="439" y="9"/>
                                    </a:lnTo>
                                    <a:close/>
                                    <a:moveTo>
                                      <a:pt x="472" y="0"/>
                                    </a:moveTo>
                                    <a:lnTo>
                                      <a:pt x="602" y="2"/>
                                    </a:lnTo>
                                    <a:lnTo>
                                      <a:pt x="738" y="4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9" y="10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3" y="10"/>
                                    </a:lnTo>
                                    <a:lnTo>
                                      <a:pt x="1177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9" y="12"/>
                                    </a:lnTo>
                                    <a:lnTo>
                                      <a:pt x="1526" y="14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6" y="34"/>
                                    </a:lnTo>
                                    <a:lnTo>
                                      <a:pt x="1620" y="38"/>
                                    </a:lnTo>
                                    <a:lnTo>
                                      <a:pt x="1625" y="45"/>
                                    </a:lnTo>
                                    <a:lnTo>
                                      <a:pt x="1627" y="53"/>
                                    </a:lnTo>
                                    <a:lnTo>
                                      <a:pt x="1630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1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3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2" y="423"/>
                                    </a:lnTo>
                                    <a:lnTo>
                                      <a:pt x="1637" y="545"/>
                                    </a:lnTo>
                                    <a:lnTo>
                                      <a:pt x="1644" y="666"/>
                                    </a:lnTo>
                                    <a:lnTo>
                                      <a:pt x="1652" y="787"/>
                                    </a:lnTo>
                                    <a:lnTo>
                                      <a:pt x="1654" y="849"/>
                                    </a:lnTo>
                                    <a:lnTo>
                                      <a:pt x="1652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4" y="986"/>
                                    </a:lnTo>
                                    <a:lnTo>
                                      <a:pt x="1624" y="1004"/>
                                    </a:lnTo>
                                    <a:lnTo>
                                      <a:pt x="1609" y="1019"/>
                                    </a:lnTo>
                                    <a:lnTo>
                                      <a:pt x="1596" y="1026"/>
                                    </a:lnTo>
                                    <a:lnTo>
                                      <a:pt x="1581" y="1029"/>
                                    </a:lnTo>
                                    <a:lnTo>
                                      <a:pt x="1551" y="1034"/>
                                    </a:lnTo>
                                    <a:lnTo>
                                      <a:pt x="1491" y="1036"/>
                                    </a:lnTo>
                                    <a:lnTo>
                                      <a:pt x="1374" y="1034"/>
                                    </a:lnTo>
                                    <a:lnTo>
                                      <a:pt x="1316" y="1034"/>
                                    </a:lnTo>
                                    <a:lnTo>
                                      <a:pt x="1256" y="1036"/>
                                    </a:lnTo>
                                    <a:lnTo>
                                      <a:pt x="1142" y="1038"/>
                                    </a:lnTo>
                                    <a:lnTo>
                                      <a:pt x="1030" y="1039"/>
                                    </a:lnTo>
                                    <a:lnTo>
                                      <a:pt x="973" y="1036"/>
                                    </a:lnTo>
                                    <a:lnTo>
                                      <a:pt x="919" y="1034"/>
                                    </a:lnTo>
                                    <a:lnTo>
                                      <a:pt x="809" y="1034"/>
                                    </a:lnTo>
                                    <a:lnTo>
                                      <a:pt x="703" y="1036"/>
                                    </a:lnTo>
                                    <a:lnTo>
                                      <a:pt x="568" y="1038"/>
                                    </a:lnTo>
                                    <a:lnTo>
                                      <a:pt x="437" y="1041"/>
                                    </a:lnTo>
                                    <a:lnTo>
                                      <a:pt x="311" y="1041"/>
                                    </a:lnTo>
                                    <a:lnTo>
                                      <a:pt x="266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7" y="1041"/>
                                    </a:lnTo>
                                    <a:lnTo>
                                      <a:pt x="96" y="1039"/>
                                    </a:lnTo>
                                    <a:lnTo>
                                      <a:pt x="56" y="1034"/>
                                    </a:lnTo>
                                    <a:lnTo>
                                      <a:pt x="46" y="1031"/>
                                    </a:lnTo>
                                    <a:lnTo>
                                      <a:pt x="45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31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8"/>
                                    </a:lnTo>
                                    <a:lnTo>
                                      <a:pt x="41" y="1028"/>
                                    </a:lnTo>
                                    <a:lnTo>
                                      <a:pt x="40" y="1026"/>
                                    </a:lnTo>
                                    <a:lnTo>
                                      <a:pt x="35" y="1026"/>
                                    </a:lnTo>
                                    <a:lnTo>
                                      <a:pt x="31" y="1024"/>
                                    </a:lnTo>
                                    <a:lnTo>
                                      <a:pt x="28" y="1023"/>
                                    </a:lnTo>
                                    <a:lnTo>
                                      <a:pt x="26" y="1019"/>
                                    </a:lnTo>
                                    <a:lnTo>
                                      <a:pt x="23" y="1014"/>
                                    </a:lnTo>
                                    <a:lnTo>
                                      <a:pt x="20" y="1008"/>
                                    </a:lnTo>
                                    <a:lnTo>
                                      <a:pt x="18" y="1003"/>
                                    </a:lnTo>
                                    <a:lnTo>
                                      <a:pt x="12" y="966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4"/>
                                    </a:lnTo>
                                    <a:lnTo>
                                      <a:pt x="12" y="802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3" y="696"/>
                                    </a:lnTo>
                                    <a:lnTo>
                                      <a:pt x="12" y="652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7" y="557"/>
                                    </a:lnTo>
                                    <a:lnTo>
                                      <a:pt x="5" y="539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5" y="524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09"/>
                                    </a:lnTo>
                                    <a:lnTo>
                                      <a:pt x="3" y="491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2" y="421"/>
                                    </a:lnTo>
                                    <a:lnTo>
                                      <a:pt x="0" y="367"/>
                                    </a:lnTo>
                                    <a:lnTo>
                                      <a:pt x="2" y="300"/>
                                    </a:lnTo>
                                    <a:lnTo>
                                      <a:pt x="3" y="272"/>
                                    </a:lnTo>
                                    <a:lnTo>
                                      <a:pt x="5" y="244"/>
                                    </a:lnTo>
                                    <a:lnTo>
                                      <a:pt x="7" y="214"/>
                                    </a:lnTo>
                                    <a:lnTo>
                                      <a:pt x="7" y="183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7" y="116"/>
                                    </a:lnTo>
                                    <a:lnTo>
                                      <a:pt x="10" y="80"/>
                                    </a:lnTo>
                                    <a:lnTo>
                                      <a:pt x="13" y="63"/>
                                    </a:lnTo>
                                    <a:lnTo>
                                      <a:pt x="17" y="53"/>
                                    </a:lnTo>
                                    <a:lnTo>
                                      <a:pt x="18" y="50"/>
                                    </a:lnTo>
                                    <a:lnTo>
                                      <a:pt x="21" y="45"/>
                                    </a:lnTo>
                                    <a:lnTo>
                                      <a:pt x="30" y="35"/>
                                    </a:lnTo>
                                    <a:lnTo>
                                      <a:pt x="41" y="29"/>
                                    </a:lnTo>
                                    <a:lnTo>
                                      <a:pt x="53" y="24"/>
                                    </a:lnTo>
                                    <a:lnTo>
                                      <a:pt x="91" y="15"/>
                                    </a:lnTo>
                                    <a:lnTo>
                                      <a:pt x="131" y="10"/>
                                    </a:lnTo>
                                    <a:lnTo>
                                      <a:pt x="172" y="7"/>
                                    </a:lnTo>
                                    <a:lnTo>
                                      <a:pt x="257" y="4"/>
                                    </a:lnTo>
                                    <a:lnTo>
                                      <a:pt x="346" y="2"/>
                                    </a:lnTo>
                                    <a:lnTo>
                                      <a:pt x="47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" name="Freeform 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3388" y="5033963"/>
                                <a:ext cx="2622550" cy="1652588"/>
                              </a:xfrm>
                              <a:custGeom>
                                <a:avLst/>
                                <a:gdLst>
                                  <a:gd name="T0" fmla="*/ 171 w 1652"/>
                                  <a:gd name="T1" fmla="*/ 12 h 1041"/>
                                  <a:gd name="T2" fmla="*/ 41 w 1652"/>
                                  <a:gd name="T3" fmla="*/ 32 h 1041"/>
                                  <a:gd name="T4" fmla="*/ 18 w 1652"/>
                                  <a:gd name="T5" fmla="*/ 57 h 1041"/>
                                  <a:gd name="T6" fmla="*/ 8 w 1652"/>
                                  <a:gd name="T7" fmla="*/ 115 h 1041"/>
                                  <a:gd name="T8" fmla="*/ 7 w 1652"/>
                                  <a:gd name="T9" fmla="*/ 244 h 1041"/>
                                  <a:gd name="T10" fmla="*/ 2 w 1652"/>
                                  <a:gd name="T11" fmla="*/ 419 h 1041"/>
                                  <a:gd name="T12" fmla="*/ 5 w 1652"/>
                                  <a:gd name="T13" fmla="*/ 519 h 1041"/>
                                  <a:gd name="T14" fmla="*/ 7 w 1652"/>
                                  <a:gd name="T15" fmla="*/ 555 h 1041"/>
                                  <a:gd name="T16" fmla="*/ 13 w 1652"/>
                                  <a:gd name="T17" fmla="*/ 694 h 1041"/>
                                  <a:gd name="T18" fmla="*/ 10 w 1652"/>
                                  <a:gd name="T19" fmla="*/ 863 h 1041"/>
                                  <a:gd name="T20" fmla="*/ 22 w 1652"/>
                                  <a:gd name="T21" fmla="*/ 1006 h 1041"/>
                                  <a:gd name="T22" fmla="*/ 35 w 1652"/>
                                  <a:gd name="T23" fmla="*/ 1021 h 1041"/>
                                  <a:gd name="T24" fmla="*/ 55 w 1652"/>
                                  <a:gd name="T25" fmla="*/ 1024 h 1041"/>
                                  <a:gd name="T26" fmla="*/ 55 w 1652"/>
                                  <a:gd name="T27" fmla="*/ 1029 h 1041"/>
                                  <a:gd name="T28" fmla="*/ 136 w 1652"/>
                                  <a:gd name="T29" fmla="*/ 1036 h 1041"/>
                                  <a:gd name="T30" fmla="*/ 404 w 1652"/>
                                  <a:gd name="T31" fmla="*/ 1034 h 1041"/>
                                  <a:gd name="T32" fmla="*/ 809 w 1652"/>
                                  <a:gd name="T33" fmla="*/ 1027 h 1041"/>
                                  <a:gd name="T34" fmla="*/ 1141 w 1652"/>
                                  <a:gd name="T35" fmla="*/ 1032 h 1041"/>
                                  <a:gd name="T36" fmla="*/ 1491 w 1652"/>
                                  <a:gd name="T37" fmla="*/ 1032 h 1041"/>
                                  <a:gd name="T38" fmla="*/ 1606 w 1652"/>
                                  <a:gd name="T39" fmla="*/ 1016 h 1041"/>
                                  <a:gd name="T40" fmla="*/ 1644 w 1652"/>
                                  <a:gd name="T41" fmla="*/ 938 h 1041"/>
                                  <a:gd name="T42" fmla="*/ 1639 w 1652"/>
                                  <a:gd name="T43" fmla="*/ 666 h 1041"/>
                                  <a:gd name="T44" fmla="*/ 1624 w 1652"/>
                                  <a:gd name="T45" fmla="*/ 361 h 1041"/>
                                  <a:gd name="T46" fmla="*/ 1627 w 1652"/>
                                  <a:gd name="T47" fmla="*/ 90 h 1041"/>
                                  <a:gd name="T48" fmla="*/ 1614 w 1652"/>
                                  <a:gd name="T49" fmla="*/ 42 h 1041"/>
                                  <a:gd name="T50" fmla="*/ 1584 w 1652"/>
                                  <a:gd name="T51" fmla="*/ 27 h 1041"/>
                                  <a:gd name="T52" fmla="*/ 1291 w 1652"/>
                                  <a:gd name="T53" fmla="*/ 17 h 1041"/>
                                  <a:gd name="T54" fmla="*/ 897 w 1652"/>
                                  <a:gd name="T55" fmla="*/ 17 h 1041"/>
                                  <a:gd name="T56" fmla="*/ 535 w 1652"/>
                                  <a:gd name="T57" fmla="*/ 9 h 1041"/>
                                  <a:gd name="T58" fmla="*/ 738 w 1652"/>
                                  <a:gd name="T59" fmla="*/ 2 h 1041"/>
                                  <a:gd name="T60" fmla="*/ 952 w 1652"/>
                                  <a:gd name="T61" fmla="*/ 10 h 1041"/>
                                  <a:gd name="T62" fmla="*/ 1526 w 1652"/>
                                  <a:gd name="T63" fmla="*/ 12 h 1041"/>
                                  <a:gd name="T64" fmla="*/ 1614 w 1652"/>
                                  <a:gd name="T65" fmla="*/ 32 h 1041"/>
                                  <a:gd name="T66" fmla="*/ 1629 w 1652"/>
                                  <a:gd name="T67" fmla="*/ 60 h 1041"/>
                                  <a:gd name="T68" fmla="*/ 1630 w 1652"/>
                                  <a:gd name="T69" fmla="*/ 302 h 1041"/>
                                  <a:gd name="T70" fmla="*/ 1635 w 1652"/>
                                  <a:gd name="T71" fmla="*/ 544 h 1041"/>
                                  <a:gd name="T72" fmla="*/ 1650 w 1652"/>
                                  <a:gd name="T73" fmla="*/ 908 h 1041"/>
                                  <a:gd name="T74" fmla="*/ 1622 w 1652"/>
                                  <a:gd name="T75" fmla="*/ 1004 h 1041"/>
                                  <a:gd name="T76" fmla="*/ 1549 w 1652"/>
                                  <a:gd name="T77" fmla="*/ 1034 h 1041"/>
                                  <a:gd name="T78" fmla="*/ 1256 w 1652"/>
                                  <a:gd name="T79" fmla="*/ 1034 h 1041"/>
                                  <a:gd name="T80" fmla="*/ 917 w 1652"/>
                                  <a:gd name="T81" fmla="*/ 1032 h 1041"/>
                                  <a:gd name="T82" fmla="*/ 435 w 1652"/>
                                  <a:gd name="T83" fmla="*/ 1039 h 1041"/>
                                  <a:gd name="T84" fmla="*/ 136 w 1652"/>
                                  <a:gd name="T85" fmla="*/ 1041 h 1041"/>
                                  <a:gd name="T86" fmla="*/ 43 w 1652"/>
                                  <a:gd name="T87" fmla="*/ 1029 h 1041"/>
                                  <a:gd name="T88" fmla="*/ 41 w 1652"/>
                                  <a:gd name="T89" fmla="*/ 1026 h 1041"/>
                                  <a:gd name="T90" fmla="*/ 30 w 1652"/>
                                  <a:gd name="T91" fmla="*/ 1023 h 1041"/>
                                  <a:gd name="T92" fmla="*/ 18 w 1652"/>
                                  <a:gd name="T93" fmla="*/ 1008 h 1041"/>
                                  <a:gd name="T94" fmla="*/ 8 w 1652"/>
                                  <a:gd name="T95" fmla="*/ 863 h 1041"/>
                                  <a:gd name="T96" fmla="*/ 12 w 1652"/>
                                  <a:gd name="T97" fmla="*/ 694 h 1041"/>
                                  <a:gd name="T98" fmla="*/ 5 w 1652"/>
                                  <a:gd name="T99" fmla="*/ 555 h 1041"/>
                                  <a:gd name="T100" fmla="*/ 3 w 1652"/>
                                  <a:gd name="T101" fmla="*/ 519 h 1041"/>
                                  <a:gd name="T102" fmla="*/ 0 w 1652"/>
                                  <a:gd name="T103" fmla="*/ 421 h 1041"/>
                                  <a:gd name="T104" fmla="*/ 3 w 1652"/>
                                  <a:gd name="T105" fmla="*/ 244 h 1041"/>
                                  <a:gd name="T106" fmla="*/ 5 w 1652"/>
                                  <a:gd name="T107" fmla="*/ 115 h 1041"/>
                                  <a:gd name="T108" fmla="*/ 17 w 1652"/>
                                  <a:gd name="T109" fmla="*/ 48 h 1041"/>
                                  <a:gd name="T110" fmla="*/ 51 w 1652"/>
                                  <a:gd name="T111" fmla="*/ 23 h 1041"/>
                                  <a:gd name="T112" fmla="*/ 255 w 1652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2" h="1041">
                                    <a:moveTo>
                                      <a:pt x="439" y="7"/>
                                    </a:moveTo>
                                    <a:lnTo>
                                      <a:pt x="344" y="9"/>
                                    </a:lnTo>
                                    <a:lnTo>
                                      <a:pt x="255" y="9"/>
                                    </a:lnTo>
                                    <a:lnTo>
                                      <a:pt x="171" y="12"/>
                                    </a:lnTo>
                                    <a:lnTo>
                                      <a:pt x="129" y="13"/>
                                    </a:lnTo>
                                    <a:lnTo>
                                      <a:pt x="91" y="18"/>
                                    </a:lnTo>
                                    <a:lnTo>
                                      <a:pt x="53" y="27"/>
                                    </a:lnTo>
                                    <a:lnTo>
                                      <a:pt x="41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18" y="57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3" y="71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8" y="115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8" y="182"/>
                                    </a:lnTo>
                                    <a:lnTo>
                                      <a:pt x="8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2" y="419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10" y="612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13" y="694"/>
                                    </a:lnTo>
                                    <a:lnTo>
                                      <a:pt x="15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2" y="802"/>
                                    </a:lnTo>
                                    <a:lnTo>
                                      <a:pt x="10" y="863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3" y="965"/>
                                    </a:lnTo>
                                    <a:lnTo>
                                      <a:pt x="20" y="999"/>
                                    </a:lnTo>
                                    <a:lnTo>
                                      <a:pt x="22" y="1006"/>
                                    </a:lnTo>
                                    <a:lnTo>
                                      <a:pt x="25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38" y="1023"/>
                                    </a:lnTo>
                                    <a:lnTo>
                                      <a:pt x="43" y="1023"/>
                                    </a:lnTo>
                                    <a:lnTo>
                                      <a:pt x="53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7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4" y="1034"/>
                                    </a:lnTo>
                                    <a:lnTo>
                                      <a:pt x="136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5" y="1034"/>
                                    </a:lnTo>
                                    <a:lnTo>
                                      <a:pt x="310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0" y="1031"/>
                                    </a:lnTo>
                                    <a:lnTo>
                                      <a:pt x="599" y="1029"/>
                                    </a:lnTo>
                                    <a:lnTo>
                                      <a:pt x="704" y="1027"/>
                                    </a:lnTo>
                                    <a:lnTo>
                                      <a:pt x="809" y="1027"/>
                                    </a:lnTo>
                                    <a:lnTo>
                                      <a:pt x="917" y="1027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28" y="1032"/>
                                    </a:lnTo>
                                    <a:lnTo>
                                      <a:pt x="1141" y="1032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4" y="1029"/>
                                    </a:lnTo>
                                    <a:lnTo>
                                      <a:pt x="1372" y="1029"/>
                                    </a:lnTo>
                                    <a:lnTo>
                                      <a:pt x="1491" y="1032"/>
                                    </a:lnTo>
                                    <a:lnTo>
                                      <a:pt x="1549" y="1031"/>
                                    </a:lnTo>
                                    <a:lnTo>
                                      <a:pt x="1579" y="1027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6" y="1016"/>
                                    </a:lnTo>
                                    <a:lnTo>
                                      <a:pt x="1621" y="1003"/>
                                    </a:lnTo>
                                    <a:lnTo>
                                      <a:pt x="1630" y="984"/>
                                    </a:lnTo>
                                    <a:lnTo>
                                      <a:pt x="1637" y="966"/>
                                    </a:lnTo>
                                    <a:lnTo>
                                      <a:pt x="1644" y="938"/>
                                    </a:lnTo>
                                    <a:lnTo>
                                      <a:pt x="1647" y="908"/>
                                    </a:lnTo>
                                    <a:lnTo>
                                      <a:pt x="1649" y="847"/>
                                    </a:lnTo>
                                    <a:lnTo>
                                      <a:pt x="1647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4"/>
                                    </a:lnTo>
                                    <a:lnTo>
                                      <a:pt x="1626" y="423"/>
                                    </a:lnTo>
                                    <a:lnTo>
                                      <a:pt x="1624" y="393"/>
                                    </a:lnTo>
                                    <a:lnTo>
                                      <a:pt x="1624" y="361"/>
                                    </a:lnTo>
                                    <a:lnTo>
                                      <a:pt x="1624" y="302"/>
                                    </a:lnTo>
                                    <a:lnTo>
                                      <a:pt x="1627" y="181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7" y="90"/>
                                    </a:lnTo>
                                    <a:lnTo>
                                      <a:pt x="1622" y="62"/>
                                    </a:lnTo>
                                    <a:lnTo>
                                      <a:pt x="1621" y="55"/>
                                    </a:lnTo>
                                    <a:lnTo>
                                      <a:pt x="1617" y="48"/>
                                    </a:lnTo>
                                    <a:lnTo>
                                      <a:pt x="1614" y="42"/>
                                    </a:lnTo>
                                    <a:lnTo>
                                      <a:pt x="1609" y="38"/>
                                    </a:lnTo>
                                    <a:lnTo>
                                      <a:pt x="1601" y="33"/>
                                    </a:lnTo>
                                    <a:lnTo>
                                      <a:pt x="1592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4" y="22"/>
                                    </a:lnTo>
                                    <a:lnTo>
                                      <a:pt x="1525" y="20"/>
                                    </a:lnTo>
                                    <a:lnTo>
                                      <a:pt x="1407" y="18"/>
                                    </a:lnTo>
                                    <a:lnTo>
                                      <a:pt x="1291" y="17"/>
                                    </a:lnTo>
                                    <a:lnTo>
                                      <a:pt x="1175" y="17"/>
                                    </a:lnTo>
                                    <a:lnTo>
                                      <a:pt x="952" y="18"/>
                                    </a:lnTo>
                                    <a:lnTo>
                                      <a:pt x="924" y="18"/>
                                    </a:lnTo>
                                    <a:lnTo>
                                      <a:pt x="897" y="17"/>
                                    </a:lnTo>
                                    <a:lnTo>
                                      <a:pt x="843" y="13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4" y="9"/>
                                    </a:lnTo>
                                    <a:lnTo>
                                      <a:pt x="535" y="9"/>
                                    </a:lnTo>
                                    <a:lnTo>
                                      <a:pt x="439" y="7"/>
                                    </a:lnTo>
                                    <a:close/>
                                    <a:moveTo>
                                      <a:pt x="470" y="0"/>
                                    </a:moveTo>
                                    <a:lnTo>
                                      <a:pt x="601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7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2" y="10"/>
                                    </a:lnTo>
                                    <a:lnTo>
                                      <a:pt x="1175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7" y="10"/>
                                    </a:lnTo>
                                    <a:lnTo>
                                      <a:pt x="1526" y="12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4" y="32"/>
                                    </a:lnTo>
                                    <a:lnTo>
                                      <a:pt x="1619" y="38"/>
                                    </a:lnTo>
                                    <a:lnTo>
                                      <a:pt x="1624" y="45"/>
                                    </a:lnTo>
                                    <a:lnTo>
                                      <a:pt x="1627" y="52"/>
                                    </a:lnTo>
                                    <a:lnTo>
                                      <a:pt x="1629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1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0" y="423"/>
                                    </a:lnTo>
                                    <a:lnTo>
                                      <a:pt x="1635" y="544"/>
                                    </a:lnTo>
                                    <a:lnTo>
                                      <a:pt x="1642" y="666"/>
                                    </a:lnTo>
                                    <a:lnTo>
                                      <a:pt x="1650" y="787"/>
                                    </a:lnTo>
                                    <a:lnTo>
                                      <a:pt x="1652" y="847"/>
                                    </a:lnTo>
                                    <a:lnTo>
                                      <a:pt x="1650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2" y="986"/>
                                    </a:lnTo>
                                    <a:lnTo>
                                      <a:pt x="1622" y="1004"/>
                                    </a:lnTo>
                                    <a:lnTo>
                                      <a:pt x="1607" y="1018"/>
                                    </a:lnTo>
                                    <a:lnTo>
                                      <a:pt x="1594" y="1026"/>
                                    </a:lnTo>
                                    <a:lnTo>
                                      <a:pt x="1579" y="1029"/>
                                    </a:lnTo>
                                    <a:lnTo>
                                      <a:pt x="1549" y="1034"/>
                                    </a:lnTo>
                                    <a:lnTo>
                                      <a:pt x="1491" y="1034"/>
                                    </a:lnTo>
                                    <a:lnTo>
                                      <a:pt x="1372" y="1032"/>
                                    </a:lnTo>
                                    <a:lnTo>
                                      <a:pt x="1314" y="1032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1" y="1037"/>
                                    </a:lnTo>
                                    <a:lnTo>
                                      <a:pt x="1028" y="1037"/>
                                    </a:lnTo>
                                    <a:lnTo>
                                      <a:pt x="972" y="1036"/>
                                    </a:lnTo>
                                    <a:lnTo>
                                      <a:pt x="917" y="1032"/>
                                    </a:lnTo>
                                    <a:lnTo>
                                      <a:pt x="809" y="1032"/>
                                    </a:lnTo>
                                    <a:lnTo>
                                      <a:pt x="704" y="1034"/>
                                    </a:lnTo>
                                    <a:lnTo>
                                      <a:pt x="566" y="1037"/>
                                    </a:lnTo>
                                    <a:lnTo>
                                      <a:pt x="435" y="1039"/>
                                    </a:lnTo>
                                    <a:lnTo>
                                      <a:pt x="310" y="1041"/>
                                    </a:lnTo>
                                    <a:lnTo>
                                      <a:pt x="265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6" y="1041"/>
                                    </a:lnTo>
                                    <a:lnTo>
                                      <a:pt x="94" y="1037"/>
                                    </a:lnTo>
                                    <a:lnTo>
                                      <a:pt x="55" y="1032"/>
                                    </a:lnTo>
                                    <a:lnTo>
                                      <a:pt x="45" y="1031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38" y="1026"/>
                                    </a:lnTo>
                                    <a:lnTo>
                                      <a:pt x="33" y="1024"/>
                                    </a:lnTo>
                                    <a:lnTo>
                                      <a:pt x="30" y="1023"/>
                                    </a:lnTo>
                                    <a:lnTo>
                                      <a:pt x="27" y="1021"/>
                                    </a:lnTo>
                                    <a:lnTo>
                                      <a:pt x="25" y="1019"/>
                                    </a:lnTo>
                                    <a:lnTo>
                                      <a:pt x="22" y="1013"/>
                                    </a:lnTo>
                                    <a:lnTo>
                                      <a:pt x="18" y="1008"/>
                                    </a:lnTo>
                                    <a:lnTo>
                                      <a:pt x="17" y="1001"/>
                                    </a:lnTo>
                                    <a:lnTo>
                                      <a:pt x="10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3"/>
                                    </a:lnTo>
                                    <a:lnTo>
                                      <a:pt x="10" y="800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2" y="694"/>
                                    </a:lnTo>
                                    <a:lnTo>
                                      <a:pt x="10" y="651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7" y="580"/>
                                    </a:lnTo>
                                    <a:lnTo>
                                      <a:pt x="5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3" y="525"/>
                                    </a:lnTo>
                                    <a:lnTo>
                                      <a:pt x="3" y="522"/>
                                    </a:lnTo>
                                    <a:lnTo>
                                      <a:pt x="3" y="51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2" y="489"/>
                                    </a:lnTo>
                                    <a:lnTo>
                                      <a:pt x="2" y="464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0" y="298"/>
                                    </a:lnTo>
                                    <a:lnTo>
                                      <a:pt x="2" y="272"/>
                                    </a:lnTo>
                                    <a:lnTo>
                                      <a:pt x="3" y="244"/>
                                    </a:lnTo>
                                    <a:lnTo>
                                      <a:pt x="5" y="214"/>
                                    </a:lnTo>
                                    <a:lnTo>
                                      <a:pt x="5" y="182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5" y="115"/>
                                    </a:lnTo>
                                    <a:lnTo>
                                      <a:pt x="8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5" y="53"/>
                                    </a:lnTo>
                                    <a:lnTo>
                                      <a:pt x="17" y="48"/>
                                    </a:lnTo>
                                    <a:lnTo>
                                      <a:pt x="20" y="45"/>
                                    </a:lnTo>
                                    <a:lnTo>
                                      <a:pt x="28" y="35"/>
                                    </a:lnTo>
                                    <a:lnTo>
                                      <a:pt x="40" y="28"/>
                                    </a:lnTo>
                                    <a:lnTo>
                                      <a:pt x="51" y="23"/>
                                    </a:lnTo>
                                    <a:lnTo>
                                      <a:pt x="89" y="13"/>
                                    </a:lnTo>
                                    <a:lnTo>
                                      <a:pt x="129" y="9"/>
                                    </a:lnTo>
                                    <a:lnTo>
                                      <a:pt x="171" y="7"/>
                                    </a:lnTo>
                                    <a:lnTo>
                                      <a:pt x="255" y="4"/>
                                    </a:lnTo>
                                    <a:lnTo>
                                      <a:pt x="344" y="2"/>
                                    </a:lnTo>
                                    <a:lnTo>
                                      <a:pt x="47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" name="Freeform 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825875" y="5033963"/>
                                <a:ext cx="2625725" cy="1652588"/>
                              </a:xfrm>
                              <a:custGeom>
                                <a:avLst/>
                                <a:gdLst>
                                  <a:gd name="T0" fmla="*/ 172 w 1654"/>
                                  <a:gd name="T1" fmla="*/ 12 h 1041"/>
                                  <a:gd name="T2" fmla="*/ 43 w 1654"/>
                                  <a:gd name="T3" fmla="*/ 32 h 1041"/>
                                  <a:gd name="T4" fmla="*/ 20 w 1654"/>
                                  <a:gd name="T5" fmla="*/ 57 h 1041"/>
                                  <a:gd name="T6" fmla="*/ 10 w 1654"/>
                                  <a:gd name="T7" fmla="*/ 115 h 1041"/>
                                  <a:gd name="T8" fmla="*/ 7 w 1654"/>
                                  <a:gd name="T9" fmla="*/ 244 h 1041"/>
                                  <a:gd name="T10" fmla="*/ 3 w 1654"/>
                                  <a:gd name="T11" fmla="*/ 419 h 1041"/>
                                  <a:gd name="T12" fmla="*/ 5 w 1654"/>
                                  <a:gd name="T13" fmla="*/ 519 h 1041"/>
                                  <a:gd name="T14" fmla="*/ 7 w 1654"/>
                                  <a:gd name="T15" fmla="*/ 555 h 1041"/>
                                  <a:gd name="T16" fmla="*/ 15 w 1654"/>
                                  <a:gd name="T17" fmla="*/ 694 h 1041"/>
                                  <a:gd name="T18" fmla="*/ 12 w 1654"/>
                                  <a:gd name="T19" fmla="*/ 863 h 1041"/>
                                  <a:gd name="T20" fmla="*/ 23 w 1654"/>
                                  <a:gd name="T21" fmla="*/ 1006 h 1041"/>
                                  <a:gd name="T22" fmla="*/ 35 w 1654"/>
                                  <a:gd name="T23" fmla="*/ 1021 h 1041"/>
                                  <a:gd name="T24" fmla="*/ 56 w 1654"/>
                                  <a:gd name="T25" fmla="*/ 1024 h 1041"/>
                                  <a:gd name="T26" fmla="*/ 56 w 1654"/>
                                  <a:gd name="T27" fmla="*/ 1029 h 1041"/>
                                  <a:gd name="T28" fmla="*/ 137 w 1654"/>
                                  <a:gd name="T29" fmla="*/ 1036 h 1041"/>
                                  <a:gd name="T30" fmla="*/ 404 w 1654"/>
                                  <a:gd name="T31" fmla="*/ 1034 h 1041"/>
                                  <a:gd name="T32" fmla="*/ 809 w 1654"/>
                                  <a:gd name="T33" fmla="*/ 1027 h 1041"/>
                                  <a:gd name="T34" fmla="*/ 1142 w 1654"/>
                                  <a:gd name="T35" fmla="*/ 1032 h 1041"/>
                                  <a:gd name="T36" fmla="*/ 1491 w 1654"/>
                                  <a:gd name="T37" fmla="*/ 1032 h 1041"/>
                                  <a:gd name="T38" fmla="*/ 1607 w 1654"/>
                                  <a:gd name="T39" fmla="*/ 1016 h 1041"/>
                                  <a:gd name="T40" fmla="*/ 1645 w 1654"/>
                                  <a:gd name="T41" fmla="*/ 938 h 1041"/>
                                  <a:gd name="T42" fmla="*/ 1639 w 1654"/>
                                  <a:gd name="T43" fmla="*/ 666 h 1041"/>
                                  <a:gd name="T44" fmla="*/ 1625 w 1654"/>
                                  <a:gd name="T45" fmla="*/ 361 h 1041"/>
                                  <a:gd name="T46" fmla="*/ 1629 w 1654"/>
                                  <a:gd name="T47" fmla="*/ 90 h 1041"/>
                                  <a:gd name="T48" fmla="*/ 1616 w 1654"/>
                                  <a:gd name="T49" fmla="*/ 42 h 1041"/>
                                  <a:gd name="T50" fmla="*/ 1584 w 1654"/>
                                  <a:gd name="T51" fmla="*/ 27 h 1041"/>
                                  <a:gd name="T52" fmla="*/ 1291 w 1654"/>
                                  <a:gd name="T53" fmla="*/ 17 h 1041"/>
                                  <a:gd name="T54" fmla="*/ 899 w 1654"/>
                                  <a:gd name="T55" fmla="*/ 17 h 1041"/>
                                  <a:gd name="T56" fmla="*/ 536 w 1654"/>
                                  <a:gd name="T57" fmla="*/ 9 h 1041"/>
                                  <a:gd name="T58" fmla="*/ 738 w 1654"/>
                                  <a:gd name="T59" fmla="*/ 2 h 1041"/>
                                  <a:gd name="T60" fmla="*/ 953 w 1654"/>
                                  <a:gd name="T61" fmla="*/ 10 h 1041"/>
                                  <a:gd name="T62" fmla="*/ 1526 w 1654"/>
                                  <a:gd name="T63" fmla="*/ 12 h 1041"/>
                                  <a:gd name="T64" fmla="*/ 1616 w 1654"/>
                                  <a:gd name="T65" fmla="*/ 32 h 1041"/>
                                  <a:gd name="T66" fmla="*/ 1630 w 1654"/>
                                  <a:gd name="T67" fmla="*/ 60 h 1041"/>
                                  <a:gd name="T68" fmla="*/ 1630 w 1654"/>
                                  <a:gd name="T69" fmla="*/ 302 h 1041"/>
                                  <a:gd name="T70" fmla="*/ 1637 w 1654"/>
                                  <a:gd name="T71" fmla="*/ 544 h 1041"/>
                                  <a:gd name="T72" fmla="*/ 1652 w 1654"/>
                                  <a:gd name="T73" fmla="*/ 908 h 1041"/>
                                  <a:gd name="T74" fmla="*/ 1624 w 1654"/>
                                  <a:gd name="T75" fmla="*/ 1004 h 1041"/>
                                  <a:gd name="T76" fmla="*/ 1551 w 1654"/>
                                  <a:gd name="T77" fmla="*/ 1034 h 1041"/>
                                  <a:gd name="T78" fmla="*/ 1256 w 1654"/>
                                  <a:gd name="T79" fmla="*/ 1034 h 1041"/>
                                  <a:gd name="T80" fmla="*/ 919 w 1654"/>
                                  <a:gd name="T81" fmla="*/ 1032 h 1041"/>
                                  <a:gd name="T82" fmla="*/ 437 w 1654"/>
                                  <a:gd name="T83" fmla="*/ 1039 h 1041"/>
                                  <a:gd name="T84" fmla="*/ 137 w 1654"/>
                                  <a:gd name="T85" fmla="*/ 1041 h 1041"/>
                                  <a:gd name="T86" fmla="*/ 45 w 1654"/>
                                  <a:gd name="T87" fmla="*/ 1029 h 1041"/>
                                  <a:gd name="T88" fmla="*/ 41 w 1654"/>
                                  <a:gd name="T89" fmla="*/ 1026 h 1041"/>
                                  <a:gd name="T90" fmla="*/ 31 w 1654"/>
                                  <a:gd name="T91" fmla="*/ 1023 h 1041"/>
                                  <a:gd name="T92" fmla="*/ 20 w 1654"/>
                                  <a:gd name="T93" fmla="*/ 1008 h 1041"/>
                                  <a:gd name="T94" fmla="*/ 8 w 1654"/>
                                  <a:gd name="T95" fmla="*/ 863 h 1041"/>
                                  <a:gd name="T96" fmla="*/ 13 w 1654"/>
                                  <a:gd name="T97" fmla="*/ 694 h 1041"/>
                                  <a:gd name="T98" fmla="*/ 7 w 1654"/>
                                  <a:gd name="T99" fmla="*/ 555 h 1041"/>
                                  <a:gd name="T100" fmla="*/ 5 w 1654"/>
                                  <a:gd name="T101" fmla="*/ 519 h 1041"/>
                                  <a:gd name="T102" fmla="*/ 2 w 1654"/>
                                  <a:gd name="T103" fmla="*/ 421 h 1041"/>
                                  <a:gd name="T104" fmla="*/ 5 w 1654"/>
                                  <a:gd name="T105" fmla="*/ 244 h 1041"/>
                                  <a:gd name="T106" fmla="*/ 7 w 1654"/>
                                  <a:gd name="T107" fmla="*/ 115 h 1041"/>
                                  <a:gd name="T108" fmla="*/ 18 w 1654"/>
                                  <a:gd name="T109" fmla="*/ 48 h 1041"/>
                                  <a:gd name="T110" fmla="*/ 53 w 1654"/>
                                  <a:gd name="T111" fmla="*/ 23 h 1041"/>
                                  <a:gd name="T112" fmla="*/ 257 w 1654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4" h="1041">
                                    <a:moveTo>
                                      <a:pt x="439" y="7"/>
                                    </a:moveTo>
                                    <a:lnTo>
                                      <a:pt x="346" y="9"/>
                                    </a:lnTo>
                                    <a:lnTo>
                                      <a:pt x="257" y="9"/>
                                    </a:lnTo>
                                    <a:lnTo>
                                      <a:pt x="172" y="12"/>
                                    </a:lnTo>
                                    <a:lnTo>
                                      <a:pt x="131" y="13"/>
                                    </a:lnTo>
                                    <a:lnTo>
                                      <a:pt x="91" y="18"/>
                                    </a:lnTo>
                                    <a:lnTo>
                                      <a:pt x="55" y="27"/>
                                    </a:lnTo>
                                    <a:lnTo>
                                      <a:pt x="43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1" y="52"/>
                                    </a:lnTo>
                                    <a:lnTo>
                                      <a:pt x="20" y="57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5" y="71"/>
                                    </a:lnTo>
                                    <a:lnTo>
                                      <a:pt x="13" y="80"/>
                                    </a:lnTo>
                                    <a:lnTo>
                                      <a:pt x="10" y="115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10" y="182"/>
                                    </a:lnTo>
                                    <a:lnTo>
                                      <a:pt x="10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3" y="419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5" y="48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5"/>
                                    </a:lnTo>
                                    <a:lnTo>
                                      <a:pt x="7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10" y="612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15" y="694"/>
                                    </a:lnTo>
                                    <a:lnTo>
                                      <a:pt x="17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3" y="802"/>
                                    </a:lnTo>
                                    <a:lnTo>
                                      <a:pt x="12" y="863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5" y="965"/>
                                    </a:lnTo>
                                    <a:lnTo>
                                      <a:pt x="21" y="999"/>
                                    </a:lnTo>
                                    <a:lnTo>
                                      <a:pt x="23" y="1006"/>
                                    </a:lnTo>
                                    <a:lnTo>
                                      <a:pt x="26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40" y="1023"/>
                                    </a:lnTo>
                                    <a:lnTo>
                                      <a:pt x="45" y="1023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7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6" y="1034"/>
                                    </a:lnTo>
                                    <a:lnTo>
                                      <a:pt x="137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6" y="1034"/>
                                    </a:lnTo>
                                    <a:lnTo>
                                      <a:pt x="311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2" y="1031"/>
                                    </a:lnTo>
                                    <a:lnTo>
                                      <a:pt x="601" y="1029"/>
                                    </a:lnTo>
                                    <a:lnTo>
                                      <a:pt x="703" y="1027"/>
                                    </a:lnTo>
                                    <a:lnTo>
                                      <a:pt x="809" y="1027"/>
                                    </a:lnTo>
                                    <a:lnTo>
                                      <a:pt x="919" y="1027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30" y="1032"/>
                                    </a:lnTo>
                                    <a:lnTo>
                                      <a:pt x="1142" y="1032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6" y="1029"/>
                                    </a:lnTo>
                                    <a:lnTo>
                                      <a:pt x="1374" y="1029"/>
                                    </a:lnTo>
                                    <a:lnTo>
                                      <a:pt x="1491" y="1032"/>
                                    </a:lnTo>
                                    <a:lnTo>
                                      <a:pt x="1551" y="1031"/>
                                    </a:lnTo>
                                    <a:lnTo>
                                      <a:pt x="1581" y="1027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7" y="1016"/>
                                    </a:lnTo>
                                    <a:lnTo>
                                      <a:pt x="1620" y="1003"/>
                                    </a:lnTo>
                                    <a:lnTo>
                                      <a:pt x="1630" y="984"/>
                                    </a:lnTo>
                                    <a:lnTo>
                                      <a:pt x="1639" y="966"/>
                                    </a:lnTo>
                                    <a:lnTo>
                                      <a:pt x="1645" y="938"/>
                                    </a:lnTo>
                                    <a:lnTo>
                                      <a:pt x="1649" y="908"/>
                                    </a:lnTo>
                                    <a:lnTo>
                                      <a:pt x="1650" y="847"/>
                                    </a:lnTo>
                                    <a:lnTo>
                                      <a:pt x="1649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4"/>
                                    </a:lnTo>
                                    <a:lnTo>
                                      <a:pt x="1627" y="423"/>
                                    </a:lnTo>
                                    <a:lnTo>
                                      <a:pt x="1625" y="393"/>
                                    </a:lnTo>
                                    <a:lnTo>
                                      <a:pt x="1625" y="361"/>
                                    </a:lnTo>
                                    <a:lnTo>
                                      <a:pt x="1625" y="302"/>
                                    </a:lnTo>
                                    <a:lnTo>
                                      <a:pt x="1629" y="181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9" y="90"/>
                                    </a:lnTo>
                                    <a:lnTo>
                                      <a:pt x="1624" y="62"/>
                                    </a:lnTo>
                                    <a:lnTo>
                                      <a:pt x="1622" y="55"/>
                                    </a:lnTo>
                                    <a:lnTo>
                                      <a:pt x="1619" y="48"/>
                                    </a:lnTo>
                                    <a:lnTo>
                                      <a:pt x="1616" y="42"/>
                                    </a:lnTo>
                                    <a:lnTo>
                                      <a:pt x="1611" y="38"/>
                                    </a:lnTo>
                                    <a:lnTo>
                                      <a:pt x="1602" y="33"/>
                                    </a:lnTo>
                                    <a:lnTo>
                                      <a:pt x="1594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6" y="22"/>
                                    </a:lnTo>
                                    <a:lnTo>
                                      <a:pt x="1526" y="20"/>
                                    </a:lnTo>
                                    <a:lnTo>
                                      <a:pt x="1409" y="18"/>
                                    </a:lnTo>
                                    <a:lnTo>
                                      <a:pt x="1291" y="17"/>
                                    </a:lnTo>
                                    <a:lnTo>
                                      <a:pt x="1177" y="17"/>
                                    </a:lnTo>
                                    <a:lnTo>
                                      <a:pt x="953" y="18"/>
                                    </a:lnTo>
                                    <a:lnTo>
                                      <a:pt x="925" y="18"/>
                                    </a:lnTo>
                                    <a:lnTo>
                                      <a:pt x="899" y="17"/>
                                    </a:lnTo>
                                    <a:lnTo>
                                      <a:pt x="844" y="13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6" y="9"/>
                                    </a:lnTo>
                                    <a:lnTo>
                                      <a:pt x="536" y="9"/>
                                    </a:lnTo>
                                    <a:lnTo>
                                      <a:pt x="439" y="7"/>
                                    </a:lnTo>
                                    <a:close/>
                                    <a:moveTo>
                                      <a:pt x="472" y="0"/>
                                    </a:moveTo>
                                    <a:lnTo>
                                      <a:pt x="602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9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3" y="10"/>
                                    </a:lnTo>
                                    <a:lnTo>
                                      <a:pt x="1177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9" y="10"/>
                                    </a:lnTo>
                                    <a:lnTo>
                                      <a:pt x="1526" y="12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6" y="32"/>
                                    </a:lnTo>
                                    <a:lnTo>
                                      <a:pt x="1620" y="38"/>
                                    </a:lnTo>
                                    <a:lnTo>
                                      <a:pt x="1625" y="45"/>
                                    </a:lnTo>
                                    <a:lnTo>
                                      <a:pt x="1627" y="52"/>
                                    </a:lnTo>
                                    <a:lnTo>
                                      <a:pt x="1630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1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2" y="423"/>
                                    </a:lnTo>
                                    <a:lnTo>
                                      <a:pt x="1637" y="544"/>
                                    </a:lnTo>
                                    <a:lnTo>
                                      <a:pt x="1644" y="666"/>
                                    </a:lnTo>
                                    <a:lnTo>
                                      <a:pt x="1652" y="787"/>
                                    </a:lnTo>
                                    <a:lnTo>
                                      <a:pt x="1654" y="847"/>
                                    </a:lnTo>
                                    <a:lnTo>
                                      <a:pt x="1652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4" y="986"/>
                                    </a:lnTo>
                                    <a:lnTo>
                                      <a:pt x="1624" y="1004"/>
                                    </a:lnTo>
                                    <a:lnTo>
                                      <a:pt x="1609" y="1018"/>
                                    </a:lnTo>
                                    <a:lnTo>
                                      <a:pt x="1596" y="1026"/>
                                    </a:lnTo>
                                    <a:lnTo>
                                      <a:pt x="1581" y="1029"/>
                                    </a:lnTo>
                                    <a:lnTo>
                                      <a:pt x="1551" y="1034"/>
                                    </a:lnTo>
                                    <a:lnTo>
                                      <a:pt x="1491" y="1034"/>
                                    </a:lnTo>
                                    <a:lnTo>
                                      <a:pt x="1374" y="1032"/>
                                    </a:lnTo>
                                    <a:lnTo>
                                      <a:pt x="1316" y="1032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2" y="1037"/>
                                    </a:lnTo>
                                    <a:lnTo>
                                      <a:pt x="1030" y="1037"/>
                                    </a:lnTo>
                                    <a:lnTo>
                                      <a:pt x="973" y="1036"/>
                                    </a:lnTo>
                                    <a:lnTo>
                                      <a:pt x="919" y="1032"/>
                                    </a:lnTo>
                                    <a:lnTo>
                                      <a:pt x="809" y="1032"/>
                                    </a:lnTo>
                                    <a:lnTo>
                                      <a:pt x="703" y="1034"/>
                                    </a:lnTo>
                                    <a:lnTo>
                                      <a:pt x="568" y="1037"/>
                                    </a:lnTo>
                                    <a:lnTo>
                                      <a:pt x="437" y="1039"/>
                                    </a:lnTo>
                                    <a:lnTo>
                                      <a:pt x="311" y="1041"/>
                                    </a:lnTo>
                                    <a:lnTo>
                                      <a:pt x="266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7" y="1041"/>
                                    </a:lnTo>
                                    <a:lnTo>
                                      <a:pt x="96" y="1037"/>
                                    </a:lnTo>
                                    <a:lnTo>
                                      <a:pt x="56" y="1032"/>
                                    </a:lnTo>
                                    <a:lnTo>
                                      <a:pt x="46" y="1031"/>
                                    </a:lnTo>
                                    <a:lnTo>
                                      <a:pt x="45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0" y="1026"/>
                                    </a:lnTo>
                                    <a:lnTo>
                                      <a:pt x="35" y="1024"/>
                                    </a:lnTo>
                                    <a:lnTo>
                                      <a:pt x="31" y="1023"/>
                                    </a:lnTo>
                                    <a:lnTo>
                                      <a:pt x="28" y="1021"/>
                                    </a:lnTo>
                                    <a:lnTo>
                                      <a:pt x="26" y="1019"/>
                                    </a:lnTo>
                                    <a:lnTo>
                                      <a:pt x="23" y="1013"/>
                                    </a:lnTo>
                                    <a:lnTo>
                                      <a:pt x="20" y="1008"/>
                                    </a:lnTo>
                                    <a:lnTo>
                                      <a:pt x="18" y="1001"/>
                                    </a:lnTo>
                                    <a:lnTo>
                                      <a:pt x="12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3"/>
                                    </a:lnTo>
                                    <a:lnTo>
                                      <a:pt x="12" y="800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3" y="694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5" y="525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2" y="421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2" y="298"/>
                                    </a:lnTo>
                                    <a:lnTo>
                                      <a:pt x="3" y="272"/>
                                    </a:lnTo>
                                    <a:lnTo>
                                      <a:pt x="5" y="244"/>
                                    </a:lnTo>
                                    <a:lnTo>
                                      <a:pt x="7" y="214"/>
                                    </a:lnTo>
                                    <a:lnTo>
                                      <a:pt x="7" y="182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7" y="115"/>
                                    </a:lnTo>
                                    <a:lnTo>
                                      <a:pt x="10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7" y="53"/>
                                    </a:lnTo>
                                    <a:lnTo>
                                      <a:pt x="18" y="48"/>
                                    </a:lnTo>
                                    <a:lnTo>
                                      <a:pt x="21" y="45"/>
                                    </a:lnTo>
                                    <a:lnTo>
                                      <a:pt x="30" y="35"/>
                                    </a:lnTo>
                                    <a:lnTo>
                                      <a:pt x="41" y="28"/>
                                    </a:lnTo>
                                    <a:lnTo>
                                      <a:pt x="53" y="23"/>
                                    </a:lnTo>
                                    <a:lnTo>
                                      <a:pt x="91" y="13"/>
                                    </a:lnTo>
                                    <a:lnTo>
                                      <a:pt x="131" y="9"/>
                                    </a:lnTo>
                                    <a:lnTo>
                                      <a:pt x="172" y="7"/>
                                    </a:lnTo>
                                    <a:lnTo>
                                      <a:pt x="257" y="4"/>
                                    </a:lnTo>
                                    <a:lnTo>
                                      <a:pt x="346" y="2"/>
                                    </a:lnTo>
                                    <a:lnTo>
                                      <a:pt x="47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Freeform 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3388" y="2703513"/>
                                <a:ext cx="2622550" cy="1652588"/>
                              </a:xfrm>
                              <a:custGeom>
                                <a:avLst/>
                                <a:gdLst>
                                  <a:gd name="T0" fmla="*/ 171 w 1652"/>
                                  <a:gd name="T1" fmla="*/ 12 h 1041"/>
                                  <a:gd name="T2" fmla="*/ 41 w 1652"/>
                                  <a:gd name="T3" fmla="*/ 32 h 1041"/>
                                  <a:gd name="T4" fmla="*/ 18 w 1652"/>
                                  <a:gd name="T5" fmla="*/ 58 h 1041"/>
                                  <a:gd name="T6" fmla="*/ 8 w 1652"/>
                                  <a:gd name="T7" fmla="*/ 116 h 1041"/>
                                  <a:gd name="T8" fmla="*/ 7 w 1652"/>
                                  <a:gd name="T9" fmla="*/ 244 h 1041"/>
                                  <a:gd name="T10" fmla="*/ 2 w 1652"/>
                                  <a:gd name="T11" fmla="*/ 421 h 1041"/>
                                  <a:gd name="T12" fmla="*/ 5 w 1652"/>
                                  <a:gd name="T13" fmla="*/ 519 h 1041"/>
                                  <a:gd name="T14" fmla="*/ 7 w 1652"/>
                                  <a:gd name="T15" fmla="*/ 555 h 1041"/>
                                  <a:gd name="T16" fmla="*/ 13 w 1652"/>
                                  <a:gd name="T17" fmla="*/ 696 h 1041"/>
                                  <a:gd name="T18" fmla="*/ 10 w 1652"/>
                                  <a:gd name="T19" fmla="*/ 863 h 1041"/>
                                  <a:gd name="T20" fmla="*/ 22 w 1652"/>
                                  <a:gd name="T21" fmla="*/ 1006 h 1041"/>
                                  <a:gd name="T22" fmla="*/ 35 w 1652"/>
                                  <a:gd name="T23" fmla="*/ 1021 h 1041"/>
                                  <a:gd name="T24" fmla="*/ 55 w 1652"/>
                                  <a:gd name="T25" fmla="*/ 1024 h 1041"/>
                                  <a:gd name="T26" fmla="*/ 55 w 1652"/>
                                  <a:gd name="T27" fmla="*/ 1029 h 1041"/>
                                  <a:gd name="T28" fmla="*/ 136 w 1652"/>
                                  <a:gd name="T29" fmla="*/ 1036 h 1041"/>
                                  <a:gd name="T30" fmla="*/ 404 w 1652"/>
                                  <a:gd name="T31" fmla="*/ 1034 h 1041"/>
                                  <a:gd name="T32" fmla="*/ 809 w 1652"/>
                                  <a:gd name="T33" fmla="*/ 1027 h 1041"/>
                                  <a:gd name="T34" fmla="*/ 1141 w 1652"/>
                                  <a:gd name="T35" fmla="*/ 1032 h 1041"/>
                                  <a:gd name="T36" fmla="*/ 1491 w 1652"/>
                                  <a:gd name="T37" fmla="*/ 1032 h 1041"/>
                                  <a:gd name="T38" fmla="*/ 1606 w 1652"/>
                                  <a:gd name="T39" fmla="*/ 1016 h 1041"/>
                                  <a:gd name="T40" fmla="*/ 1644 w 1652"/>
                                  <a:gd name="T41" fmla="*/ 938 h 1041"/>
                                  <a:gd name="T42" fmla="*/ 1639 w 1652"/>
                                  <a:gd name="T43" fmla="*/ 666 h 1041"/>
                                  <a:gd name="T44" fmla="*/ 1624 w 1652"/>
                                  <a:gd name="T45" fmla="*/ 361 h 1041"/>
                                  <a:gd name="T46" fmla="*/ 1627 w 1652"/>
                                  <a:gd name="T47" fmla="*/ 90 h 1041"/>
                                  <a:gd name="T48" fmla="*/ 1614 w 1652"/>
                                  <a:gd name="T49" fmla="*/ 43 h 1041"/>
                                  <a:gd name="T50" fmla="*/ 1584 w 1652"/>
                                  <a:gd name="T51" fmla="*/ 27 h 1041"/>
                                  <a:gd name="T52" fmla="*/ 1291 w 1652"/>
                                  <a:gd name="T53" fmla="*/ 18 h 1041"/>
                                  <a:gd name="T54" fmla="*/ 897 w 1652"/>
                                  <a:gd name="T55" fmla="*/ 17 h 1041"/>
                                  <a:gd name="T56" fmla="*/ 535 w 1652"/>
                                  <a:gd name="T57" fmla="*/ 9 h 1041"/>
                                  <a:gd name="T58" fmla="*/ 738 w 1652"/>
                                  <a:gd name="T59" fmla="*/ 2 h 1041"/>
                                  <a:gd name="T60" fmla="*/ 952 w 1652"/>
                                  <a:gd name="T61" fmla="*/ 10 h 1041"/>
                                  <a:gd name="T62" fmla="*/ 1526 w 1652"/>
                                  <a:gd name="T63" fmla="*/ 13 h 1041"/>
                                  <a:gd name="T64" fmla="*/ 1614 w 1652"/>
                                  <a:gd name="T65" fmla="*/ 32 h 1041"/>
                                  <a:gd name="T66" fmla="*/ 1629 w 1652"/>
                                  <a:gd name="T67" fmla="*/ 60 h 1041"/>
                                  <a:gd name="T68" fmla="*/ 1630 w 1652"/>
                                  <a:gd name="T69" fmla="*/ 302 h 1041"/>
                                  <a:gd name="T70" fmla="*/ 1635 w 1652"/>
                                  <a:gd name="T71" fmla="*/ 544 h 1041"/>
                                  <a:gd name="T72" fmla="*/ 1650 w 1652"/>
                                  <a:gd name="T73" fmla="*/ 908 h 1041"/>
                                  <a:gd name="T74" fmla="*/ 1622 w 1652"/>
                                  <a:gd name="T75" fmla="*/ 1004 h 1041"/>
                                  <a:gd name="T76" fmla="*/ 1549 w 1652"/>
                                  <a:gd name="T77" fmla="*/ 1034 h 1041"/>
                                  <a:gd name="T78" fmla="*/ 1256 w 1652"/>
                                  <a:gd name="T79" fmla="*/ 1034 h 1041"/>
                                  <a:gd name="T80" fmla="*/ 917 w 1652"/>
                                  <a:gd name="T81" fmla="*/ 1034 h 1041"/>
                                  <a:gd name="T82" fmla="*/ 435 w 1652"/>
                                  <a:gd name="T83" fmla="*/ 1041 h 1041"/>
                                  <a:gd name="T84" fmla="*/ 136 w 1652"/>
                                  <a:gd name="T85" fmla="*/ 1041 h 1041"/>
                                  <a:gd name="T86" fmla="*/ 43 w 1652"/>
                                  <a:gd name="T87" fmla="*/ 1029 h 1041"/>
                                  <a:gd name="T88" fmla="*/ 41 w 1652"/>
                                  <a:gd name="T89" fmla="*/ 1027 h 1041"/>
                                  <a:gd name="T90" fmla="*/ 30 w 1652"/>
                                  <a:gd name="T91" fmla="*/ 1024 h 1041"/>
                                  <a:gd name="T92" fmla="*/ 18 w 1652"/>
                                  <a:gd name="T93" fmla="*/ 1008 h 1041"/>
                                  <a:gd name="T94" fmla="*/ 8 w 1652"/>
                                  <a:gd name="T95" fmla="*/ 863 h 1041"/>
                                  <a:gd name="T96" fmla="*/ 12 w 1652"/>
                                  <a:gd name="T97" fmla="*/ 696 h 1041"/>
                                  <a:gd name="T98" fmla="*/ 5 w 1652"/>
                                  <a:gd name="T99" fmla="*/ 555 h 1041"/>
                                  <a:gd name="T100" fmla="*/ 3 w 1652"/>
                                  <a:gd name="T101" fmla="*/ 519 h 1041"/>
                                  <a:gd name="T102" fmla="*/ 0 w 1652"/>
                                  <a:gd name="T103" fmla="*/ 421 h 1041"/>
                                  <a:gd name="T104" fmla="*/ 3 w 1652"/>
                                  <a:gd name="T105" fmla="*/ 244 h 1041"/>
                                  <a:gd name="T106" fmla="*/ 5 w 1652"/>
                                  <a:gd name="T107" fmla="*/ 115 h 1041"/>
                                  <a:gd name="T108" fmla="*/ 17 w 1652"/>
                                  <a:gd name="T109" fmla="*/ 48 h 1041"/>
                                  <a:gd name="T110" fmla="*/ 51 w 1652"/>
                                  <a:gd name="T111" fmla="*/ 23 h 1041"/>
                                  <a:gd name="T112" fmla="*/ 255 w 1652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2" h="1041">
                                    <a:moveTo>
                                      <a:pt x="439" y="9"/>
                                    </a:moveTo>
                                    <a:lnTo>
                                      <a:pt x="344" y="9"/>
                                    </a:lnTo>
                                    <a:lnTo>
                                      <a:pt x="255" y="10"/>
                                    </a:lnTo>
                                    <a:lnTo>
                                      <a:pt x="171" y="12"/>
                                    </a:lnTo>
                                    <a:lnTo>
                                      <a:pt x="129" y="13"/>
                                    </a:lnTo>
                                    <a:lnTo>
                                      <a:pt x="91" y="18"/>
                                    </a:lnTo>
                                    <a:lnTo>
                                      <a:pt x="53" y="27"/>
                                    </a:lnTo>
                                    <a:lnTo>
                                      <a:pt x="41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3" y="71"/>
                                    </a:lnTo>
                                    <a:lnTo>
                                      <a:pt x="12" y="81"/>
                                    </a:lnTo>
                                    <a:lnTo>
                                      <a:pt x="8" y="116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8" y="182"/>
                                    </a:lnTo>
                                    <a:lnTo>
                                      <a:pt x="8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2" y="421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10" y="613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13" y="696"/>
                                    </a:lnTo>
                                    <a:lnTo>
                                      <a:pt x="15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2" y="802"/>
                                    </a:lnTo>
                                    <a:lnTo>
                                      <a:pt x="10" y="863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3" y="965"/>
                                    </a:lnTo>
                                    <a:lnTo>
                                      <a:pt x="20" y="1001"/>
                                    </a:lnTo>
                                    <a:lnTo>
                                      <a:pt x="22" y="1006"/>
                                    </a:lnTo>
                                    <a:lnTo>
                                      <a:pt x="25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38" y="1023"/>
                                    </a:lnTo>
                                    <a:lnTo>
                                      <a:pt x="43" y="1023"/>
                                    </a:lnTo>
                                    <a:lnTo>
                                      <a:pt x="53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6"/>
                                    </a:lnTo>
                                    <a:lnTo>
                                      <a:pt x="55" y="1027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4" y="1034"/>
                                    </a:lnTo>
                                    <a:lnTo>
                                      <a:pt x="136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5" y="1036"/>
                                    </a:lnTo>
                                    <a:lnTo>
                                      <a:pt x="310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0" y="1032"/>
                                    </a:lnTo>
                                    <a:lnTo>
                                      <a:pt x="599" y="1031"/>
                                    </a:lnTo>
                                    <a:lnTo>
                                      <a:pt x="704" y="1027"/>
                                    </a:lnTo>
                                    <a:lnTo>
                                      <a:pt x="809" y="1027"/>
                                    </a:lnTo>
                                    <a:lnTo>
                                      <a:pt x="917" y="1027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28" y="1034"/>
                                    </a:lnTo>
                                    <a:lnTo>
                                      <a:pt x="1141" y="1032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4" y="1029"/>
                                    </a:lnTo>
                                    <a:lnTo>
                                      <a:pt x="1372" y="1031"/>
                                    </a:lnTo>
                                    <a:lnTo>
                                      <a:pt x="1491" y="1032"/>
                                    </a:lnTo>
                                    <a:lnTo>
                                      <a:pt x="1549" y="1031"/>
                                    </a:lnTo>
                                    <a:lnTo>
                                      <a:pt x="1579" y="1027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6" y="1016"/>
                                    </a:lnTo>
                                    <a:lnTo>
                                      <a:pt x="1621" y="1003"/>
                                    </a:lnTo>
                                    <a:lnTo>
                                      <a:pt x="1630" y="986"/>
                                    </a:lnTo>
                                    <a:lnTo>
                                      <a:pt x="1637" y="966"/>
                                    </a:lnTo>
                                    <a:lnTo>
                                      <a:pt x="1644" y="938"/>
                                    </a:lnTo>
                                    <a:lnTo>
                                      <a:pt x="1647" y="908"/>
                                    </a:lnTo>
                                    <a:lnTo>
                                      <a:pt x="1649" y="847"/>
                                    </a:lnTo>
                                    <a:lnTo>
                                      <a:pt x="1647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5"/>
                                    </a:lnTo>
                                    <a:lnTo>
                                      <a:pt x="1626" y="423"/>
                                    </a:lnTo>
                                    <a:lnTo>
                                      <a:pt x="1624" y="393"/>
                                    </a:lnTo>
                                    <a:lnTo>
                                      <a:pt x="1624" y="361"/>
                                    </a:lnTo>
                                    <a:lnTo>
                                      <a:pt x="1624" y="302"/>
                                    </a:lnTo>
                                    <a:lnTo>
                                      <a:pt x="1627" y="181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7" y="90"/>
                                    </a:lnTo>
                                    <a:lnTo>
                                      <a:pt x="1622" y="62"/>
                                    </a:lnTo>
                                    <a:lnTo>
                                      <a:pt x="1621" y="55"/>
                                    </a:lnTo>
                                    <a:lnTo>
                                      <a:pt x="1617" y="48"/>
                                    </a:lnTo>
                                    <a:lnTo>
                                      <a:pt x="1614" y="43"/>
                                    </a:lnTo>
                                    <a:lnTo>
                                      <a:pt x="1609" y="38"/>
                                    </a:lnTo>
                                    <a:lnTo>
                                      <a:pt x="1601" y="33"/>
                                    </a:lnTo>
                                    <a:lnTo>
                                      <a:pt x="1592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4" y="22"/>
                                    </a:lnTo>
                                    <a:lnTo>
                                      <a:pt x="1525" y="20"/>
                                    </a:lnTo>
                                    <a:lnTo>
                                      <a:pt x="1407" y="18"/>
                                    </a:lnTo>
                                    <a:lnTo>
                                      <a:pt x="1291" y="18"/>
                                    </a:lnTo>
                                    <a:lnTo>
                                      <a:pt x="1175" y="18"/>
                                    </a:lnTo>
                                    <a:lnTo>
                                      <a:pt x="952" y="18"/>
                                    </a:lnTo>
                                    <a:lnTo>
                                      <a:pt x="924" y="18"/>
                                    </a:lnTo>
                                    <a:lnTo>
                                      <a:pt x="897" y="17"/>
                                    </a:lnTo>
                                    <a:lnTo>
                                      <a:pt x="843" y="13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4" y="9"/>
                                    </a:lnTo>
                                    <a:lnTo>
                                      <a:pt x="535" y="9"/>
                                    </a:lnTo>
                                    <a:lnTo>
                                      <a:pt x="439" y="9"/>
                                    </a:lnTo>
                                    <a:close/>
                                    <a:moveTo>
                                      <a:pt x="470" y="0"/>
                                    </a:moveTo>
                                    <a:lnTo>
                                      <a:pt x="601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7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2" y="10"/>
                                    </a:lnTo>
                                    <a:lnTo>
                                      <a:pt x="1175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7" y="10"/>
                                    </a:lnTo>
                                    <a:lnTo>
                                      <a:pt x="1526" y="13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4" y="32"/>
                                    </a:lnTo>
                                    <a:lnTo>
                                      <a:pt x="1619" y="38"/>
                                    </a:lnTo>
                                    <a:lnTo>
                                      <a:pt x="1624" y="45"/>
                                    </a:lnTo>
                                    <a:lnTo>
                                      <a:pt x="1627" y="53"/>
                                    </a:lnTo>
                                    <a:lnTo>
                                      <a:pt x="1629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1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0" y="423"/>
                                    </a:lnTo>
                                    <a:lnTo>
                                      <a:pt x="1635" y="544"/>
                                    </a:lnTo>
                                    <a:lnTo>
                                      <a:pt x="1642" y="666"/>
                                    </a:lnTo>
                                    <a:lnTo>
                                      <a:pt x="1650" y="787"/>
                                    </a:lnTo>
                                    <a:lnTo>
                                      <a:pt x="1652" y="847"/>
                                    </a:lnTo>
                                    <a:lnTo>
                                      <a:pt x="1650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2" y="986"/>
                                    </a:lnTo>
                                    <a:lnTo>
                                      <a:pt x="1622" y="1004"/>
                                    </a:lnTo>
                                    <a:lnTo>
                                      <a:pt x="1607" y="1018"/>
                                    </a:lnTo>
                                    <a:lnTo>
                                      <a:pt x="1594" y="1026"/>
                                    </a:lnTo>
                                    <a:lnTo>
                                      <a:pt x="1579" y="1029"/>
                                    </a:lnTo>
                                    <a:lnTo>
                                      <a:pt x="1549" y="1034"/>
                                    </a:lnTo>
                                    <a:lnTo>
                                      <a:pt x="1491" y="1036"/>
                                    </a:lnTo>
                                    <a:lnTo>
                                      <a:pt x="1372" y="1034"/>
                                    </a:lnTo>
                                    <a:lnTo>
                                      <a:pt x="1314" y="1034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1" y="1037"/>
                                    </a:lnTo>
                                    <a:lnTo>
                                      <a:pt x="1028" y="1039"/>
                                    </a:lnTo>
                                    <a:lnTo>
                                      <a:pt x="972" y="1036"/>
                                    </a:lnTo>
                                    <a:lnTo>
                                      <a:pt x="917" y="1034"/>
                                    </a:lnTo>
                                    <a:lnTo>
                                      <a:pt x="809" y="1034"/>
                                    </a:lnTo>
                                    <a:lnTo>
                                      <a:pt x="704" y="1034"/>
                                    </a:lnTo>
                                    <a:lnTo>
                                      <a:pt x="566" y="1037"/>
                                    </a:lnTo>
                                    <a:lnTo>
                                      <a:pt x="435" y="1041"/>
                                    </a:lnTo>
                                    <a:lnTo>
                                      <a:pt x="310" y="1041"/>
                                    </a:lnTo>
                                    <a:lnTo>
                                      <a:pt x="265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6" y="1041"/>
                                    </a:lnTo>
                                    <a:lnTo>
                                      <a:pt x="94" y="1039"/>
                                    </a:lnTo>
                                    <a:lnTo>
                                      <a:pt x="55" y="1032"/>
                                    </a:lnTo>
                                    <a:lnTo>
                                      <a:pt x="45" y="1031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7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38" y="1026"/>
                                    </a:lnTo>
                                    <a:lnTo>
                                      <a:pt x="33" y="1026"/>
                                    </a:lnTo>
                                    <a:lnTo>
                                      <a:pt x="30" y="1024"/>
                                    </a:lnTo>
                                    <a:lnTo>
                                      <a:pt x="27" y="1021"/>
                                    </a:lnTo>
                                    <a:lnTo>
                                      <a:pt x="25" y="1019"/>
                                    </a:lnTo>
                                    <a:lnTo>
                                      <a:pt x="22" y="1013"/>
                                    </a:lnTo>
                                    <a:lnTo>
                                      <a:pt x="18" y="1008"/>
                                    </a:lnTo>
                                    <a:lnTo>
                                      <a:pt x="17" y="1001"/>
                                    </a:lnTo>
                                    <a:lnTo>
                                      <a:pt x="10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3"/>
                                    </a:lnTo>
                                    <a:lnTo>
                                      <a:pt x="10" y="802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2" y="696"/>
                                    </a:lnTo>
                                    <a:lnTo>
                                      <a:pt x="10" y="651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7" y="582"/>
                                    </a:lnTo>
                                    <a:lnTo>
                                      <a:pt x="5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3" y="527"/>
                                    </a:lnTo>
                                    <a:lnTo>
                                      <a:pt x="3" y="522"/>
                                    </a:lnTo>
                                    <a:lnTo>
                                      <a:pt x="3" y="51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2" y="489"/>
                                    </a:lnTo>
                                    <a:lnTo>
                                      <a:pt x="2" y="464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0" y="300"/>
                                    </a:lnTo>
                                    <a:lnTo>
                                      <a:pt x="2" y="272"/>
                                    </a:lnTo>
                                    <a:lnTo>
                                      <a:pt x="3" y="244"/>
                                    </a:lnTo>
                                    <a:lnTo>
                                      <a:pt x="5" y="214"/>
                                    </a:lnTo>
                                    <a:lnTo>
                                      <a:pt x="5" y="182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5" y="115"/>
                                    </a:lnTo>
                                    <a:lnTo>
                                      <a:pt x="8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5" y="53"/>
                                    </a:lnTo>
                                    <a:lnTo>
                                      <a:pt x="17" y="48"/>
                                    </a:lnTo>
                                    <a:lnTo>
                                      <a:pt x="20" y="45"/>
                                    </a:lnTo>
                                    <a:lnTo>
                                      <a:pt x="28" y="35"/>
                                    </a:lnTo>
                                    <a:lnTo>
                                      <a:pt x="40" y="28"/>
                                    </a:lnTo>
                                    <a:lnTo>
                                      <a:pt x="51" y="23"/>
                                    </a:lnTo>
                                    <a:lnTo>
                                      <a:pt x="89" y="13"/>
                                    </a:lnTo>
                                    <a:lnTo>
                                      <a:pt x="129" y="10"/>
                                    </a:lnTo>
                                    <a:lnTo>
                                      <a:pt x="171" y="7"/>
                                    </a:lnTo>
                                    <a:lnTo>
                                      <a:pt x="255" y="4"/>
                                    </a:lnTo>
                                    <a:lnTo>
                                      <a:pt x="344" y="2"/>
                                    </a:lnTo>
                                    <a:lnTo>
                                      <a:pt x="47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Freeform 1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825875" y="2703513"/>
                                <a:ext cx="2625725" cy="1652588"/>
                              </a:xfrm>
                              <a:custGeom>
                                <a:avLst/>
                                <a:gdLst>
                                  <a:gd name="T0" fmla="*/ 172 w 1654"/>
                                  <a:gd name="T1" fmla="*/ 12 h 1041"/>
                                  <a:gd name="T2" fmla="*/ 43 w 1654"/>
                                  <a:gd name="T3" fmla="*/ 32 h 1041"/>
                                  <a:gd name="T4" fmla="*/ 20 w 1654"/>
                                  <a:gd name="T5" fmla="*/ 58 h 1041"/>
                                  <a:gd name="T6" fmla="*/ 10 w 1654"/>
                                  <a:gd name="T7" fmla="*/ 116 h 1041"/>
                                  <a:gd name="T8" fmla="*/ 7 w 1654"/>
                                  <a:gd name="T9" fmla="*/ 244 h 1041"/>
                                  <a:gd name="T10" fmla="*/ 3 w 1654"/>
                                  <a:gd name="T11" fmla="*/ 421 h 1041"/>
                                  <a:gd name="T12" fmla="*/ 5 w 1654"/>
                                  <a:gd name="T13" fmla="*/ 519 h 1041"/>
                                  <a:gd name="T14" fmla="*/ 7 w 1654"/>
                                  <a:gd name="T15" fmla="*/ 555 h 1041"/>
                                  <a:gd name="T16" fmla="*/ 15 w 1654"/>
                                  <a:gd name="T17" fmla="*/ 696 h 1041"/>
                                  <a:gd name="T18" fmla="*/ 12 w 1654"/>
                                  <a:gd name="T19" fmla="*/ 863 h 1041"/>
                                  <a:gd name="T20" fmla="*/ 23 w 1654"/>
                                  <a:gd name="T21" fmla="*/ 1006 h 1041"/>
                                  <a:gd name="T22" fmla="*/ 35 w 1654"/>
                                  <a:gd name="T23" fmla="*/ 1021 h 1041"/>
                                  <a:gd name="T24" fmla="*/ 56 w 1654"/>
                                  <a:gd name="T25" fmla="*/ 1024 h 1041"/>
                                  <a:gd name="T26" fmla="*/ 56 w 1654"/>
                                  <a:gd name="T27" fmla="*/ 1029 h 1041"/>
                                  <a:gd name="T28" fmla="*/ 137 w 1654"/>
                                  <a:gd name="T29" fmla="*/ 1036 h 1041"/>
                                  <a:gd name="T30" fmla="*/ 404 w 1654"/>
                                  <a:gd name="T31" fmla="*/ 1034 h 1041"/>
                                  <a:gd name="T32" fmla="*/ 809 w 1654"/>
                                  <a:gd name="T33" fmla="*/ 1027 h 1041"/>
                                  <a:gd name="T34" fmla="*/ 1142 w 1654"/>
                                  <a:gd name="T35" fmla="*/ 1032 h 1041"/>
                                  <a:gd name="T36" fmla="*/ 1491 w 1654"/>
                                  <a:gd name="T37" fmla="*/ 1032 h 1041"/>
                                  <a:gd name="T38" fmla="*/ 1607 w 1654"/>
                                  <a:gd name="T39" fmla="*/ 1016 h 1041"/>
                                  <a:gd name="T40" fmla="*/ 1645 w 1654"/>
                                  <a:gd name="T41" fmla="*/ 938 h 1041"/>
                                  <a:gd name="T42" fmla="*/ 1639 w 1654"/>
                                  <a:gd name="T43" fmla="*/ 666 h 1041"/>
                                  <a:gd name="T44" fmla="*/ 1625 w 1654"/>
                                  <a:gd name="T45" fmla="*/ 361 h 1041"/>
                                  <a:gd name="T46" fmla="*/ 1629 w 1654"/>
                                  <a:gd name="T47" fmla="*/ 90 h 1041"/>
                                  <a:gd name="T48" fmla="*/ 1616 w 1654"/>
                                  <a:gd name="T49" fmla="*/ 43 h 1041"/>
                                  <a:gd name="T50" fmla="*/ 1584 w 1654"/>
                                  <a:gd name="T51" fmla="*/ 27 h 1041"/>
                                  <a:gd name="T52" fmla="*/ 1291 w 1654"/>
                                  <a:gd name="T53" fmla="*/ 18 h 1041"/>
                                  <a:gd name="T54" fmla="*/ 899 w 1654"/>
                                  <a:gd name="T55" fmla="*/ 17 h 1041"/>
                                  <a:gd name="T56" fmla="*/ 536 w 1654"/>
                                  <a:gd name="T57" fmla="*/ 9 h 1041"/>
                                  <a:gd name="T58" fmla="*/ 738 w 1654"/>
                                  <a:gd name="T59" fmla="*/ 2 h 1041"/>
                                  <a:gd name="T60" fmla="*/ 953 w 1654"/>
                                  <a:gd name="T61" fmla="*/ 10 h 1041"/>
                                  <a:gd name="T62" fmla="*/ 1526 w 1654"/>
                                  <a:gd name="T63" fmla="*/ 13 h 1041"/>
                                  <a:gd name="T64" fmla="*/ 1616 w 1654"/>
                                  <a:gd name="T65" fmla="*/ 32 h 1041"/>
                                  <a:gd name="T66" fmla="*/ 1630 w 1654"/>
                                  <a:gd name="T67" fmla="*/ 60 h 1041"/>
                                  <a:gd name="T68" fmla="*/ 1630 w 1654"/>
                                  <a:gd name="T69" fmla="*/ 302 h 1041"/>
                                  <a:gd name="T70" fmla="*/ 1637 w 1654"/>
                                  <a:gd name="T71" fmla="*/ 544 h 1041"/>
                                  <a:gd name="T72" fmla="*/ 1652 w 1654"/>
                                  <a:gd name="T73" fmla="*/ 908 h 1041"/>
                                  <a:gd name="T74" fmla="*/ 1624 w 1654"/>
                                  <a:gd name="T75" fmla="*/ 1004 h 1041"/>
                                  <a:gd name="T76" fmla="*/ 1551 w 1654"/>
                                  <a:gd name="T77" fmla="*/ 1034 h 1041"/>
                                  <a:gd name="T78" fmla="*/ 1256 w 1654"/>
                                  <a:gd name="T79" fmla="*/ 1034 h 1041"/>
                                  <a:gd name="T80" fmla="*/ 919 w 1654"/>
                                  <a:gd name="T81" fmla="*/ 1034 h 1041"/>
                                  <a:gd name="T82" fmla="*/ 437 w 1654"/>
                                  <a:gd name="T83" fmla="*/ 1041 h 1041"/>
                                  <a:gd name="T84" fmla="*/ 137 w 1654"/>
                                  <a:gd name="T85" fmla="*/ 1041 h 1041"/>
                                  <a:gd name="T86" fmla="*/ 45 w 1654"/>
                                  <a:gd name="T87" fmla="*/ 1029 h 1041"/>
                                  <a:gd name="T88" fmla="*/ 41 w 1654"/>
                                  <a:gd name="T89" fmla="*/ 1027 h 1041"/>
                                  <a:gd name="T90" fmla="*/ 31 w 1654"/>
                                  <a:gd name="T91" fmla="*/ 1024 h 1041"/>
                                  <a:gd name="T92" fmla="*/ 20 w 1654"/>
                                  <a:gd name="T93" fmla="*/ 1008 h 1041"/>
                                  <a:gd name="T94" fmla="*/ 8 w 1654"/>
                                  <a:gd name="T95" fmla="*/ 863 h 1041"/>
                                  <a:gd name="T96" fmla="*/ 13 w 1654"/>
                                  <a:gd name="T97" fmla="*/ 696 h 1041"/>
                                  <a:gd name="T98" fmla="*/ 7 w 1654"/>
                                  <a:gd name="T99" fmla="*/ 555 h 1041"/>
                                  <a:gd name="T100" fmla="*/ 5 w 1654"/>
                                  <a:gd name="T101" fmla="*/ 519 h 1041"/>
                                  <a:gd name="T102" fmla="*/ 2 w 1654"/>
                                  <a:gd name="T103" fmla="*/ 421 h 1041"/>
                                  <a:gd name="T104" fmla="*/ 5 w 1654"/>
                                  <a:gd name="T105" fmla="*/ 244 h 1041"/>
                                  <a:gd name="T106" fmla="*/ 7 w 1654"/>
                                  <a:gd name="T107" fmla="*/ 115 h 1041"/>
                                  <a:gd name="T108" fmla="*/ 18 w 1654"/>
                                  <a:gd name="T109" fmla="*/ 48 h 1041"/>
                                  <a:gd name="T110" fmla="*/ 53 w 1654"/>
                                  <a:gd name="T111" fmla="*/ 23 h 1041"/>
                                  <a:gd name="T112" fmla="*/ 257 w 1654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4" h="1041">
                                    <a:moveTo>
                                      <a:pt x="439" y="9"/>
                                    </a:moveTo>
                                    <a:lnTo>
                                      <a:pt x="346" y="9"/>
                                    </a:lnTo>
                                    <a:lnTo>
                                      <a:pt x="257" y="10"/>
                                    </a:lnTo>
                                    <a:lnTo>
                                      <a:pt x="172" y="12"/>
                                    </a:lnTo>
                                    <a:lnTo>
                                      <a:pt x="131" y="13"/>
                                    </a:lnTo>
                                    <a:lnTo>
                                      <a:pt x="91" y="18"/>
                                    </a:lnTo>
                                    <a:lnTo>
                                      <a:pt x="55" y="27"/>
                                    </a:lnTo>
                                    <a:lnTo>
                                      <a:pt x="43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1" y="52"/>
                                    </a:lnTo>
                                    <a:lnTo>
                                      <a:pt x="20" y="58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5" y="71"/>
                                    </a:lnTo>
                                    <a:lnTo>
                                      <a:pt x="13" y="81"/>
                                    </a:lnTo>
                                    <a:lnTo>
                                      <a:pt x="10" y="116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10" y="182"/>
                                    </a:lnTo>
                                    <a:lnTo>
                                      <a:pt x="10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300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3" y="421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5" y="48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7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10" y="613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15" y="696"/>
                                    </a:lnTo>
                                    <a:lnTo>
                                      <a:pt x="17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3" y="802"/>
                                    </a:lnTo>
                                    <a:lnTo>
                                      <a:pt x="12" y="863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5" y="965"/>
                                    </a:lnTo>
                                    <a:lnTo>
                                      <a:pt x="21" y="1001"/>
                                    </a:lnTo>
                                    <a:lnTo>
                                      <a:pt x="23" y="1006"/>
                                    </a:lnTo>
                                    <a:lnTo>
                                      <a:pt x="26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40" y="1023"/>
                                    </a:lnTo>
                                    <a:lnTo>
                                      <a:pt x="45" y="1023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6"/>
                                    </a:lnTo>
                                    <a:lnTo>
                                      <a:pt x="56" y="1027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6" y="1034"/>
                                    </a:lnTo>
                                    <a:lnTo>
                                      <a:pt x="137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6" y="1036"/>
                                    </a:lnTo>
                                    <a:lnTo>
                                      <a:pt x="311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2" y="1032"/>
                                    </a:lnTo>
                                    <a:lnTo>
                                      <a:pt x="601" y="1031"/>
                                    </a:lnTo>
                                    <a:lnTo>
                                      <a:pt x="703" y="1027"/>
                                    </a:lnTo>
                                    <a:lnTo>
                                      <a:pt x="809" y="1027"/>
                                    </a:lnTo>
                                    <a:lnTo>
                                      <a:pt x="919" y="1027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30" y="1034"/>
                                    </a:lnTo>
                                    <a:lnTo>
                                      <a:pt x="1142" y="1032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6" y="1029"/>
                                    </a:lnTo>
                                    <a:lnTo>
                                      <a:pt x="1374" y="1031"/>
                                    </a:lnTo>
                                    <a:lnTo>
                                      <a:pt x="1491" y="1032"/>
                                    </a:lnTo>
                                    <a:lnTo>
                                      <a:pt x="1551" y="1031"/>
                                    </a:lnTo>
                                    <a:lnTo>
                                      <a:pt x="1581" y="1027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7" y="1016"/>
                                    </a:lnTo>
                                    <a:lnTo>
                                      <a:pt x="1620" y="1003"/>
                                    </a:lnTo>
                                    <a:lnTo>
                                      <a:pt x="1630" y="986"/>
                                    </a:lnTo>
                                    <a:lnTo>
                                      <a:pt x="1639" y="966"/>
                                    </a:lnTo>
                                    <a:lnTo>
                                      <a:pt x="1645" y="938"/>
                                    </a:lnTo>
                                    <a:lnTo>
                                      <a:pt x="1649" y="908"/>
                                    </a:lnTo>
                                    <a:lnTo>
                                      <a:pt x="1650" y="847"/>
                                    </a:lnTo>
                                    <a:lnTo>
                                      <a:pt x="1649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5"/>
                                    </a:lnTo>
                                    <a:lnTo>
                                      <a:pt x="1627" y="423"/>
                                    </a:lnTo>
                                    <a:lnTo>
                                      <a:pt x="1625" y="393"/>
                                    </a:lnTo>
                                    <a:lnTo>
                                      <a:pt x="1625" y="361"/>
                                    </a:lnTo>
                                    <a:lnTo>
                                      <a:pt x="1625" y="302"/>
                                    </a:lnTo>
                                    <a:lnTo>
                                      <a:pt x="1629" y="181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9" y="90"/>
                                    </a:lnTo>
                                    <a:lnTo>
                                      <a:pt x="1624" y="62"/>
                                    </a:lnTo>
                                    <a:lnTo>
                                      <a:pt x="1622" y="55"/>
                                    </a:lnTo>
                                    <a:lnTo>
                                      <a:pt x="1619" y="48"/>
                                    </a:lnTo>
                                    <a:lnTo>
                                      <a:pt x="1616" y="43"/>
                                    </a:lnTo>
                                    <a:lnTo>
                                      <a:pt x="1611" y="38"/>
                                    </a:lnTo>
                                    <a:lnTo>
                                      <a:pt x="1602" y="33"/>
                                    </a:lnTo>
                                    <a:lnTo>
                                      <a:pt x="1594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6" y="22"/>
                                    </a:lnTo>
                                    <a:lnTo>
                                      <a:pt x="1526" y="20"/>
                                    </a:lnTo>
                                    <a:lnTo>
                                      <a:pt x="1409" y="18"/>
                                    </a:lnTo>
                                    <a:lnTo>
                                      <a:pt x="1291" y="18"/>
                                    </a:lnTo>
                                    <a:lnTo>
                                      <a:pt x="1177" y="18"/>
                                    </a:lnTo>
                                    <a:lnTo>
                                      <a:pt x="953" y="18"/>
                                    </a:lnTo>
                                    <a:lnTo>
                                      <a:pt x="925" y="18"/>
                                    </a:lnTo>
                                    <a:lnTo>
                                      <a:pt x="899" y="17"/>
                                    </a:lnTo>
                                    <a:lnTo>
                                      <a:pt x="844" y="13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6" y="9"/>
                                    </a:lnTo>
                                    <a:lnTo>
                                      <a:pt x="536" y="9"/>
                                    </a:lnTo>
                                    <a:lnTo>
                                      <a:pt x="439" y="9"/>
                                    </a:lnTo>
                                    <a:close/>
                                    <a:moveTo>
                                      <a:pt x="472" y="0"/>
                                    </a:moveTo>
                                    <a:lnTo>
                                      <a:pt x="602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7"/>
                                    </a:lnTo>
                                    <a:lnTo>
                                      <a:pt x="899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3" y="10"/>
                                    </a:lnTo>
                                    <a:lnTo>
                                      <a:pt x="1177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9" y="10"/>
                                    </a:lnTo>
                                    <a:lnTo>
                                      <a:pt x="1526" y="13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6" y="32"/>
                                    </a:lnTo>
                                    <a:lnTo>
                                      <a:pt x="1620" y="38"/>
                                    </a:lnTo>
                                    <a:lnTo>
                                      <a:pt x="1625" y="45"/>
                                    </a:lnTo>
                                    <a:lnTo>
                                      <a:pt x="1627" y="53"/>
                                    </a:lnTo>
                                    <a:lnTo>
                                      <a:pt x="1630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1"/>
                                    </a:lnTo>
                                    <a:lnTo>
                                      <a:pt x="1630" y="393"/>
                                    </a:lnTo>
                                    <a:lnTo>
                                      <a:pt x="1632" y="423"/>
                                    </a:lnTo>
                                    <a:lnTo>
                                      <a:pt x="1637" y="544"/>
                                    </a:lnTo>
                                    <a:lnTo>
                                      <a:pt x="1644" y="666"/>
                                    </a:lnTo>
                                    <a:lnTo>
                                      <a:pt x="1652" y="787"/>
                                    </a:lnTo>
                                    <a:lnTo>
                                      <a:pt x="1654" y="847"/>
                                    </a:lnTo>
                                    <a:lnTo>
                                      <a:pt x="1652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4" y="986"/>
                                    </a:lnTo>
                                    <a:lnTo>
                                      <a:pt x="1624" y="1004"/>
                                    </a:lnTo>
                                    <a:lnTo>
                                      <a:pt x="1609" y="1018"/>
                                    </a:lnTo>
                                    <a:lnTo>
                                      <a:pt x="1596" y="1026"/>
                                    </a:lnTo>
                                    <a:lnTo>
                                      <a:pt x="1581" y="1029"/>
                                    </a:lnTo>
                                    <a:lnTo>
                                      <a:pt x="1551" y="1034"/>
                                    </a:lnTo>
                                    <a:lnTo>
                                      <a:pt x="1491" y="1036"/>
                                    </a:lnTo>
                                    <a:lnTo>
                                      <a:pt x="1374" y="1034"/>
                                    </a:lnTo>
                                    <a:lnTo>
                                      <a:pt x="1316" y="1034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2" y="1037"/>
                                    </a:lnTo>
                                    <a:lnTo>
                                      <a:pt x="1030" y="1039"/>
                                    </a:lnTo>
                                    <a:lnTo>
                                      <a:pt x="973" y="1036"/>
                                    </a:lnTo>
                                    <a:lnTo>
                                      <a:pt x="919" y="1034"/>
                                    </a:lnTo>
                                    <a:lnTo>
                                      <a:pt x="809" y="1034"/>
                                    </a:lnTo>
                                    <a:lnTo>
                                      <a:pt x="703" y="1034"/>
                                    </a:lnTo>
                                    <a:lnTo>
                                      <a:pt x="568" y="1037"/>
                                    </a:lnTo>
                                    <a:lnTo>
                                      <a:pt x="437" y="1041"/>
                                    </a:lnTo>
                                    <a:lnTo>
                                      <a:pt x="311" y="1041"/>
                                    </a:lnTo>
                                    <a:lnTo>
                                      <a:pt x="266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7" y="1041"/>
                                    </a:lnTo>
                                    <a:lnTo>
                                      <a:pt x="96" y="1039"/>
                                    </a:lnTo>
                                    <a:lnTo>
                                      <a:pt x="56" y="1032"/>
                                    </a:lnTo>
                                    <a:lnTo>
                                      <a:pt x="46" y="1031"/>
                                    </a:lnTo>
                                    <a:lnTo>
                                      <a:pt x="45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7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0" y="1026"/>
                                    </a:lnTo>
                                    <a:lnTo>
                                      <a:pt x="35" y="1026"/>
                                    </a:lnTo>
                                    <a:lnTo>
                                      <a:pt x="31" y="1024"/>
                                    </a:lnTo>
                                    <a:lnTo>
                                      <a:pt x="28" y="1021"/>
                                    </a:lnTo>
                                    <a:lnTo>
                                      <a:pt x="26" y="1019"/>
                                    </a:lnTo>
                                    <a:lnTo>
                                      <a:pt x="23" y="1013"/>
                                    </a:lnTo>
                                    <a:lnTo>
                                      <a:pt x="20" y="1008"/>
                                    </a:lnTo>
                                    <a:lnTo>
                                      <a:pt x="18" y="1001"/>
                                    </a:lnTo>
                                    <a:lnTo>
                                      <a:pt x="12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3"/>
                                    </a:lnTo>
                                    <a:lnTo>
                                      <a:pt x="12" y="802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3" y="696"/>
                                    </a:lnTo>
                                    <a:lnTo>
                                      <a:pt x="12" y="651"/>
                                    </a:lnTo>
                                    <a:lnTo>
                                      <a:pt x="8" y="613"/>
                                    </a:lnTo>
                                    <a:lnTo>
                                      <a:pt x="8" y="582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5" y="527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2" y="421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2" y="300"/>
                                    </a:lnTo>
                                    <a:lnTo>
                                      <a:pt x="3" y="272"/>
                                    </a:lnTo>
                                    <a:lnTo>
                                      <a:pt x="5" y="244"/>
                                    </a:lnTo>
                                    <a:lnTo>
                                      <a:pt x="7" y="214"/>
                                    </a:lnTo>
                                    <a:lnTo>
                                      <a:pt x="7" y="182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7" y="115"/>
                                    </a:lnTo>
                                    <a:lnTo>
                                      <a:pt x="10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7" y="53"/>
                                    </a:lnTo>
                                    <a:lnTo>
                                      <a:pt x="18" y="48"/>
                                    </a:lnTo>
                                    <a:lnTo>
                                      <a:pt x="21" y="45"/>
                                    </a:lnTo>
                                    <a:lnTo>
                                      <a:pt x="30" y="35"/>
                                    </a:lnTo>
                                    <a:lnTo>
                                      <a:pt x="41" y="28"/>
                                    </a:lnTo>
                                    <a:lnTo>
                                      <a:pt x="53" y="23"/>
                                    </a:lnTo>
                                    <a:lnTo>
                                      <a:pt x="91" y="13"/>
                                    </a:lnTo>
                                    <a:lnTo>
                                      <a:pt x="131" y="10"/>
                                    </a:lnTo>
                                    <a:lnTo>
                                      <a:pt x="172" y="7"/>
                                    </a:lnTo>
                                    <a:lnTo>
                                      <a:pt x="257" y="4"/>
                                    </a:lnTo>
                                    <a:lnTo>
                                      <a:pt x="346" y="2"/>
                                    </a:lnTo>
                                    <a:lnTo>
                                      <a:pt x="47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" name="Freeform 1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33388" y="433388"/>
                                <a:ext cx="2622550" cy="1652588"/>
                              </a:xfrm>
                              <a:custGeom>
                                <a:avLst/>
                                <a:gdLst>
                                  <a:gd name="T0" fmla="*/ 171 w 1652"/>
                                  <a:gd name="T1" fmla="*/ 12 h 1041"/>
                                  <a:gd name="T2" fmla="*/ 41 w 1652"/>
                                  <a:gd name="T3" fmla="*/ 32 h 1041"/>
                                  <a:gd name="T4" fmla="*/ 18 w 1652"/>
                                  <a:gd name="T5" fmla="*/ 57 h 1041"/>
                                  <a:gd name="T6" fmla="*/ 8 w 1652"/>
                                  <a:gd name="T7" fmla="*/ 115 h 1041"/>
                                  <a:gd name="T8" fmla="*/ 7 w 1652"/>
                                  <a:gd name="T9" fmla="*/ 244 h 1041"/>
                                  <a:gd name="T10" fmla="*/ 2 w 1652"/>
                                  <a:gd name="T11" fmla="*/ 420 h 1041"/>
                                  <a:gd name="T12" fmla="*/ 5 w 1652"/>
                                  <a:gd name="T13" fmla="*/ 519 h 1041"/>
                                  <a:gd name="T14" fmla="*/ 7 w 1652"/>
                                  <a:gd name="T15" fmla="*/ 555 h 1041"/>
                                  <a:gd name="T16" fmla="*/ 13 w 1652"/>
                                  <a:gd name="T17" fmla="*/ 695 h 1041"/>
                                  <a:gd name="T18" fmla="*/ 10 w 1652"/>
                                  <a:gd name="T19" fmla="*/ 864 h 1041"/>
                                  <a:gd name="T20" fmla="*/ 22 w 1652"/>
                                  <a:gd name="T21" fmla="*/ 1006 h 1041"/>
                                  <a:gd name="T22" fmla="*/ 35 w 1652"/>
                                  <a:gd name="T23" fmla="*/ 1021 h 1041"/>
                                  <a:gd name="T24" fmla="*/ 55 w 1652"/>
                                  <a:gd name="T25" fmla="*/ 1024 h 1041"/>
                                  <a:gd name="T26" fmla="*/ 55 w 1652"/>
                                  <a:gd name="T27" fmla="*/ 1028 h 1041"/>
                                  <a:gd name="T28" fmla="*/ 136 w 1652"/>
                                  <a:gd name="T29" fmla="*/ 1036 h 1041"/>
                                  <a:gd name="T30" fmla="*/ 404 w 1652"/>
                                  <a:gd name="T31" fmla="*/ 1034 h 1041"/>
                                  <a:gd name="T32" fmla="*/ 809 w 1652"/>
                                  <a:gd name="T33" fmla="*/ 1028 h 1041"/>
                                  <a:gd name="T34" fmla="*/ 1141 w 1652"/>
                                  <a:gd name="T35" fmla="*/ 1033 h 1041"/>
                                  <a:gd name="T36" fmla="*/ 1491 w 1652"/>
                                  <a:gd name="T37" fmla="*/ 1033 h 1041"/>
                                  <a:gd name="T38" fmla="*/ 1606 w 1652"/>
                                  <a:gd name="T39" fmla="*/ 1016 h 1041"/>
                                  <a:gd name="T40" fmla="*/ 1644 w 1652"/>
                                  <a:gd name="T41" fmla="*/ 938 h 1041"/>
                                  <a:gd name="T42" fmla="*/ 1639 w 1652"/>
                                  <a:gd name="T43" fmla="*/ 666 h 1041"/>
                                  <a:gd name="T44" fmla="*/ 1624 w 1652"/>
                                  <a:gd name="T45" fmla="*/ 362 h 1041"/>
                                  <a:gd name="T46" fmla="*/ 1627 w 1652"/>
                                  <a:gd name="T47" fmla="*/ 90 h 1041"/>
                                  <a:gd name="T48" fmla="*/ 1614 w 1652"/>
                                  <a:gd name="T49" fmla="*/ 42 h 1041"/>
                                  <a:gd name="T50" fmla="*/ 1584 w 1652"/>
                                  <a:gd name="T51" fmla="*/ 27 h 1041"/>
                                  <a:gd name="T52" fmla="*/ 1291 w 1652"/>
                                  <a:gd name="T53" fmla="*/ 17 h 1041"/>
                                  <a:gd name="T54" fmla="*/ 897 w 1652"/>
                                  <a:gd name="T55" fmla="*/ 17 h 1041"/>
                                  <a:gd name="T56" fmla="*/ 535 w 1652"/>
                                  <a:gd name="T57" fmla="*/ 9 h 1041"/>
                                  <a:gd name="T58" fmla="*/ 738 w 1652"/>
                                  <a:gd name="T59" fmla="*/ 2 h 1041"/>
                                  <a:gd name="T60" fmla="*/ 952 w 1652"/>
                                  <a:gd name="T61" fmla="*/ 10 h 1041"/>
                                  <a:gd name="T62" fmla="*/ 1526 w 1652"/>
                                  <a:gd name="T63" fmla="*/ 12 h 1041"/>
                                  <a:gd name="T64" fmla="*/ 1614 w 1652"/>
                                  <a:gd name="T65" fmla="*/ 32 h 1041"/>
                                  <a:gd name="T66" fmla="*/ 1629 w 1652"/>
                                  <a:gd name="T67" fmla="*/ 60 h 1041"/>
                                  <a:gd name="T68" fmla="*/ 1630 w 1652"/>
                                  <a:gd name="T69" fmla="*/ 302 h 1041"/>
                                  <a:gd name="T70" fmla="*/ 1635 w 1652"/>
                                  <a:gd name="T71" fmla="*/ 544 h 1041"/>
                                  <a:gd name="T72" fmla="*/ 1650 w 1652"/>
                                  <a:gd name="T73" fmla="*/ 908 h 1041"/>
                                  <a:gd name="T74" fmla="*/ 1622 w 1652"/>
                                  <a:gd name="T75" fmla="*/ 1003 h 1041"/>
                                  <a:gd name="T76" fmla="*/ 1549 w 1652"/>
                                  <a:gd name="T77" fmla="*/ 1034 h 1041"/>
                                  <a:gd name="T78" fmla="*/ 1256 w 1652"/>
                                  <a:gd name="T79" fmla="*/ 1034 h 1041"/>
                                  <a:gd name="T80" fmla="*/ 917 w 1652"/>
                                  <a:gd name="T81" fmla="*/ 1033 h 1041"/>
                                  <a:gd name="T82" fmla="*/ 435 w 1652"/>
                                  <a:gd name="T83" fmla="*/ 1039 h 1041"/>
                                  <a:gd name="T84" fmla="*/ 136 w 1652"/>
                                  <a:gd name="T85" fmla="*/ 1041 h 1041"/>
                                  <a:gd name="T86" fmla="*/ 43 w 1652"/>
                                  <a:gd name="T87" fmla="*/ 1029 h 1041"/>
                                  <a:gd name="T88" fmla="*/ 41 w 1652"/>
                                  <a:gd name="T89" fmla="*/ 1026 h 1041"/>
                                  <a:gd name="T90" fmla="*/ 30 w 1652"/>
                                  <a:gd name="T91" fmla="*/ 1023 h 1041"/>
                                  <a:gd name="T92" fmla="*/ 18 w 1652"/>
                                  <a:gd name="T93" fmla="*/ 1008 h 1041"/>
                                  <a:gd name="T94" fmla="*/ 8 w 1652"/>
                                  <a:gd name="T95" fmla="*/ 864 h 1041"/>
                                  <a:gd name="T96" fmla="*/ 12 w 1652"/>
                                  <a:gd name="T97" fmla="*/ 695 h 1041"/>
                                  <a:gd name="T98" fmla="*/ 5 w 1652"/>
                                  <a:gd name="T99" fmla="*/ 555 h 1041"/>
                                  <a:gd name="T100" fmla="*/ 3 w 1652"/>
                                  <a:gd name="T101" fmla="*/ 519 h 1041"/>
                                  <a:gd name="T102" fmla="*/ 0 w 1652"/>
                                  <a:gd name="T103" fmla="*/ 420 h 1041"/>
                                  <a:gd name="T104" fmla="*/ 3 w 1652"/>
                                  <a:gd name="T105" fmla="*/ 244 h 1041"/>
                                  <a:gd name="T106" fmla="*/ 5 w 1652"/>
                                  <a:gd name="T107" fmla="*/ 115 h 1041"/>
                                  <a:gd name="T108" fmla="*/ 17 w 1652"/>
                                  <a:gd name="T109" fmla="*/ 48 h 1041"/>
                                  <a:gd name="T110" fmla="*/ 51 w 1652"/>
                                  <a:gd name="T111" fmla="*/ 24 h 1041"/>
                                  <a:gd name="T112" fmla="*/ 255 w 1652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2" h="1041">
                                    <a:moveTo>
                                      <a:pt x="439" y="7"/>
                                    </a:moveTo>
                                    <a:lnTo>
                                      <a:pt x="344" y="9"/>
                                    </a:lnTo>
                                    <a:lnTo>
                                      <a:pt x="255" y="9"/>
                                    </a:lnTo>
                                    <a:lnTo>
                                      <a:pt x="171" y="12"/>
                                    </a:lnTo>
                                    <a:lnTo>
                                      <a:pt x="129" y="14"/>
                                    </a:lnTo>
                                    <a:lnTo>
                                      <a:pt x="91" y="19"/>
                                    </a:lnTo>
                                    <a:lnTo>
                                      <a:pt x="53" y="27"/>
                                    </a:lnTo>
                                    <a:lnTo>
                                      <a:pt x="41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0" y="52"/>
                                    </a:lnTo>
                                    <a:lnTo>
                                      <a:pt x="18" y="57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3" y="72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8" y="115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8" y="183"/>
                                    </a:lnTo>
                                    <a:lnTo>
                                      <a:pt x="8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299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2" y="420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6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10" y="612"/>
                                    </a:lnTo>
                                    <a:lnTo>
                                      <a:pt x="12" y="650"/>
                                    </a:lnTo>
                                    <a:lnTo>
                                      <a:pt x="13" y="695"/>
                                    </a:lnTo>
                                    <a:lnTo>
                                      <a:pt x="15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2" y="801"/>
                                    </a:lnTo>
                                    <a:lnTo>
                                      <a:pt x="10" y="864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3" y="965"/>
                                    </a:lnTo>
                                    <a:lnTo>
                                      <a:pt x="20" y="999"/>
                                    </a:lnTo>
                                    <a:lnTo>
                                      <a:pt x="22" y="1006"/>
                                    </a:lnTo>
                                    <a:lnTo>
                                      <a:pt x="25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38" y="1023"/>
                                    </a:lnTo>
                                    <a:lnTo>
                                      <a:pt x="43" y="1023"/>
                                    </a:lnTo>
                                    <a:lnTo>
                                      <a:pt x="53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5" y="1028"/>
                                    </a:lnTo>
                                    <a:lnTo>
                                      <a:pt x="55" y="1028"/>
                                    </a:lnTo>
                                    <a:lnTo>
                                      <a:pt x="55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4" y="1034"/>
                                    </a:lnTo>
                                    <a:lnTo>
                                      <a:pt x="136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5" y="1034"/>
                                    </a:lnTo>
                                    <a:lnTo>
                                      <a:pt x="310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0" y="1031"/>
                                    </a:lnTo>
                                    <a:lnTo>
                                      <a:pt x="599" y="1029"/>
                                    </a:lnTo>
                                    <a:lnTo>
                                      <a:pt x="704" y="1028"/>
                                    </a:lnTo>
                                    <a:lnTo>
                                      <a:pt x="809" y="1028"/>
                                    </a:lnTo>
                                    <a:lnTo>
                                      <a:pt x="917" y="1028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28" y="1033"/>
                                    </a:lnTo>
                                    <a:lnTo>
                                      <a:pt x="1141" y="1033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4" y="1029"/>
                                    </a:lnTo>
                                    <a:lnTo>
                                      <a:pt x="1372" y="1029"/>
                                    </a:lnTo>
                                    <a:lnTo>
                                      <a:pt x="1491" y="1033"/>
                                    </a:lnTo>
                                    <a:lnTo>
                                      <a:pt x="1549" y="1031"/>
                                    </a:lnTo>
                                    <a:lnTo>
                                      <a:pt x="1579" y="1028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6" y="1016"/>
                                    </a:lnTo>
                                    <a:lnTo>
                                      <a:pt x="1621" y="1003"/>
                                    </a:lnTo>
                                    <a:lnTo>
                                      <a:pt x="1630" y="985"/>
                                    </a:lnTo>
                                    <a:lnTo>
                                      <a:pt x="1637" y="966"/>
                                    </a:lnTo>
                                    <a:lnTo>
                                      <a:pt x="1644" y="938"/>
                                    </a:lnTo>
                                    <a:lnTo>
                                      <a:pt x="1647" y="908"/>
                                    </a:lnTo>
                                    <a:lnTo>
                                      <a:pt x="1649" y="847"/>
                                    </a:lnTo>
                                    <a:lnTo>
                                      <a:pt x="1647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4"/>
                                    </a:lnTo>
                                    <a:lnTo>
                                      <a:pt x="1626" y="423"/>
                                    </a:lnTo>
                                    <a:lnTo>
                                      <a:pt x="1624" y="393"/>
                                    </a:lnTo>
                                    <a:lnTo>
                                      <a:pt x="1624" y="362"/>
                                    </a:lnTo>
                                    <a:lnTo>
                                      <a:pt x="1624" y="302"/>
                                    </a:lnTo>
                                    <a:lnTo>
                                      <a:pt x="1627" y="179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7" y="90"/>
                                    </a:lnTo>
                                    <a:lnTo>
                                      <a:pt x="1622" y="62"/>
                                    </a:lnTo>
                                    <a:lnTo>
                                      <a:pt x="1621" y="55"/>
                                    </a:lnTo>
                                    <a:lnTo>
                                      <a:pt x="1617" y="48"/>
                                    </a:lnTo>
                                    <a:lnTo>
                                      <a:pt x="1614" y="42"/>
                                    </a:lnTo>
                                    <a:lnTo>
                                      <a:pt x="1609" y="38"/>
                                    </a:lnTo>
                                    <a:lnTo>
                                      <a:pt x="1601" y="34"/>
                                    </a:lnTo>
                                    <a:lnTo>
                                      <a:pt x="1592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4" y="22"/>
                                    </a:lnTo>
                                    <a:lnTo>
                                      <a:pt x="1525" y="20"/>
                                    </a:lnTo>
                                    <a:lnTo>
                                      <a:pt x="1407" y="19"/>
                                    </a:lnTo>
                                    <a:lnTo>
                                      <a:pt x="1291" y="17"/>
                                    </a:lnTo>
                                    <a:lnTo>
                                      <a:pt x="1175" y="17"/>
                                    </a:lnTo>
                                    <a:lnTo>
                                      <a:pt x="952" y="19"/>
                                    </a:lnTo>
                                    <a:lnTo>
                                      <a:pt x="924" y="19"/>
                                    </a:lnTo>
                                    <a:lnTo>
                                      <a:pt x="897" y="17"/>
                                    </a:lnTo>
                                    <a:lnTo>
                                      <a:pt x="843" y="14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4" y="9"/>
                                    </a:lnTo>
                                    <a:lnTo>
                                      <a:pt x="535" y="9"/>
                                    </a:lnTo>
                                    <a:lnTo>
                                      <a:pt x="439" y="7"/>
                                    </a:lnTo>
                                    <a:close/>
                                    <a:moveTo>
                                      <a:pt x="470" y="0"/>
                                    </a:moveTo>
                                    <a:lnTo>
                                      <a:pt x="601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5"/>
                                    </a:lnTo>
                                    <a:lnTo>
                                      <a:pt x="897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2" y="10"/>
                                    </a:lnTo>
                                    <a:lnTo>
                                      <a:pt x="1175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7" y="10"/>
                                    </a:lnTo>
                                    <a:lnTo>
                                      <a:pt x="1526" y="12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4" y="32"/>
                                    </a:lnTo>
                                    <a:lnTo>
                                      <a:pt x="1619" y="38"/>
                                    </a:lnTo>
                                    <a:lnTo>
                                      <a:pt x="1624" y="45"/>
                                    </a:lnTo>
                                    <a:lnTo>
                                      <a:pt x="1627" y="52"/>
                                    </a:lnTo>
                                    <a:lnTo>
                                      <a:pt x="1629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2"/>
                                    </a:lnTo>
                                    <a:lnTo>
                                      <a:pt x="1630" y="391"/>
                                    </a:lnTo>
                                    <a:lnTo>
                                      <a:pt x="1630" y="423"/>
                                    </a:lnTo>
                                    <a:lnTo>
                                      <a:pt x="1635" y="544"/>
                                    </a:lnTo>
                                    <a:lnTo>
                                      <a:pt x="1642" y="665"/>
                                    </a:lnTo>
                                    <a:lnTo>
                                      <a:pt x="1650" y="787"/>
                                    </a:lnTo>
                                    <a:lnTo>
                                      <a:pt x="1652" y="847"/>
                                    </a:lnTo>
                                    <a:lnTo>
                                      <a:pt x="1650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2" y="986"/>
                                    </a:lnTo>
                                    <a:lnTo>
                                      <a:pt x="1622" y="1003"/>
                                    </a:lnTo>
                                    <a:lnTo>
                                      <a:pt x="1607" y="1018"/>
                                    </a:lnTo>
                                    <a:lnTo>
                                      <a:pt x="1594" y="1024"/>
                                    </a:lnTo>
                                    <a:lnTo>
                                      <a:pt x="1579" y="1029"/>
                                    </a:lnTo>
                                    <a:lnTo>
                                      <a:pt x="1549" y="1034"/>
                                    </a:lnTo>
                                    <a:lnTo>
                                      <a:pt x="1491" y="1034"/>
                                    </a:lnTo>
                                    <a:lnTo>
                                      <a:pt x="1372" y="1033"/>
                                    </a:lnTo>
                                    <a:lnTo>
                                      <a:pt x="1314" y="1033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1" y="1038"/>
                                    </a:lnTo>
                                    <a:lnTo>
                                      <a:pt x="1028" y="1038"/>
                                    </a:lnTo>
                                    <a:lnTo>
                                      <a:pt x="972" y="1036"/>
                                    </a:lnTo>
                                    <a:lnTo>
                                      <a:pt x="917" y="1033"/>
                                    </a:lnTo>
                                    <a:lnTo>
                                      <a:pt x="809" y="1033"/>
                                    </a:lnTo>
                                    <a:lnTo>
                                      <a:pt x="704" y="1034"/>
                                    </a:lnTo>
                                    <a:lnTo>
                                      <a:pt x="566" y="1038"/>
                                    </a:lnTo>
                                    <a:lnTo>
                                      <a:pt x="435" y="1039"/>
                                    </a:lnTo>
                                    <a:lnTo>
                                      <a:pt x="310" y="1041"/>
                                    </a:lnTo>
                                    <a:lnTo>
                                      <a:pt x="265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6" y="1041"/>
                                    </a:lnTo>
                                    <a:lnTo>
                                      <a:pt x="94" y="1038"/>
                                    </a:lnTo>
                                    <a:lnTo>
                                      <a:pt x="55" y="1033"/>
                                    </a:lnTo>
                                    <a:lnTo>
                                      <a:pt x="45" y="1031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9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38" y="1026"/>
                                    </a:lnTo>
                                    <a:lnTo>
                                      <a:pt x="33" y="1024"/>
                                    </a:lnTo>
                                    <a:lnTo>
                                      <a:pt x="30" y="1023"/>
                                    </a:lnTo>
                                    <a:lnTo>
                                      <a:pt x="27" y="1021"/>
                                    </a:lnTo>
                                    <a:lnTo>
                                      <a:pt x="25" y="1019"/>
                                    </a:lnTo>
                                    <a:lnTo>
                                      <a:pt x="22" y="1013"/>
                                    </a:lnTo>
                                    <a:lnTo>
                                      <a:pt x="18" y="1008"/>
                                    </a:lnTo>
                                    <a:lnTo>
                                      <a:pt x="17" y="1001"/>
                                    </a:lnTo>
                                    <a:lnTo>
                                      <a:pt x="10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4"/>
                                    </a:lnTo>
                                    <a:lnTo>
                                      <a:pt x="10" y="801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2" y="695"/>
                                    </a:lnTo>
                                    <a:lnTo>
                                      <a:pt x="10" y="652"/>
                                    </a:lnTo>
                                    <a:lnTo>
                                      <a:pt x="8" y="612"/>
                                    </a:lnTo>
                                    <a:lnTo>
                                      <a:pt x="7" y="580"/>
                                    </a:lnTo>
                                    <a:lnTo>
                                      <a:pt x="5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3" y="526"/>
                                    </a:lnTo>
                                    <a:lnTo>
                                      <a:pt x="3" y="522"/>
                                    </a:lnTo>
                                    <a:lnTo>
                                      <a:pt x="3" y="519"/>
                                    </a:lnTo>
                                    <a:lnTo>
                                      <a:pt x="3" y="507"/>
                                    </a:lnTo>
                                    <a:lnTo>
                                      <a:pt x="2" y="489"/>
                                    </a:lnTo>
                                    <a:lnTo>
                                      <a:pt x="2" y="464"/>
                                    </a:lnTo>
                                    <a:lnTo>
                                      <a:pt x="0" y="42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0" y="299"/>
                                    </a:lnTo>
                                    <a:lnTo>
                                      <a:pt x="2" y="272"/>
                                    </a:lnTo>
                                    <a:lnTo>
                                      <a:pt x="3" y="244"/>
                                    </a:lnTo>
                                    <a:lnTo>
                                      <a:pt x="5" y="214"/>
                                    </a:lnTo>
                                    <a:lnTo>
                                      <a:pt x="5" y="183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5" y="115"/>
                                    </a:lnTo>
                                    <a:lnTo>
                                      <a:pt x="8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5" y="53"/>
                                    </a:lnTo>
                                    <a:lnTo>
                                      <a:pt x="17" y="48"/>
                                    </a:lnTo>
                                    <a:lnTo>
                                      <a:pt x="20" y="45"/>
                                    </a:lnTo>
                                    <a:lnTo>
                                      <a:pt x="28" y="35"/>
                                    </a:lnTo>
                                    <a:lnTo>
                                      <a:pt x="40" y="29"/>
                                    </a:lnTo>
                                    <a:lnTo>
                                      <a:pt x="51" y="24"/>
                                    </a:lnTo>
                                    <a:lnTo>
                                      <a:pt x="89" y="14"/>
                                    </a:lnTo>
                                    <a:lnTo>
                                      <a:pt x="129" y="9"/>
                                    </a:lnTo>
                                    <a:lnTo>
                                      <a:pt x="171" y="7"/>
                                    </a:lnTo>
                                    <a:lnTo>
                                      <a:pt x="255" y="4"/>
                                    </a:lnTo>
                                    <a:lnTo>
                                      <a:pt x="344" y="2"/>
                                    </a:lnTo>
                                    <a:lnTo>
                                      <a:pt x="47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Freeform 1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825875" y="433388"/>
                                <a:ext cx="2625725" cy="1652588"/>
                              </a:xfrm>
                              <a:custGeom>
                                <a:avLst/>
                                <a:gdLst>
                                  <a:gd name="T0" fmla="*/ 172 w 1654"/>
                                  <a:gd name="T1" fmla="*/ 12 h 1041"/>
                                  <a:gd name="T2" fmla="*/ 43 w 1654"/>
                                  <a:gd name="T3" fmla="*/ 32 h 1041"/>
                                  <a:gd name="T4" fmla="*/ 20 w 1654"/>
                                  <a:gd name="T5" fmla="*/ 57 h 1041"/>
                                  <a:gd name="T6" fmla="*/ 10 w 1654"/>
                                  <a:gd name="T7" fmla="*/ 115 h 1041"/>
                                  <a:gd name="T8" fmla="*/ 7 w 1654"/>
                                  <a:gd name="T9" fmla="*/ 244 h 1041"/>
                                  <a:gd name="T10" fmla="*/ 3 w 1654"/>
                                  <a:gd name="T11" fmla="*/ 420 h 1041"/>
                                  <a:gd name="T12" fmla="*/ 5 w 1654"/>
                                  <a:gd name="T13" fmla="*/ 519 h 1041"/>
                                  <a:gd name="T14" fmla="*/ 7 w 1654"/>
                                  <a:gd name="T15" fmla="*/ 555 h 1041"/>
                                  <a:gd name="T16" fmla="*/ 15 w 1654"/>
                                  <a:gd name="T17" fmla="*/ 695 h 1041"/>
                                  <a:gd name="T18" fmla="*/ 12 w 1654"/>
                                  <a:gd name="T19" fmla="*/ 864 h 1041"/>
                                  <a:gd name="T20" fmla="*/ 23 w 1654"/>
                                  <a:gd name="T21" fmla="*/ 1006 h 1041"/>
                                  <a:gd name="T22" fmla="*/ 35 w 1654"/>
                                  <a:gd name="T23" fmla="*/ 1021 h 1041"/>
                                  <a:gd name="T24" fmla="*/ 56 w 1654"/>
                                  <a:gd name="T25" fmla="*/ 1024 h 1041"/>
                                  <a:gd name="T26" fmla="*/ 56 w 1654"/>
                                  <a:gd name="T27" fmla="*/ 1028 h 1041"/>
                                  <a:gd name="T28" fmla="*/ 137 w 1654"/>
                                  <a:gd name="T29" fmla="*/ 1036 h 1041"/>
                                  <a:gd name="T30" fmla="*/ 404 w 1654"/>
                                  <a:gd name="T31" fmla="*/ 1034 h 1041"/>
                                  <a:gd name="T32" fmla="*/ 809 w 1654"/>
                                  <a:gd name="T33" fmla="*/ 1028 h 1041"/>
                                  <a:gd name="T34" fmla="*/ 1142 w 1654"/>
                                  <a:gd name="T35" fmla="*/ 1033 h 1041"/>
                                  <a:gd name="T36" fmla="*/ 1491 w 1654"/>
                                  <a:gd name="T37" fmla="*/ 1033 h 1041"/>
                                  <a:gd name="T38" fmla="*/ 1607 w 1654"/>
                                  <a:gd name="T39" fmla="*/ 1016 h 1041"/>
                                  <a:gd name="T40" fmla="*/ 1645 w 1654"/>
                                  <a:gd name="T41" fmla="*/ 938 h 1041"/>
                                  <a:gd name="T42" fmla="*/ 1639 w 1654"/>
                                  <a:gd name="T43" fmla="*/ 666 h 1041"/>
                                  <a:gd name="T44" fmla="*/ 1625 w 1654"/>
                                  <a:gd name="T45" fmla="*/ 362 h 1041"/>
                                  <a:gd name="T46" fmla="*/ 1629 w 1654"/>
                                  <a:gd name="T47" fmla="*/ 90 h 1041"/>
                                  <a:gd name="T48" fmla="*/ 1616 w 1654"/>
                                  <a:gd name="T49" fmla="*/ 42 h 1041"/>
                                  <a:gd name="T50" fmla="*/ 1584 w 1654"/>
                                  <a:gd name="T51" fmla="*/ 27 h 1041"/>
                                  <a:gd name="T52" fmla="*/ 1291 w 1654"/>
                                  <a:gd name="T53" fmla="*/ 17 h 1041"/>
                                  <a:gd name="T54" fmla="*/ 899 w 1654"/>
                                  <a:gd name="T55" fmla="*/ 17 h 1041"/>
                                  <a:gd name="T56" fmla="*/ 536 w 1654"/>
                                  <a:gd name="T57" fmla="*/ 9 h 1041"/>
                                  <a:gd name="T58" fmla="*/ 738 w 1654"/>
                                  <a:gd name="T59" fmla="*/ 2 h 1041"/>
                                  <a:gd name="T60" fmla="*/ 953 w 1654"/>
                                  <a:gd name="T61" fmla="*/ 10 h 1041"/>
                                  <a:gd name="T62" fmla="*/ 1526 w 1654"/>
                                  <a:gd name="T63" fmla="*/ 12 h 1041"/>
                                  <a:gd name="T64" fmla="*/ 1616 w 1654"/>
                                  <a:gd name="T65" fmla="*/ 32 h 1041"/>
                                  <a:gd name="T66" fmla="*/ 1630 w 1654"/>
                                  <a:gd name="T67" fmla="*/ 60 h 1041"/>
                                  <a:gd name="T68" fmla="*/ 1630 w 1654"/>
                                  <a:gd name="T69" fmla="*/ 302 h 1041"/>
                                  <a:gd name="T70" fmla="*/ 1637 w 1654"/>
                                  <a:gd name="T71" fmla="*/ 544 h 1041"/>
                                  <a:gd name="T72" fmla="*/ 1652 w 1654"/>
                                  <a:gd name="T73" fmla="*/ 908 h 1041"/>
                                  <a:gd name="T74" fmla="*/ 1624 w 1654"/>
                                  <a:gd name="T75" fmla="*/ 1003 h 1041"/>
                                  <a:gd name="T76" fmla="*/ 1551 w 1654"/>
                                  <a:gd name="T77" fmla="*/ 1034 h 1041"/>
                                  <a:gd name="T78" fmla="*/ 1256 w 1654"/>
                                  <a:gd name="T79" fmla="*/ 1034 h 1041"/>
                                  <a:gd name="T80" fmla="*/ 919 w 1654"/>
                                  <a:gd name="T81" fmla="*/ 1033 h 1041"/>
                                  <a:gd name="T82" fmla="*/ 437 w 1654"/>
                                  <a:gd name="T83" fmla="*/ 1039 h 1041"/>
                                  <a:gd name="T84" fmla="*/ 137 w 1654"/>
                                  <a:gd name="T85" fmla="*/ 1041 h 1041"/>
                                  <a:gd name="T86" fmla="*/ 45 w 1654"/>
                                  <a:gd name="T87" fmla="*/ 1029 h 1041"/>
                                  <a:gd name="T88" fmla="*/ 41 w 1654"/>
                                  <a:gd name="T89" fmla="*/ 1026 h 1041"/>
                                  <a:gd name="T90" fmla="*/ 31 w 1654"/>
                                  <a:gd name="T91" fmla="*/ 1023 h 1041"/>
                                  <a:gd name="T92" fmla="*/ 20 w 1654"/>
                                  <a:gd name="T93" fmla="*/ 1008 h 1041"/>
                                  <a:gd name="T94" fmla="*/ 8 w 1654"/>
                                  <a:gd name="T95" fmla="*/ 864 h 1041"/>
                                  <a:gd name="T96" fmla="*/ 13 w 1654"/>
                                  <a:gd name="T97" fmla="*/ 695 h 1041"/>
                                  <a:gd name="T98" fmla="*/ 7 w 1654"/>
                                  <a:gd name="T99" fmla="*/ 555 h 1041"/>
                                  <a:gd name="T100" fmla="*/ 5 w 1654"/>
                                  <a:gd name="T101" fmla="*/ 519 h 1041"/>
                                  <a:gd name="T102" fmla="*/ 2 w 1654"/>
                                  <a:gd name="T103" fmla="*/ 420 h 1041"/>
                                  <a:gd name="T104" fmla="*/ 5 w 1654"/>
                                  <a:gd name="T105" fmla="*/ 244 h 1041"/>
                                  <a:gd name="T106" fmla="*/ 7 w 1654"/>
                                  <a:gd name="T107" fmla="*/ 115 h 1041"/>
                                  <a:gd name="T108" fmla="*/ 18 w 1654"/>
                                  <a:gd name="T109" fmla="*/ 48 h 1041"/>
                                  <a:gd name="T110" fmla="*/ 53 w 1654"/>
                                  <a:gd name="T111" fmla="*/ 24 h 1041"/>
                                  <a:gd name="T112" fmla="*/ 257 w 1654"/>
                                  <a:gd name="T113" fmla="*/ 4 h 1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654" h="1041">
                                    <a:moveTo>
                                      <a:pt x="439" y="7"/>
                                    </a:moveTo>
                                    <a:lnTo>
                                      <a:pt x="346" y="9"/>
                                    </a:lnTo>
                                    <a:lnTo>
                                      <a:pt x="257" y="9"/>
                                    </a:lnTo>
                                    <a:lnTo>
                                      <a:pt x="172" y="12"/>
                                    </a:lnTo>
                                    <a:lnTo>
                                      <a:pt x="131" y="14"/>
                                    </a:lnTo>
                                    <a:lnTo>
                                      <a:pt x="91" y="19"/>
                                    </a:lnTo>
                                    <a:lnTo>
                                      <a:pt x="55" y="27"/>
                                    </a:lnTo>
                                    <a:lnTo>
                                      <a:pt x="43" y="32"/>
                                    </a:lnTo>
                                    <a:lnTo>
                                      <a:pt x="31" y="38"/>
                                    </a:lnTo>
                                    <a:lnTo>
                                      <a:pt x="23" y="47"/>
                                    </a:lnTo>
                                    <a:lnTo>
                                      <a:pt x="21" y="52"/>
                                    </a:lnTo>
                                    <a:lnTo>
                                      <a:pt x="20" y="57"/>
                                    </a:lnTo>
                                    <a:lnTo>
                                      <a:pt x="17" y="63"/>
                                    </a:lnTo>
                                    <a:lnTo>
                                      <a:pt x="15" y="72"/>
                                    </a:lnTo>
                                    <a:lnTo>
                                      <a:pt x="13" y="80"/>
                                    </a:lnTo>
                                    <a:lnTo>
                                      <a:pt x="10" y="115"/>
                                    </a:lnTo>
                                    <a:lnTo>
                                      <a:pt x="8" y="149"/>
                                    </a:lnTo>
                                    <a:lnTo>
                                      <a:pt x="10" y="183"/>
                                    </a:lnTo>
                                    <a:lnTo>
                                      <a:pt x="10" y="214"/>
                                    </a:lnTo>
                                    <a:lnTo>
                                      <a:pt x="7" y="244"/>
                                    </a:lnTo>
                                    <a:lnTo>
                                      <a:pt x="5" y="272"/>
                                    </a:lnTo>
                                    <a:lnTo>
                                      <a:pt x="3" y="299"/>
                                    </a:lnTo>
                                    <a:lnTo>
                                      <a:pt x="2" y="365"/>
                                    </a:lnTo>
                                    <a:lnTo>
                                      <a:pt x="3" y="420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5" y="48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26"/>
                                    </a:lnTo>
                                    <a:lnTo>
                                      <a:pt x="7" y="537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10" y="612"/>
                                    </a:lnTo>
                                    <a:lnTo>
                                      <a:pt x="12" y="650"/>
                                    </a:lnTo>
                                    <a:lnTo>
                                      <a:pt x="15" y="695"/>
                                    </a:lnTo>
                                    <a:lnTo>
                                      <a:pt x="17" y="719"/>
                                    </a:lnTo>
                                    <a:lnTo>
                                      <a:pt x="15" y="746"/>
                                    </a:lnTo>
                                    <a:lnTo>
                                      <a:pt x="13" y="801"/>
                                    </a:lnTo>
                                    <a:lnTo>
                                      <a:pt x="12" y="864"/>
                                    </a:lnTo>
                                    <a:lnTo>
                                      <a:pt x="12" y="930"/>
                                    </a:lnTo>
                                    <a:lnTo>
                                      <a:pt x="15" y="965"/>
                                    </a:lnTo>
                                    <a:lnTo>
                                      <a:pt x="21" y="999"/>
                                    </a:lnTo>
                                    <a:lnTo>
                                      <a:pt x="23" y="1006"/>
                                    </a:lnTo>
                                    <a:lnTo>
                                      <a:pt x="26" y="1011"/>
                                    </a:lnTo>
                                    <a:lnTo>
                                      <a:pt x="28" y="1016"/>
                                    </a:lnTo>
                                    <a:lnTo>
                                      <a:pt x="31" y="1019"/>
                                    </a:lnTo>
                                    <a:lnTo>
                                      <a:pt x="35" y="1021"/>
                                    </a:lnTo>
                                    <a:lnTo>
                                      <a:pt x="40" y="1023"/>
                                    </a:lnTo>
                                    <a:lnTo>
                                      <a:pt x="45" y="1023"/>
                                    </a:lnTo>
                                    <a:lnTo>
                                      <a:pt x="55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4"/>
                                    </a:lnTo>
                                    <a:lnTo>
                                      <a:pt x="56" y="1028"/>
                                    </a:lnTo>
                                    <a:lnTo>
                                      <a:pt x="56" y="1028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56" y="1029"/>
                                    </a:lnTo>
                                    <a:lnTo>
                                      <a:pt x="96" y="1034"/>
                                    </a:lnTo>
                                    <a:lnTo>
                                      <a:pt x="137" y="1036"/>
                                    </a:lnTo>
                                    <a:lnTo>
                                      <a:pt x="222" y="1036"/>
                                    </a:lnTo>
                                    <a:lnTo>
                                      <a:pt x="266" y="1034"/>
                                    </a:lnTo>
                                    <a:lnTo>
                                      <a:pt x="311" y="1036"/>
                                    </a:lnTo>
                                    <a:lnTo>
                                      <a:pt x="404" y="1034"/>
                                    </a:lnTo>
                                    <a:lnTo>
                                      <a:pt x="502" y="1031"/>
                                    </a:lnTo>
                                    <a:lnTo>
                                      <a:pt x="601" y="1029"/>
                                    </a:lnTo>
                                    <a:lnTo>
                                      <a:pt x="703" y="1028"/>
                                    </a:lnTo>
                                    <a:lnTo>
                                      <a:pt x="809" y="1028"/>
                                    </a:lnTo>
                                    <a:lnTo>
                                      <a:pt x="919" y="1028"/>
                                    </a:lnTo>
                                    <a:lnTo>
                                      <a:pt x="973" y="1031"/>
                                    </a:lnTo>
                                    <a:lnTo>
                                      <a:pt x="1030" y="1033"/>
                                    </a:lnTo>
                                    <a:lnTo>
                                      <a:pt x="1142" y="1033"/>
                                    </a:lnTo>
                                    <a:lnTo>
                                      <a:pt x="1256" y="1031"/>
                                    </a:lnTo>
                                    <a:lnTo>
                                      <a:pt x="1316" y="1029"/>
                                    </a:lnTo>
                                    <a:lnTo>
                                      <a:pt x="1374" y="1029"/>
                                    </a:lnTo>
                                    <a:lnTo>
                                      <a:pt x="1491" y="1033"/>
                                    </a:lnTo>
                                    <a:lnTo>
                                      <a:pt x="1551" y="1031"/>
                                    </a:lnTo>
                                    <a:lnTo>
                                      <a:pt x="1581" y="1028"/>
                                    </a:lnTo>
                                    <a:lnTo>
                                      <a:pt x="1594" y="1023"/>
                                    </a:lnTo>
                                    <a:lnTo>
                                      <a:pt x="1607" y="1016"/>
                                    </a:lnTo>
                                    <a:lnTo>
                                      <a:pt x="1620" y="1003"/>
                                    </a:lnTo>
                                    <a:lnTo>
                                      <a:pt x="1630" y="985"/>
                                    </a:lnTo>
                                    <a:lnTo>
                                      <a:pt x="1639" y="966"/>
                                    </a:lnTo>
                                    <a:lnTo>
                                      <a:pt x="1645" y="938"/>
                                    </a:lnTo>
                                    <a:lnTo>
                                      <a:pt x="1649" y="908"/>
                                    </a:lnTo>
                                    <a:lnTo>
                                      <a:pt x="1650" y="847"/>
                                    </a:lnTo>
                                    <a:lnTo>
                                      <a:pt x="1649" y="787"/>
                                    </a:lnTo>
                                    <a:lnTo>
                                      <a:pt x="1639" y="666"/>
                                    </a:lnTo>
                                    <a:lnTo>
                                      <a:pt x="1632" y="544"/>
                                    </a:lnTo>
                                    <a:lnTo>
                                      <a:pt x="1627" y="423"/>
                                    </a:lnTo>
                                    <a:lnTo>
                                      <a:pt x="1625" y="393"/>
                                    </a:lnTo>
                                    <a:lnTo>
                                      <a:pt x="1625" y="362"/>
                                    </a:lnTo>
                                    <a:lnTo>
                                      <a:pt x="1625" y="302"/>
                                    </a:lnTo>
                                    <a:lnTo>
                                      <a:pt x="1629" y="179"/>
                                    </a:lnTo>
                                    <a:lnTo>
                                      <a:pt x="1629" y="120"/>
                                    </a:lnTo>
                                    <a:lnTo>
                                      <a:pt x="1629" y="90"/>
                                    </a:lnTo>
                                    <a:lnTo>
                                      <a:pt x="1624" y="62"/>
                                    </a:lnTo>
                                    <a:lnTo>
                                      <a:pt x="1622" y="55"/>
                                    </a:lnTo>
                                    <a:lnTo>
                                      <a:pt x="1619" y="48"/>
                                    </a:lnTo>
                                    <a:lnTo>
                                      <a:pt x="1616" y="42"/>
                                    </a:lnTo>
                                    <a:lnTo>
                                      <a:pt x="1611" y="38"/>
                                    </a:lnTo>
                                    <a:lnTo>
                                      <a:pt x="1602" y="34"/>
                                    </a:lnTo>
                                    <a:lnTo>
                                      <a:pt x="1594" y="30"/>
                                    </a:lnTo>
                                    <a:lnTo>
                                      <a:pt x="1584" y="27"/>
                                    </a:lnTo>
                                    <a:lnTo>
                                      <a:pt x="1556" y="22"/>
                                    </a:lnTo>
                                    <a:lnTo>
                                      <a:pt x="1526" y="20"/>
                                    </a:lnTo>
                                    <a:lnTo>
                                      <a:pt x="1409" y="19"/>
                                    </a:lnTo>
                                    <a:lnTo>
                                      <a:pt x="1291" y="17"/>
                                    </a:lnTo>
                                    <a:lnTo>
                                      <a:pt x="1177" y="17"/>
                                    </a:lnTo>
                                    <a:lnTo>
                                      <a:pt x="953" y="19"/>
                                    </a:lnTo>
                                    <a:lnTo>
                                      <a:pt x="925" y="19"/>
                                    </a:lnTo>
                                    <a:lnTo>
                                      <a:pt x="899" y="17"/>
                                    </a:lnTo>
                                    <a:lnTo>
                                      <a:pt x="844" y="14"/>
                                    </a:lnTo>
                                    <a:lnTo>
                                      <a:pt x="738" y="10"/>
                                    </a:lnTo>
                                    <a:lnTo>
                                      <a:pt x="636" y="9"/>
                                    </a:lnTo>
                                    <a:lnTo>
                                      <a:pt x="536" y="9"/>
                                    </a:lnTo>
                                    <a:lnTo>
                                      <a:pt x="439" y="7"/>
                                    </a:lnTo>
                                    <a:close/>
                                    <a:moveTo>
                                      <a:pt x="472" y="0"/>
                                    </a:moveTo>
                                    <a:lnTo>
                                      <a:pt x="602" y="0"/>
                                    </a:lnTo>
                                    <a:lnTo>
                                      <a:pt x="738" y="2"/>
                                    </a:lnTo>
                                    <a:lnTo>
                                      <a:pt x="844" y="5"/>
                                    </a:lnTo>
                                    <a:lnTo>
                                      <a:pt x="899" y="9"/>
                                    </a:lnTo>
                                    <a:lnTo>
                                      <a:pt x="925" y="10"/>
                                    </a:lnTo>
                                    <a:lnTo>
                                      <a:pt x="953" y="10"/>
                                    </a:lnTo>
                                    <a:lnTo>
                                      <a:pt x="1177" y="10"/>
                                    </a:lnTo>
                                    <a:lnTo>
                                      <a:pt x="1291" y="10"/>
                                    </a:lnTo>
                                    <a:lnTo>
                                      <a:pt x="1409" y="10"/>
                                    </a:lnTo>
                                    <a:lnTo>
                                      <a:pt x="1526" y="12"/>
                                    </a:lnTo>
                                    <a:lnTo>
                                      <a:pt x="1556" y="15"/>
                                    </a:lnTo>
                                    <a:lnTo>
                                      <a:pt x="1586" y="20"/>
                                    </a:lnTo>
                                    <a:lnTo>
                                      <a:pt x="1601" y="25"/>
                                    </a:lnTo>
                                    <a:lnTo>
                                      <a:pt x="1616" y="32"/>
                                    </a:lnTo>
                                    <a:lnTo>
                                      <a:pt x="1620" y="38"/>
                                    </a:lnTo>
                                    <a:lnTo>
                                      <a:pt x="1625" y="45"/>
                                    </a:lnTo>
                                    <a:lnTo>
                                      <a:pt x="1627" y="52"/>
                                    </a:lnTo>
                                    <a:lnTo>
                                      <a:pt x="1630" y="60"/>
                                    </a:lnTo>
                                    <a:lnTo>
                                      <a:pt x="1635" y="90"/>
                                    </a:lnTo>
                                    <a:lnTo>
                                      <a:pt x="1635" y="120"/>
                                    </a:lnTo>
                                    <a:lnTo>
                                      <a:pt x="1634" y="181"/>
                                    </a:lnTo>
                                    <a:lnTo>
                                      <a:pt x="1630" y="302"/>
                                    </a:lnTo>
                                    <a:lnTo>
                                      <a:pt x="1630" y="362"/>
                                    </a:lnTo>
                                    <a:lnTo>
                                      <a:pt x="1630" y="391"/>
                                    </a:lnTo>
                                    <a:lnTo>
                                      <a:pt x="1632" y="423"/>
                                    </a:lnTo>
                                    <a:lnTo>
                                      <a:pt x="1637" y="544"/>
                                    </a:lnTo>
                                    <a:lnTo>
                                      <a:pt x="1644" y="665"/>
                                    </a:lnTo>
                                    <a:lnTo>
                                      <a:pt x="1652" y="787"/>
                                    </a:lnTo>
                                    <a:lnTo>
                                      <a:pt x="1654" y="847"/>
                                    </a:lnTo>
                                    <a:lnTo>
                                      <a:pt x="1652" y="908"/>
                                    </a:lnTo>
                                    <a:lnTo>
                                      <a:pt x="1647" y="938"/>
                                    </a:lnTo>
                                    <a:lnTo>
                                      <a:pt x="1640" y="968"/>
                                    </a:lnTo>
                                    <a:lnTo>
                                      <a:pt x="1634" y="986"/>
                                    </a:lnTo>
                                    <a:lnTo>
                                      <a:pt x="1624" y="1003"/>
                                    </a:lnTo>
                                    <a:lnTo>
                                      <a:pt x="1609" y="1018"/>
                                    </a:lnTo>
                                    <a:lnTo>
                                      <a:pt x="1596" y="1024"/>
                                    </a:lnTo>
                                    <a:lnTo>
                                      <a:pt x="1581" y="1029"/>
                                    </a:lnTo>
                                    <a:lnTo>
                                      <a:pt x="1551" y="1034"/>
                                    </a:lnTo>
                                    <a:lnTo>
                                      <a:pt x="1491" y="1034"/>
                                    </a:lnTo>
                                    <a:lnTo>
                                      <a:pt x="1374" y="1033"/>
                                    </a:lnTo>
                                    <a:lnTo>
                                      <a:pt x="1316" y="1033"/>
                                    </a:lnTo>
                                    <a:lnTo>
                                      <a:pt x="1256" y="1034"/>
                                    </a:lnTo>
                                    <a:lnTo>
                                      <a:pt x="1142" y="1038"/>
                                    </a:lnTo>
                                    <a:lnTo>
                                      <a:pt x="1030" y="1038"/>
                                    </a:lnTo>
                                    <a:lnTo>
                                      <a:pt x="973" y="1036"/>
                                    </a:lnTo>
                                    <a:lnTo>
                                      <a:pt x="919" y="1033"/>
                                    </a:lnTo>
                                    <a:lnTo>
                                      <a:pt x="809" y="1033"/>
                                    </a:lnTo>
                                    <a:lnTo>
                                      <a:pt x="703" y="1034"/>
                                    </a:lnTo>
                                    <a:lnTo>
                                      <a:pt x="568" y="1038"/>
                                    </a:lnTo>
                                    <a:lnTo>
                                      <a:pt x="437" y="1039"/>
                                    </a:lnTo>
                                    <a:lnTo>
                                      <a:pt x="311" y="1041"/>
                                    </a:lnTo>
                                    <a:lnTo>
                                      <a:pt x="266" y="1041"/>
                                    </a:lnTo>
                                    <a:lnTo>
                                      <a:pt x="222" y="1041"/>
                                    </a:lnTo>
                                    <a:lnTo>
                                      <a:pt x="137" y="1041"/>
                                    </a:lnTo>
                                    <a:lnTo>
                                      <a:pt x="96" y="1038"/>
                                    </a:lnTo>
                                    <a:lnTo>
                                      <a:pt x="56" y="1033"/>
                                    </a:lnTo>
                                    <a:lnTo>
                                      <a:pt x="46" y="1031"/>
                                    </a:lnTo>
                                    <a:lnTo>
                                      <a:pt x="45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3" y="1029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1" y="1026"/>
                                    </a:lnTo>
                                    <a:lnTo>
                                      <a:pt x="40" y="1026"/>
                                    </a:lnTo>
                                    <a:lnTo>
                                      <a:pt x="35" y="1024"/>
                                    </a:lnTo>
                                    <a:lnTo>
                                      <a:pt x="31" y="1023"/>
                                    </a:lnTo>
                                    <a:lnTo>
                                      <a:pt x="28" y="1021"/>
                                    </a:lnTo>
                                    <a:lnTo>
                                      <a:pt x="26" y="1019"/>
                                    </a:lnTo>
                                    <a:lnTo>
                                      <a:pt x="23" y="1013"/>
                                    </a:lnTo>
                                    <a:lnTo>
                                      <a:pt x="20" y="1008"/>
                                    </a:lnTo>
                                    <a:lnTo>
                                      <a:pt x="18" y="1001"/>
                                    </a:lnTo>
                                    <a:lnTo>
                                      <a:pt x="12" y="965"/>
                                    </a:lnTo>
                                    <a:lnTo>
                                      <a:pt x="8" y="930"/>
                                    </a:lnTo>
                                    <a:lnTo>
                                      <a:pt x="8" y="864"/>
                                    </a:lnTo>
                                    <a:lnTo>
                                      <a:pt x="12" y="801"/>
                                    </a:lnTo>
                                    <a:lnTo>
                                      <a:pt x="13" y="746"/>
                                    </a:lnTo>
                                    <a:lnTo>
                                      <a:pt x="13" y="719"/>
                                    </a:lnTo>
                                    <a:lnTo>
                                      <a:pt x="13" y="695"/>
                                    </a:lnTo>
                                    <a:lnTo>
                                      <a:pt x="12" y="652"/>
                                    </a:lnTo>
                                    <a:lnTo>
                                      <a:pt x="8" y="612"/>
                                    </a:lnTo>
                                    <a:lnTo>
                                      <a:pt x="8" y="580"/>
                                    </a:lnTo>
                                    <a:lnTo>
                                      <a:pt x="7" y="555"/>
                                    </a:lnTo>
                                    <a:lnTo>
                                      <a:pt x="5" y="537"/>
                                    </a:lnTo>
                                    <a:lnTo>
                                      <a:pt x="5" y="526"/>
                                    </a:lnTo>
                                    <a:lnTo>
                                      <a:pt x="5" y="522"/>
                                    </a:lnTo>
                                    <a:lnTo>
                                      <a:pt x="5" y="519"/>
                                    </a:lnTo>
                                    <a:lnTo>
                                      <a:pt x="5" y="507"/>
                                    </a:lnTo>
                                    <a:lnTo>
                                      <a:pt x="3" y="489"/>
                                    </a:lnTo>
                                    <a:lnTo>
                                      <a:pt x="3" y="464"/>
                                    </a:lnTo>
                                    <a:lnTo>
                                      <a:pt x="2" y="42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2" y="299"/>
                                    </a:lnTo>
                                    <a:lnTo>
                                      <a:pt x="3" y="272"/>
                                    </a:lnTo>
                                    <a:lnTo>
                                      <a:pt x="5" y="244"/>
                                    </a:lnTo>
                                    <a:lnTo>
                                      <a:pt x="7" y="214"/>
                                    </a:lnTo>
                                    <a:lnTo>
                                      <a:pt x="7" y="183"/>
                                    </a:lnTo>
                                    <a:lnTo>
                                      <a:pt x="5" y="149"/>
                                    </a:lnTo>
                                    <a:lnTo>
                                      <a:pt x="7" y="115"/>
                                    </a:lnTo>
                                    <a:lnTo>
                                      <a:pt x="10" y="80"/>
                                    </a:lnTo>
                                    <a:lnTo>
                                      <a:pt x="13" y="62"/>
                                    </a:lnTo>
                                    <a:lnTo>
                                      <a:pt x="17" y="53"/>
                                    </a:lnTo>
                                    <a:lnTo>
                                      <a:pt x="18" y="48"/>
                                    </a:lnTo>
                                    <a:lnTo>
                                      <a:pt x="21" y="45"/>
                                    </a:lnTo>
                                    <a:lnTo>
                                      <a:pt x="30" y="35"/>
                                    </a:lnTo>
                                    <a:lnTo>
                                      <a:pt x="41" y="29"/>
                                    </a:lnTo>
                                    <a:lnTo>
                                      <a:pt x="53" y="24"/>
                                    </a:lnTo>
                                    <a:lnTo>
                                      <a:pt x="91" y="14"/>
                                    </a:lnTo>
                                    <a:lnTo>
                                      <a:pt x="131" y="9"/>
                                    </a:lnTo>
                                    <a:lnTo>
                                      <a:pt x="172" y="7"/>
                                    </a:lnTo>
                                    <a:lnTo>
                                      <a:pt x="257" y="4"/>
                                    </a:lnTo>
                                    <a:lnTo>
                                      <a:pt x="346" y="2"/>
                                    </a:lnTo>
                                    <a:lnTo>
                                      <a:pt x="47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AB41C" id="Group 49" o:spid="_x0000_s1026" alt="Name badge design with hand-drawn, white badges in front of a brightly-colored abstract design" style="position:absolute;margin-left:0;margin-top:0;width:540.7pt;height:738.7pt;z-index:-251657216;mso-position-horizontal:center;mso-position-horizontal-relative:page;mso-position-vertical:center;mso-position-vertical-relative:page;mso-width-relative:margin;mso-height-relative:margin" coordsize="68707,93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">
                <o:lock v:ext="edit" aspectratio="t"/>
                <v:group id="Group 2" o:spid="_x0000_s1027" alt="Name badge design with hand-drawn white badges in front of brightly-colored abstract backing" style="position:absolute;width:68707;height:93821" coordsize="68707,938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AutoShape 3" o:spid="_x0000_s1028" style="position:absolute;left:31;width:68676;height:93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>
                    <o:lock v:ext="edit" aspectratio="t" text="t"/>
                  </v:rect>
                  <v:rect id="Rectangle 15" o:spid="_x0000_s1029" style="position:absolute;left:31;width:68644;height:937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ESr8A&#10;AADbAAAADwAAAGRycy9kb3ducmV2LnhtbERPS4vCMBC+C/6HMII3TZVVlq5RZGFx8eYD7HFIxqbY&#10;TEoTa/33RljY23x8z1lteleLjtpQeVYwm2YgiLU3FZcKzqefySeIEJEN1p5JwZMCbNbDwQpz4x98&#10;oO4YS5FCOOSowMbY5FIGbclhmPqGOHFX3zqMCbalNC0+Urir5TzLltJhxanBYkPflvTteHcKtl0x&#10;vxTlztTF/vZxsDoUl6iVGo/67ReISH38F/+5f02av4D3L+kA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3IRKvwAAANsAAAAPAAAAAAAAAAAAAAAAAJgCAABkcnMvZG93bnJl&#10;di54bWxQSwUGAAAAAAQABAD1AAAAhAMAAAAA&#10;" filled="f" stroked="f" strokeweight="0"/>
                  <v:group id="Group 16" o:spid="_x0000_s1030" style="position:absolute;top:41179;width:12747;height:17796" coordorigin=",41179" coordsize="12747,17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shape id="Freeform 45" o:spid="_x0000_s1031" style="position:absolute;top:41179;width:6635;height:9668;visibility:visible;mso-wrap-style:square;v-text-anchor:top" coordsize="418,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3bcUA&#10;AADbAAAADwAAAGRycy9kb3ducmV2LnhtbESP0WrCQBRE3wX/YbmFvtWNUsVGV5GUlj5UJakfcMle&#10;k6XZu2l2q7Ff7woFH4eZOcMs171txIk6bxwrGI8SEMSl04YrBYevt6c5CB+QNTaOScGFPKxXw8ES&#10;U+3OnNOpCJWIEPYpKqhDaFMpfVmTRT9yLXH0jq6zGKLsKqk7PEe4beQkSWbSouG4UGNLWU3ld/Fr&#10;FUx+TPbZv+C72W8Pyd+uyF+zca7U40O/WYAI1Id7+L/9oRU8T+H2Jf4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XdtxQAAANsAAAAPAAAAAAAAAAAAAAAAAJgCAABkcnMv&#10;ZG93bnJldi54bWxQSwUGAAAAAAQABAD1AAAAigMAAAAA&#10;" path="m219,r16,211l418,321,221,400,174,609,38,446,,450,,125r59,17l219,xe" filled="f" stroked="f" strokeweight="0">
                      <v:path arrowok="t" o:connecttype="custom" o:connectlocs="347663,0;373063,334963;663575,509588;350838,635000;276225,966788;60325,708025;0,714375;0,198438;93663,225425;347663,0" o:connectangles="0,0,0,0,0,0,0,0,0,0"/>
                    </v:shape>
                    <v:shape id="Freeform 46" o:spid="_x0000_s1032" style="position:absolute;left:6032;top:51990;width:6715;height:6985;visibility:visible;mso-wrap-style:square;v-text-anchor:top" coordsize="423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do18QA&#10;AADbAAAADwAAAGRycy9kb3ducmV2LnhtbESP0WrCQBRE3wv9h+UWfDMbi00lukoptFrxoRo/4JK9&#10;JsHs3bC7NbFf3xWEPg4zc4ZZrAbTigs531hWMElSEMSl1Q1XCo7Fx3gGwgdkja1lUnAlD6vl48MC&#10;c2173tPlECoRIexzVFCH0OVS+rImgz6xHXH0TtYZDFG6SmqHfYSbVj6naSYNNhwXauzovabyfPgx&#10;Cj6/Biq2+NuvX7+t0+fdJnsprFKjp+FtDiLQEP7D9/ZGK5hmcPsSf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XaNfEAAAA2wAAAA8AAAAAAAAAAAAAAAAAmAIAAGRycy9k&#10;b3ducmV2LnhtbFBLBQYAAAAABAAEAPUAAACJAwAAAAA=&#10;" path="m170,l270,114,423,97,346,229r55,118l382,362,261,335,149,440,134,286,,213,140,150,170,xe" filled="f" stroked="f" strokeweight="0">
                      <v:path arrowok="t" o:connecttype="custom" o:connectlocs="269875,0;428625,180975;671513,153988;549275,363538;636588,550863;606425,574675;414338,531813;236538,698500;212725,454025;0,338138;222250,238125;269875,0" o:connectangles="0,0,0,0,0,0,0,0,0,0,0,0"/>
                    </v:shape>
                  </v:group>
                  <v:group id="Group 17" o:spid="_x0000_s1033" style="position:absolute;top:20304;width:68627;height:44339" coordorigin=",20304" coordsize="68627,44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Freeform 43" o:spid="_x0000_s1034" style="position:absolute;top:51022;width:35401;height:13621;visibility:visible;mso-wrap-style:square;v-text-anchor:top" coordsize="2230,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/t1MQA&#10;AADbAAAADwAAAGRycy9kb3ducmV2LnhtbESPT2sCMRTE74V+h/AEL0Wzq6KyNcpSWBA8FP+A10fy&#10;uru4edkmqW6/fVMo9DjMzG+YzW6wnbiTD61jBfk0A0GsnWm5VnA5V5M1iBCRDXaOScE3Bdhtn582&#10;WBj34CPdT7EWCcKhQAVNjH0hZdANWQxT1xMn78N5izFJX0vj8ZHgtpOzLFtKiy2nhQZ7emtI305f&#10;VkGVH9w7vbgVt/Q5q+alP1y1V2o8GspXEJGG+B/+a++NgsUcfr+k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P7dTEAAAA2wAAAA8AAAAAAAAAAAAAAAAAmAIAAGRycy9k&#10;b3ducmV2LnhtbFBLBQYAAAAABAAEAPUAAACJAwAAAAA=&#10;" path="m1154,r80,37l1317,72r79,28l1473,125r75,22l1621,161r68,11l1754,177r61,-2l1870,170r50,-11l1965,143r25,-12l2028,166r41,31l2116,222r57,20l2230,249r-89,77l2044,401r-106,74l1826,544r-119,65l1584,668r-127,54l1328,768r-133,38l1061,833,926,851r-132,7l649,853,505,838,362,815,221,783,83,742,,715,,482r34,9l118,510r81,17l274,539r72,5l412,544r59,-5l547,523r69,-23l683,469r62,-36l805,392r55,-46l914,294r52,-54l1014,183r47,-60l1107,63,1154,xe" filled="f" stroked="f" strokeweight="0">
                      <v:path arrowok="t" o:connecttype="custom" o:connectlocs="1831975,0;1958975,58738;2090738,114300;2216150,158750;2338388,198438;2457450,233363;2573338,255588;2681288,273050;2784475,280988;2881313,277813;2968625,269875;3048000,252413;3119438,227013;3159125,207963;3219450,263525;3284538,312738;3359150,352425;3449638,384175;3540125,395288;3398838,517525;3244850,636588;3076575,754063;2898775,863600;2709863,966788;2514600,1060450;2312988,1146175;2108200,1219200;1897063,1279525;1684338,1322388;1470025,1350963;1260475,1362075;1030288,1354138;801688,1330325;574675,1293813;350838,1243013;131763,1177925;0,1135063;0,765175;53975,779463;187325,809625;315913,836613;434975,855663;549275,863600;654050,863600;747713,855663;868363,830263;977900,793750;1084263,744538;1182688,687388;1277938,622300;1365250,549275;1450975,466725;1533525,381000;1609725,290513;1684338,195263;1757363,100013;1831975,0" o:connectangles="0,0,0,0,0,0,0,0,0,0,0,0,0,0,0,0,0,0,0,0,0,0,0,0,0,0,0,0,0,0,0,0,0,0,0,0,0,0,0,0,0,0,0,0,0,0,0,0,0,0,0,0,0,0,0,0,0"/>
                    </v:shape>
                    <v:shape id="Freeform 44" o:spid="_x0000_s1035" style="position:absolute;left:33734;top:20304;width:34893;height:28956;visibility:visible;mso-wrap-style:square;v-text-anchor:top" coordsize="2198,1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YH/8IA&#10;AADbAAAADwAAAGRycy9kb3ducmV2LnhtbESPT4vCMBTE7wt+h/AEb2vaRUSrUdRV0aN/wOujebbF&#10;5qU2sdZvbxYWPA4z8xtmOm9NKRqqXWFZQdyPQBCnVhecKTifNt8jEM4jaywtk4IXOZjPOl9TTLR9&#10;8oGao89EgLBLUEHufZVI6dKcDLq+rYiDd7W1QR9knUld4zPATSl/omgoDRYcFnKsaJVTejs+jIJx&#10;U23Hzq4uy9/z7r6/xOuXj9dK9brtYgLCU+s/4f/2TisYDODvS/gBcv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gf/wgAAANsAAAAPAAAAAAAAAAAAAAAAAJgCAABkcnMvZG93&#10;bnJldi54bWxQSwUGAAAAAAQABAD1AAAAhwMAAAAA&#10;" path="m2198,278r,1121l2103,1611r-95,-61l1907,1492r-102,-50l1701,1396,2198,278xm1993,r135,l2198,4r,220l2137,226r-81,5l1979,242r-72,11l1841,269r-59,18l1728,310r-66,38l1603,392r-56,49l1499,495r-45,57l1415,613r-36,64l1347,745r-29,70l1289,887r-25,72l1239,1032r-23,75l1193,1181r-25,73l1143,1326r-27,70l1085,1466r-30,64l1019,1594r-38,60l938,1709r-46,52l854,1792r-46,32l754,1774r-54,-43l646,1697r-52,-24l542,1659r-64,-11l419,1639r,l394,1600r-29,-38l331,1530r-39,-29l247,1478r-48,-18l148,1449r-50,-1l48,1451,,1462r18,-70l43,1317r32,-77l114,1159r49,-82l215,993r59,-85l340,824r70,-82l485,659r81,-78l650,503r88,-73l829,360r95,-64l1021,238r100,-52l1223,140r104,-38l1458,66,1590,38,1723,18,1859,5,1993,xe" filled="f" stroked="f" strokeweight="0">
                      <v:path arrowok="t" o:connecttype="custom" o:connectlocs="3489325,2220913;3187700,2460625;2865438,2289175;3489325,441325;3378200,0;3489325,355600;3263900,366713;3027363,401638;2828925,455613;2638425,552450;2455863,700088;2308225,876300;2189163,1074738;2092325,1293813;2006600,1522413;1930400,1757363;1854200,1990725;1771650,2216150;1674813,2428875;1557338,2625725;1416050,2795588;1282700,2895600;1111250,2747963;942975,2655888;758825,2616200;665163,2601913;579438,2479675;463550,2382838;315913,2317750;155575,2298700;0,2320925;68263,2090738;180975,1839913;341313,1576388;539750,1308100;769938,1046163;1031875,798513;1316038,571500;1620838,377825;1941513,222250;2314575,104775;2735263,28575;3163888,0" o:connectangles="0,0,0,0,0,0,0,0,0,0,0,0,0,0,0,0,0,0,0,0,0,0,0,0,0,0,0,0,0,0,0,0,0,0,0,0,0,0,0,0,0,0,0"/>
                      <o:lock v:ext="edit" verticies="t"/>
                    </v:shape>
                  </v:group>
                  <v:shape id="Freeform 18" o:spid="_x0000_s1036" style="position:absolute;top:23860;width:68627;height:35798;visibility:visible;mso-wrap-style:square;v-text-anchor:top" coordsize="4323,2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1FbcYA&#10;AADbAAAADwAAAGRycy9kb3ducmV2LnhtbESPQWvCQBCF70L/wzKFXqTZWMQ2qatUoVIQD6ZevA3Z&#10;aRKanQ3ZrUZ/fecgeJvhvXnvm/lycK06UR8azwYmSQqKuPS24crA4fvz+Q1UiMgWW89k4EIBlouH&#10;0Rxz68+8p1MRKyUhHHI0UMfY5VqHsiaHIfEdsWg/vncYZe0rbXs8S7hr9UuazrTDhqWhxo7WNZW/&#10;xZ8zsD5m4/a47aZZcZ3YKm5Wh93rypinx+HjHVSkId7Nt+svK/gCK7/IAHr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1FbcYAAADbAAAADwAAAAAAAAAAAAAAAACYAgAAZHJz&#10;L2Rvd25yZXYueG1sUEsFBgAAAAAEAAQA9QAAAIsDAAAAAA==&#10;" path="m4323,1175r,283l4308,1448r-80,-61l4323,1175xm,392r6,20l43,527,86,641r50,111l194,860r61,98l323,1055r77,92l480,1234r88,83l659,1396r95,73l853,1537r98,65l1052,1659r102,52l1096,1788r-57,75l980,1935r-63,68l851,2064r-70,55l726,2001r77,-132l650,1886,550,1772r-30,150l380,1985r134,73l529,2212,641,2107r121,27l710,2166r-56,29l597,2218r-61,18l471,2250r-59,5l346,2255r-72,-5l199,2238r-81,-17l34,2202,,2193,,1541r38,-4l174,1700r47,-209l418,1412,235,1302,219,1091,59,1233,,1216,,392xm4323,r,54l3826,1172r,l3694,1121r-133,-41l3427,1046r-131,-27l3296,1019r36,-109l3368,801r2,-6l3377,774r3,-9l3391,733r4,-16l3400,702r7,-16l3411,672r7,-16l3423,641r11,-27l3438,604r7,-20l3450,573r7,-19l3463,543r11,-25l3477,511r11,-24l3493,477r9,-18l3508,448r10,-20l3522,421r16,-27l3542,387r12,-20l3560,358r12,-18l3577,333r18,-25l3597,305r16,-22l3619,276r14,-16l3640,253r18,-20l3660,229r21,-21l3689,202r16,-16l3712,181r18,-16l3737,161r25,-19l3767,138r22,-14l3796,118r21,-12l3825,102r28,-16l3877,75r9,-3l3902,66r10,-3l3927,57r12,-5l3954,48r14,-3l3982,41r15,-3l4013,34r14,-4l4043,27r16,-2l4075,22r17,-2l4109,16r17,-2l4143,13r18,-2l4178,9r19,-2l4213,5r20,-1l4249,4r22,-2l4285,r23,l4321,r2,xe" fillcolor="#d32966 [3204]" stroked="f" strokeweight="0">
                    <v:path arrowok="t" o:connecttype="custom" o:connectlocs="6838950,2298700;0,622300;136525,1017588;404813,1520825;762000,1958975;1196975,2332038;1670050,2633663;1649413,2957513;1350963,3276600;1274763,2967038;825500,3051175;839788,3511550;1127125,3438525;850900,3549650;549275,3579813;187325,3525838;0,2446338;350838,2366963;347663,1731963;0,622300;6073775,1860550;5653088,1714500;5232400,1617663;5349875,1262063;5383213,1163638;5408613,1089025;5434013,1017588;5468938,927100;5497513,862013;5537200,773113;5568950,711200;5616575,625475;5651500,568325;5707063,488950;5745163,438150;5807075,369888;5856288,320675;5921375,261938;5980113,219075;6059488,168275;6154738,119063;6210300,100013;6276975,76200;6345238,60325;6418263,42863;6496050,31750;6577013,20638;6662738,11113;6745288,6350;6838950,0" o:connectangles="0,0,0,0,0,0,0,0,0,0,0,0,0,0,0,0,0,0,0,0,0,0,0,0,0,0,0,0,0,0,0,0,0,0,0,0,0,0,0,0,0,0,0,0,0,0,0,0,0,0"/>
                    <o:lock v:ext="edit" verticies="t"/>
                  </v:shape>
                  <v:shape id="Freeform 19" o:spid="_x0000_s1037" style="position:absolute;left:11033;top:69103;width:38846;height:24718;visibility:visible;mso-wrap-style:square;v-text-anchor:top" coordsize="2447,1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1N88IA&#10;AADbAAAADwAAAGRycy9kb3ducmV2LnhtbERP3WrCMBS+H/gO4Qi7GZpu4HDVKGNjo1cSdQ9wbI5t&#10;sTkpSWy7t18EYXfn4/s96+1oW9GTD41jBc/zDARx6UzDlYKf49dsCSJEZIOtY1LwSwG2m8nDGnPj&#10;Bt5Tf4iVSCEcclRQx9jlUoayJoth7jrixJ2dtxgT9JU0HocUblv5kmWv0mLDqaHGjj5qKi+Hq1XQ&#10;68XTdem/j8W52OnPkx60toNSj9PxfQUi0hj/xXd3YdL8N7j9kg6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fU3zwgAAANsAAAAPAAAAAAAAAAAAAAAAAJgCAABkcnMvZG93&#10;bnJldi54bWxQSwUGAAAAAAQABAD1AAAAhwMAAAAA&#10;" path="m839,1521r35,2l910,1534r25,12l946,1557r-193,l770,1543r33,-16l839,1521xm443,1464r-4,32l432,1528r-9,29l,1557r111,-18l276,1505r167,-41xm1406,994r27,33l1455,1064r12,42l1471,1149r-5,43l1453,1235r-22,37l1403,1303r-32,25l1335,1346r-40,10l1254,1360r-41,-5l1172,1342r-38,-21l1104,1294r-25,-33l1061,1224r113,-65l1283,1088r104,-79l1406,994xm2112,733r61,4l2232,749r59,22l2336,794r41,29l2415,855r32,36l2424,977r-29,91l2359,1163r-41,98l2272,1362r-51,100l2171,1557r-184,l1947,1543r-53,-29l1843,1476r-41,-41l1766,1387r-28,-52l1716,1279r-12,-57l1698,1163r4,-59l1713,1043r21,-59l1765,930r35,-50l1843,837r47,-36l1942,774r54,-21l2055,738r57,-5xm2044,r74,70l2187,142r65,73l2311,292r,l2286,337r-31,39l2221,409r-41,28l2137,457r-46,14l2044,477r-50,l1946,468r-49,-18l1858,428r71,-141l1992,144,2044,xm2044,r,l2044,r,xe" fillcolor="#a8d38c [1944]" stroked="f" strokeweight="0">
                    <v:path arrowok="t" o:connecttype="custom" o:connectlocs="1387475,2417763;1484313,2454275;1195388,2471738;1274763,2424113;703263,2324100;685800,2425700;0,2471738;438150,2389188;2232025,1577975;2309813,1689100;2335213,1824038;2306638,1960563;2227263,2068513;2119313,2136775;1990725,2159000;1860550,2130425;1752600,2054225;1684338,1943100;2036763,1727200;2232025,1577975;3449638,1169988;3636963,1223963;3773488,1306513;3884613,1414463;3802063,1695450;3679825,2001838;3525838,2320925;3154363,2471738;3006725,2403475;2860675,2278063;2759075,2119313;2705100,1939925;2701925,1752600;2752725,1562100;2857500,1397000;3000375,1271588;3168650,1195388;3352800,1163638;3362325,111125;3575050,341313;3668713,463550;3579813,596900;3460750,693738;3319463,747713;3165475,757238;3011488,714375;3062288,455613;3244850,0;3244850,0;3244850,0" o:connectangles="0,0,0,0,0,0,0,0,0,0,0,0,0,0,0,0,0,0,0,0,0,0,0,0,0,0,0,0,0,0,0,0,0,0,0,0,0,0,0,0,0,0,0,0,0,0,0,0,0,0"/>
                    <o:lock v:ext="edit" verticies="t"/>
                  </v:shape>
                  <v:shape id="Freeform 20" o:spid="_x0000_s1038" style="position:absolute;left:17748;top:73739;width:32448;height:20082;visibility:visible;mso-wrap-style:square;v-text-anchor:top" coordsize="20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IWOsQA&#10;AADbAAAADwAAAGRycy9kb3ducmV2LnhtbESP3WrCQBBG74W+wzJCb6RuFBUbXaWElgpe+fMAQ3ZM&#10;otnZkF1j+vadC8HL4ZvvzJn1tne16qgNlWcDk3ECijj3tuLCwPn087EEFSKyxdozGfijANvN22CN&#10;qfUPPlB3jIUSCIcUDZQxNqnWIS/JYRj7hliyi28dRhnbQtsWHwJ3tZ4myUI7rFgulNhQVlJ+O96d&#10;aIzm1yw7d/vi+/M6q3/dblmFmTHvw/5rBSpSH1/Lz/bOGpiKvfwiAN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CFjrEAAAA2wAAAA8AAAAAAAAAAAAAAAAAmAIAAGRycy9k&#10;b3ducmV2LnhtbFBLBQYAAAAABAAEAPUAAACJAwAAAAA=&#10;" path="m1888,r41,63l1967,129r30,68l2021,269r16,75l2044,425r-2,54l2035,536r-11,63l1992,563r-38,-32l1913,502r-45,-23l1809,457r-59,-12l1689,441r-57,5l1573,461r-54,21l1467,509r-47,36l1377,588r-35,50l1311,692r-21,59l1279,812r-4,59l1281,930r12,57l1315,1043r28,52l1379,1143r41,41l1471,1222r53,29l1564,1265r-1041,l512,1254r-25,-12l451,1231r-35,-2l380,1235r-33,16l330,1265,,1265r9,-29l16,1204r4,-32l20,1172r125,-36l270,1093r124,-47l518,993,638,932r18,37l681,1002r30,27l749,1050r41,13l831,1068r41,-4l912,1054r36,-18l980,1011r28,-31l1030,943r13,-43l1048,857r-4,-43l1032,772r-22,-37l983,702r-19,15l1057,636r86,-88l1225,452r75,-101l1370,244r65,-109l1435,136r39,22l1523,176r48,9l1621,185r47,-6l1714,165r43,-20l1798,117r34,-33l1863,45,1888,r,xe" fillcolor="#70b344 [3208]" stroked="f" strokeweight="0">
                    <v:path arrowok="t" o:connecttype="custom" o:connectlocs="3062288,100013;3170238,312738;3233738,546100;3241675,760413;3213100,950913;3101975,842963;2965450,760413;2778125,706438;2590800,708025;2411413,765175;2254250,865188;2130425,1012825;2047875,1192213;2024063,1382713;2052638,1566863;2132013,1738313;2254250,1879600;2419350,1985963;830263,2008188;773113,1971675;660400,1951038;550863,1985963;0,2008188;25400,1911350;31750,1860550;428625,1735138;822325,1576388;1041400,1538288;1128713,1633538;1254125,1687513;1384300,1689100;1504950,1644650;1600200,1555750;1655763,1428750;1657350,1292225;1603375,1166813;1530350,1138238;1814513,869950;2063750,557213;2278063,214313;2339975,250825;2493963,293688;2647950,284163;2789238,230188;2908300,133350;2997200,0" o:connectangles="0,0,0,0,0,0,0,0,0,0,0,0,0,0,0,0,0,0,0,0,0,0,0,0,0,0,0,0,0,0,0,0,0,0,0,0,0,0,0,0,0,0,0,0,0,0"/>
                  </v:shape>
                  <v:group id="Group 21" o:spid="_x0000_s1039" style="position:absolute;width:34750;height:35639" coordsize="34750,35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Freeform 37" o:spid="_x0000_s1040" style="position:absolute;left:920;top:16811;width:21892;height:14383;visibility:visible;mso-wrap-style:square;v-text-anchor:top" coordsize="1379,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40LsMA&#10;AADbAAAADwAAAGRycy9kb3ducmV2LnhtbESPy2rDMBBF94H+g5hCd7HctHGLYzmUgEM3WeRBux2s&#10;iWVqjYylOu7fV4FAlpf7ONxiPdlOjDT41rGC5yQFQVw73XKj4HSs5u8gfEDW2DkmBX/kYV0+zArM&#10;tbvwnsZDaEQcYZ+jAhNCn0vpa0MWfeJ64uid3WAxRDk0Ug94ieO2k4s0zaTFliPBYE8bQ/XP4ddG&#10;yGZbTbv++9UumqwKZtwe3fJLqafH6WMFItAU7uFb+1MreHmD65f4A2T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40LsMAAADbAAAADwAAAAAAAAAAAAAAAACYAgAAZHJzL2Rv&#10;d25yZXYueG1sUEsFBgAAAAAEAAQA9QAAAIgDAAAAAA==&#10;" path="m,l1375,614r-2,147l1379,906,51,313,23,159,,xe" filled="f" stroked="f" strokeweight="0">
                      <v:path arrowok="t" o:connecttype="custom" o:connectlocs="0,0;2182813,974725;2179638,1208088;2189163,1438275;80963,496888;36513,252413;0,0" o:connectangles="0,0,0,0,0,0,0"/>
                    </v:shape>
                    <v:shape id="Freeform 38" o:spid="_x0000_s1041" style="position:absolute;left:95;top:8763;width:23685;height:12176;visibility:visible;mso-wrap-style:square;v-text-anchor:top" coordsize="1492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r3JcEA&#10;AADbAAAADwAAAGRycy9kb3ducmV2LnhtbERPz2vCMBS+C/4P4QneNFXZcNUosjmYJ7FzA2+P5tlU&#10;m5fSRO38681h4PHj+z1ftrYSV2p86VjBaJiAIM6dLrlQsP/+HExB+ICssXJMCv7Iw3LR7cwx1e7G&#10;O7pmoRAxhH2KCkwIdSqlzw1Z9ENXE0fu6BqLIcKmkLrBWwy3lRwnyau0WHJsMFjTu6H8nF2sgvUR&#10;fzD7PW3NffxWJZuPQ7t3L0r1e+1qBiJQG57if/eXVjCJY+OX+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a9yXBAAAA2wAAAA8AAAAAAAAAAAAAAAAAmAIAAGRycy9kb3du&#10;cmV2LnhtbFBLBQYAAAAABAAEAPUAAACGAwAAAAA=&#10;" path="m,l1492,666r-24,101l9,113,,xe" filled="f" stroked="f" strokeweight="0">
                      <v:path arrowok="t" o:connecttype="custom" o:connectlocs="0,0;2368550,1057275;2330450,1217613;14288,179388;0,0" o:connectangles="0,0,0,0,0"/>
                    </v:shape>
                    <v:shape id="Freeform 39" o:spid="_x0000_s1042" style="position:absolute;top:1651;width:26130;height:15557;visibility:visible;mso-wrap-style:square;v-text-anchor:top" coordsize="1646,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0dXsMA&#10;AADbAAAADwAAAGRycy9kb3ducmV2LnhtbESPQWvCQBSE7wX/w/KE3pqNkVaNriKC0EIPGj14fGSf&#10;2WD2bcyumv77bkHocZiZb5jFqreNuFPna8cKRkkKgrh0uuZKwfGwfZuC8AFZY+OYFPyQh9Vy8LLA&#10;XLsH7+lehEpECPscFZgQ2lxKXxqy6BPXEkfv7DqLIcqukrrDR4TbRmZp+iEt1hwXDLa0MVReiptV&#10;gJOs/TbXd1mYr+kpKwu5q6uzUq/Dfj0HEagP/+Fn+1MrGM/g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0dXsMAAADbAAAADwAAAAAAAAAAAAAAAACYAgAAZHJzL2Rv&#10;d25yZXYueG1sUEsFBgAAAAAEAAQA9QAAAIgDAAAAAA==&#10;" path="m,l1646,738r-32,61l1586,863r-26,58l1539,980,,290,,xe" filled="f" stroked="f" strokeweight="0">
                      <v:path arrowok="t" o:connecttype="custom" o:connectlocs="0,0;2613025,1171575;2562225,1268413;2517775,1370013;2476500,1462088;2443163,1555750;0,460375;0,0" o:connectangles="0,0,0,0,0,0,0,0"/>
                    </v:shape>
                    <v:shape id="Freeform 40" o:spid="_x0000_s1043" style="position:absolute;left:9620;width:20463;height:8731;visibility:visible;mso-wrap-style:square;v-text-anchor:top" coordsize="1289,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8AK78A&#10;AADbAAAADwAAAGRycy9kb3ducmV2LnhtbERPz2vCMBS+D/wfwht4m2nXMmY1FhEED16mHnZ8NM+2&#10;LHkpSdTsvzeHwY4f3+91m6wRd/JhdKygXBQgiDunR+4VXM77t08QISJrNI5JwS8FaDezlzU22j34&#10;i+6n2IscwqFBBUOMUyNl6AayGBZuIs7c1XmLMUPfS+3xkcOtke9F8SEtjpwbBpxoN1D3c7pZBdfl&#10;fnv2yfKFvo+7yqSylpVRav6atisQkVL8F/+5D1pBndfnL/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vwArvwAAANsAAAAPAAAAAAAAAAAAAAAAAJgCAABkcnMvZG93bnJl&#10;di54bWxQSwUGAAAAAAQABAD1AAAAhAMAAAAA&#10;" path="m,l243,,1289,469r-62,81l,xe" filled="f" stroked="f" strokeweight="0">
                      <v:path arrowok="t" o:connecttype="custom" o:connectlocs="0,0;385763,0;2046288,744538;1947863,873125;0,0" o:connectangles="0,0,0,0,0"/>
                    </v:shape>
                    <v:shape id="Freeform 41" o:spid="_x0000_s1044" style="position:absolute;left:18938;width:15812;height:5651;visibility:visible;mso-wrap-style:square;v-text-anchor:top" coordsize="996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FfMQA&#10;AADbAAAADwAAAGRycy9kb3ducmV2LnhtbESPQWsCMRSE74L/IbxCb5rY2tKuRpFCURGRrhY8Pjav&#10;u6ubl+0m6vrvjVDocZiZb5jxtLWVOFPjS8caBn0FgjhzpuRcw2772XsD4QOywcoxabiSh+mk2xlj&#10;YtyFv+ichlxECPsENRQh1ImUPivIou+7mjh6P66xGKJscmkavES4reSTUq/SYslxocCaPgrKjunJ&#10;atjj8oXlO80P4XuzXv3W6nkpldaPD+1sBCJQG/7Df+2F0TAcwP1L/AFyc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TBXzEAAAA2wAAAA8AAAAAAAAAAAAAAAAAmAIAAGRycy9k&#10;b3ducmV2LnhtbFBLBQYAAAAABAAEAPUAAACJAwAAAAA=&#10;" path="m,l649,,996,156,896,254,799,356,,xe" filled="f" stroked="f" strokeweight="0">
                      <v:path arrowok="t" o:connecttype="custom" o:connectlocs="0,0;1030288,0;1581150,247650;1422400,403225;1268413,565150;0,0" o:connectangles="0,0,0,0,0,0"/>
                    </v:shape>
                    <v:shape id="Freeform 42" o:spid="_x0000_s1045" style="position:absolute;left:2397;top:24511;width:20986;height:11128;visibility:visible;mso-wrap-style:square;v-text-anchor:top" coordsize="1322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ltPcIA&#10;AADbAAAADwAAAGRycy9kb3ducmV2LnhtbESPwW7CMBBE70j9B2sr9VacogJtiEFtAcG1lA9Y4k2c&#10;Nl5HsUnC32OkShxHM/NGk60GW4uOWl85VvAyTkAQ505XXCo4/myf30D4gKyxdkwKLuRhtXwYZZhq&#10;1/M3dYdQighhn6ICE0KTSulzQxb92DXE0StcazFE2ZZSt9hHuK3lJElm0mLFccFgQ1+G8r/D2SqY&#10;dyeyn7uQl9O+2Bzf57+azVqpp8fhYwEi0BDu4f/2Xit4ncDtS/wBc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W09wgAAANsAAAAPAAAAAAAAAAAAAAAAAJgCAABkcnMvZG93&#10;bnJldi54bWxQSwUGAAAAAAQABAD1AAAAhwMAAAAA&#10;" path="m,l1304,584r18,117l37,126,18,65,,xe" filled="f" stroked="f" strokeweight="0">
                      <v:path arrowok="t" o:connecttype="custom" o:connectlocs="0,0;2070100,927100;2098675,1112838;58738,200025;28575,103188;0,0" o:connectangles="0,0,0,0,0,0"/>
                    </v:shape>
                  </v:group>
                  <v:shape id="Freeform 22" o:spid="_x0000_s1046" style="position:absolute;left:48910;top:53387;width:19717;height:40434;visibility:visible;mso-wrap-style:square;v-text-anchor:top" coordsize="1242,2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JJIcIA&#10;AADbAAAADwAAAGRycy9kb3ducmV2LnhtbESPT4vCMBTE7wt+h/AEb5paQXarUcT/7G1V1OOjebbF&#10;5qU00Xa//UYQ9jjMzG+Y6bw1pXhS7QrLCoaDCARxanXBmYLTcdP/BOE8ssbSMin4JQfzWedjiom2&#10;Df/Q8+AzESDsElSQe18lUro0J4NuYCvi4N1sbdAHWWdS19gEuCllHEVjabDgsJBjRcuc0vvhYRRc&#10;6exu7ddqd96O/G7TXAx/r41SvW67mIDw1Pr/8Lu91wriGF5fwg+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4kkhwgAAANsAAAAPAAAAAAAAAAAAAAAAAJgCAABkcnMvZG93&#10;bnJldi54bWxQSwUGAAAAAAQABAD1AAAAhwMAAAAA&#10;" path="m862,2135r-31,5l805,2151r-26,16l758,2189r-16,27l733,2246r-4,30l735,2307r10,27l762,2359r21,21l810,2397r30,8l871,2409r28,-5l928,2393r25,-16l975,2355r16,-28l1000,2298r2,-30l998,2237r-11,-27l969,2185r-21,-21l921,2148r-30,-9l862,2135xm514,1798r-28,6l457,1814r-23,16l412,1852r-16,27l387,1909r-3,31l389,1970r11,27l416,2022r21,22l464,2060r31,9l525,2070r29,-3l582,2056r26,-16l627,2017r16,-27l654,1961r2,-30l652,1900r-10,-28l624,1847r-22,-20l575,1811r-30,-9l514,1798xm1086,1705r-31,5l1028,1721r-25,16l982,1759r-16,27l957,1816r-2,31l959,1877r10,27l985,1929r24,21l1036,1967r28,9l1095,1977r30,-3l1152,1963r25,-16l1199,1924r16,-27l1224,1868r2,-30l1222,1807r-11,-27l1195,1755r-23,-21l1145,1718r-29,-9l1086,1705xm762,1395r-31,4l704,1409r-25,17l658,1449r-16,27l633,1506r-2,31l634,1565r11,29l661,1619r22,20l710,1655r30,11l771,1667r30,-5l828,1651r25,-16l874,1614r17,-27l899,1556r2,-30l898,1497r-11,-28l871,1443r-23,-21l821,1406r-29,-9l762,1395xm765,867r-30,3l708,881r-25,16l661,919r-16,28l636,976r-2,30l638,1037r11,27l665,1089r23,21l715,1126r29,9l774,1139r31,-5l831,1123r25,-16l878,1085r16,-27l903,1028r2,-31l901,967,891,940,874,915,851,893,824,877r-28,-9l765,867xm1027,501r-31,6l968,517r-24,16l923,555r-16,27l898,612r-4,31l899,673r11,27l926,725r22,22l975,763r30,9l1036,773r28,-3l1093,759r25,-16l1140,722r16,-29l1165,664r1,-30l1163,603r-11,-27l1134,551r-21,-21l1086,514r-31,-9l1027,501xm584,453r-28,5l527,469r-25,16l480,507r-14,28l455,564r-2,30l457,625r11,27l486,677r21,21l534,714r31,9l595,727r29,-5l652,711r24,-16l697,673r16,-29l722,616r4,-31l720,555,710,528,693,503,672,481,645,465r-30,-9l584,453xm903,34r-29,3l846,48,821,64,801,87r-16,27l776,143r-4,30l778,204r10,27l805,256r21,21l853,293r30,9l914,306r28,-5l971,290r25,-16l1016,252r16,-27l1043,195r2,-31l1039,134r-9,-27l1012,82,991,60,964,44,934,35,903,34xm887,r7,l910,r6,l937,1r,l959,1r7,2l982,3r7,2l1007,7r4,l1030,9r7,1l1054,12r5,2l1077,16r3,1l1102,21r5,2l1123,26r6,2l1145,34r5,1l1170,41r5,2l1191,48r8,4l1213,57r5,2l1238,68r4,1l1242,69r,103l1242,172r-15,23l1218,225r-1,31l1220,286r11,27l1242,331r,562l1238,893r-29,17l1184,935r-18,28l1157,994r-1,30l1159,1055r11,27l1186,1107r22,21l1234,1144r8,2l1242,1279r-29,3l1184,1293r-25,18l1140,1332r-17,27l1114,1390r-3,30l1116,1449r11,29l1143,1503r22,19l1191,1538r29,11l1242,1551r,908l1218,2447r-30,-11l1157,2434r-28,6l1100,2450r-25,16l1055,2488r-16,27l1032,2534r-2,13l557,2547r6,-7l573,2522r9,-31l584,2461r-3,-29l570,2404r-16,-25l530,2359r-26,-16l475,2332r-31,-2l414,2336r-27,10l362,2362r-21,22l324,2411r-8,30l314,2472r3,30l328,2529r13,18l,2547,65,2443r66,-116l192,2207r57,-124l301,1956r47,-129l385,1694r29,-134l436,1424r5,-65l444,1293r35,9l514,1304r33,-9l577,1279r25,-25l622,1223r9,-30l633,1162r-4,-28l618,1105r-16,-25l581,1060r-27,-16l523,1033r-30,-2l462,1037r-28,11l437,1078,416,920,384,763,341,607r1,3l371,605r27,-11l421,578r20,-21l455,530r11,-31l468,471r-4,-31l453,412,436,387,414,367,387,351,351,340r-34,l283,347r-30,18l255,374,196,240,129,114r36,-5l165,109r38,-6l203,103r37,-7l240,96r36,-7l278,89r9,31l305,146r21,24l355,188r30,9l416,198r28,-3l473,184r25,-18l518,145r16,-27l543,91r4,-27l545,37r,l566,34r7,l590,30r7,-2l616,26r4,-1l642,21r7,l665,17r7,l690,16r5,-2l717,12r5,-2l740,9r7,l763,7r6,l792,5r4,-2l814,3r7,-2l837,1r5,l865,r2,l887,xe" fillcolor="#f7b239 [3206]" stroked="f" strokeweight="0">
                    <v:path arrowok="t" o:connecttype="custom" o:connectlocs="1163638,3565525;1333500,3817938;1587500,3648075;1414463,3395663;628650,2982913;736600,3270250;1020763,3159125;912813,2874963;1558925,2792413;1601788,3095625;1903413,3054350;1860550,2752725;1077913,2263775;1049338,2570163;1354138,2595563;1382713,2290763;1123950,1398588;1030288,1689100;1319213,1782763;1414463,1492250;1581150,804863;1427163,1068388;1689100,1222375;1846263,957263;927100,719138;719138,942975;944563,1154113;1152525,928688;927100,719138;1231900,227013;1401763,479425;1655763,309563;1482725,55563;1487488,1588;1635125,14288;1757363,36513;1890713,76200;1971675,273050;1971675,525463;1835150,1625600;1971675,2030413;1763713,2254250;1971675,2462213;1706563,3914775;909638,4003675;800100,3719513;514350,3827463;103188,3878263;657225,2476500;915988,2030413;955675,1714500;693738,1711325;668338,917575;692150,614363;404813,593725;381000,152400;563563,298450;847725,187325;936625,47625;1066800,26988;1211263,11113;1336675,1588" o:connectangles="0,0,0,0,0,0,0,0,0,0,0,0,0,0,0,0,0,0,0,0,0,0,0,0,0,0,0,0,0,0,0,0,0,0,0,0,0,0,0,0,0,0,0,0,0,0,0,0,0,0,0,0,0,0,0,0,0,0,0,0,0,0"/>
                    <o:lock v:ext="edit" verticies="t"/>
                  </v:shape>
                  <v:group id="Group 23" o:spid="_x0000_s1047" style="position:absolute;width:37592;height:36607" coordsize="37592,366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shape id="Freeform 30" o:spid="_x0000_s1048" style="position:absolute;left:2984;top:26511;width:20590;height:10096;visibility:visible;mso-wrap-style:square;v-text-anchor:top" coordsize="1297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s/psAA&#10;AADbAAAADwAAAGRycy9kb3ducmV2LnhtbERPPWvDMBDdC/0P4grZGtlxKMWNYtLSQtc4GTIe1sUy&#10;sk7GUmPXvz4aCh0f73tXza4XNxpD51lBvs5AEDded9wqOJ++nl9BhIissfdMCn4pQLV/fNhhqf3E&#10;R7rVsRUphEOJCkyMQyllaAw5DGs/ECfu6keHMcGxlXrEKYW7Xm6y7EU67Dg1GBzow1Bj6x+nwH5m&#10;mk7NpTCbZWs5X86DfbdKrZ7mwxuISHP8F/+5v7WCIq1PX9IPkP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ws/psAAAADbAAAADwAAAAAAAAAAAAAAAACYAgAAZHJzL2Rvd25y&#10;ZXYueG1sUEsFBgAAAAAEAAQA9QAAAIUDAAAAAA==&#10;" path="m,l1285,575r12,61l1218,625r-78,-11l1059,603r-81,-9l896,585r-79,-9l737,564,658,550,582,532,507,510,436,483,366,451,299,413,239,369,179,317,126,256,92,204,58,145,27,75,,xe" filled="f" stroked="f" strokeweight="0">
                      <v:path arrowok="t" o:connecttype="custom" o:connectlocs="0,0;2039938,912813;2058988,1009650;1933575,992188;1809750,974725;1681163,957263;1552575,942975;1422400,928688;1296988,914400;1169988,895350;1044575,873125;923925,844550;804863,809625;692150,766763;581025,715963;474663,655638;379413,585788;284163,503238;200025,406400;146050,323850;92075,230188;42863,119063;0,0" o:connectangles="0,0,0,0,0,0,0,0,0,0,0,0,0,0,0,0,0,0,0,0,0,0,0"/>
                    </v:shape>
                    <v:shape id="Freeform 31" o:spid="_x0000_s1049" style="position:absolute;left:1730;top:21780;width:21368;height:12002;visibility:visible;mso-wrap-style:square;v-text-anchor:top" coordsize="1346,7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WX6MQA&#10;AADbAAAADwAAAGRycy9kb3ducmV2LnhtbESPT4vCMBTE7wt+h/CEva2pLopUoyz+WTwpVsHro3k2&#10;ZZuX2kTt+umNsLDHYWZ+w0znra3EjRpfOlbQ7yUgiHOnSy4UHA/rjzEIH5A1Vo5JwS95mM86b1NM&#10;tbvznm5ZKESEsE9RgQmhTqX0uSGLvudq4uidXWMxRNkUUjd4j3BbyUGSjKTFkuOCwZoWhvKf7GoV&#10;LHfZxrhHfhleeD0sT2e6fq+2Sr13268JiEBt+A//tTdawWcfXl/iD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Fl+jEAAAA2wAAAA8AAAAAAAAAAAAAAAAAmAIAAGRycy9k&#10;b3ducmV2LnhtbFBLBQYAAAAABAAEAPUAAACJAwAAAAA=&#10;" path="m,l1328,593r,-9l1335,670r11,86l1346,756,42,172,20,88,,xe" filled="f" stroked="f" strokeweight="0">
                      <v:path arrowok="t" o:connecttype="custom" o:connectlocs="0,0;2108200,941388;2108200,927100;2119313,1063625;2136775,1200150;2136775,1200150;66675,273050;31750,139700;0,0" o:connectangles="0,0,0,0,0,0,0,0,0"/>
                    </v:shape>
                    <v:shape id="Freeform 32" o:spid="_x0000_s1050" style="position:absolute;left:238;top:10556;width:23161;height:16145;visibility:visible;mso-wrap-style:square;v-text-anchor:top" coordsize="1459,10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RR8UA&#10;AADbAAAADwAAAGRycy9kb3ducmV2LnhtbESPQWvCQBSE70L/w/KE3nSjbVWiqxSpYAkIVS/eHtln&#10;Es2+jbtrTP99t1DocZiZb5jFqjO1aMn5yrKC0TABQZxbXXGh4HjYDGYgfEDWWFsmBd/kYbV86i0w&#10;1fbBX9TuQyEihH2KCsoQmlRKn5dk0A9tQxy9s3UGQ5SukNrhI8JNLcdJMpEGK44LJTa0Lim/7u9G&#10;wefmtR1l2dv0vnWXD5/vJqckuyn13O/e5yACdeE//NfeagUvY/j9En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BFHxQAAANsAAAAPAAAAAAAAAAAAAAAAAJgCAABkcnMv&#10;ZG93bnJldi54bWxQSwUGAAAAAAQABAD1AAAAigMAAAAA&#10;" path="m,l1459,654r-19,120l1425,895r-7,122l1418,1008,43,394,25,261,10,129,,xe" filled="f" stroked="f" strokeweight="0">
                      <v:path arrowok="t" o:connecttype="custom" o:connectlocs="0,0;2316163,1038225;2286000,1228725;2262188,1420813;2251075,1614488;2251075,1600200;68263,625475;39688,414338;15875,204788;0,0" o:connectangles="0,0,0,0,0,0,0,0,0,0"/>
                    </v:shape>
                    <v:shape id="Freeform 33" o:spid="_x0000_s1051" style="position:absolute;top:6254;width:24542;height:13081;visibility:visible;mso-wrap-style:square;v-text-anchor:top" coordsize="1546,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8ccMQA&#10;AADbAAAADwAAAGRycy9kb3ducmV2LnhtbESPT2sCMRTE7wW/Q3iCl1KzGrSyGkUKhUJP/kE8PjbP&#10;3cXNy5JEd+2nb4RCj8PM/IZZbXrbiDv5UDvWMBlnIIgLZ2ouNRwPn28LECEiG2wck4YHBdisBy8r&#10;zI3reEf3fSxFgnDIUUMVY5tLGYqKLIaxa4mTd3HeYkzSl9J47BLcNnKaZXNpsea0UGFLHxUV1/3N&#10;JgrPv38O3ev0dDu/T7y6qhnPlNajYb9dgojUx//wX/vLaFAKnl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/HHDEAAAA2wAAAA8AAAAAAAAAAAAAAAAAmAIAAGRycy9k&#10;b3ducmV2LnhtbFBLBQYAAAAABAAEAPUAAACJAwAAAAA=&#10;" path="m,l1539,690r7,-18l1519,747r-21,77l6,158,,79,,xe" filled="f" stroked="f" strokeweight="0">
                      <v:path arrowok="t" o:connecttype="custom" o:connectlocs="0,0;2443163,1095375;2454275,1066800;2411413,1185863;2378075,1308100;9525,250825;0,125413;0,0" o:connectangles="0,0,0,0,0,0,0,0"/>
                    </v:shape>
                    <v:shape id="Freeform 34" o:spid="_x0000_s1052" style="position:absolute;width:29146;height:13366;visibility:visible;mso-wrap-style:square;v-text-anchor:top" coordsize="1836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nIacYA&#10;AADbAAAADwAAAGRycy9kb3ducmV2LnhtbESPQWvCQBSE74X+h+UVvNVNYxEbs5FSFMQexKh4fWSf&#10;SWr2bciuJu2v7xaEHoeZ+YZJF4NpxI06V1tW8DKOQBAXVtdcKjjsV88zEM4ja2wsk4JvcrDIHh9S&#10;TLTteUe33JciQNglqKDyvk2kdEVFBt3YtsTBO9vOoA+yK6XusA9w08g4iqbSYM1hocKWPioqLvnV&#10;KBiWu9y/zY7byWZ/uNSn/uszjn+UGj0N73MQngb/H76311rB5BX+voQf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nIacYAAADbAAAADwAAAAAAAAAAAAAAAACYAgAAZHJz&#10;L2Rvd25yZXYueG1sUEsFBgAAAAAEAAQA9QAAAIsDAAAAAA==&#10;" path="m,l606,,1833,550r3,-5l1768,640r-62,100l1646,842r,l,104,,xe" filled="f" stroked="f" strokeweight="0">
                      <v:path arrowok="t" o:connecttype="custom" o:connectlocs="0,0;962025,0;2909888,873125;2914650,865188;2806700,1016000;2708275,1174750;2613025,1336675;2613025,1336675;0,165100;0,0" o:connectangles="0,0,0,0,0,0,0,0,0,0"/>
                    </v:shape>
                    <v:shape id="Freeform 35" o:spid="_x0000_s1053" style="position:absolute;left:13477;width:18241;height:7540;visibility:visible;mso-wrap-style:square;v-text-anchor:top" coordsize="1149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Bq8MA&#10;AADbAAAADwAAAGRycy9kb3ducmV2LnhtbESPT2sCMRTE7wW/Q3hCbzWr0qqrUUQsSKEH/4DXx+a5&#10;Wd28rEm6br99Uyj0OMzMb5jFqrO1aMmHyrGC4SADQVw4XXGp4HR8f5mCCBFZY+2YFHxTgNWy97TA&#10;XLsH76k9xFIkCIccFZgYm1zKUBiyGAauIU7exXmLMUlfSu3xkeC2lqMse5MWK04LBhvaGCpuhy+r&#10;YGa64a69tvfLhGfZJ32cfdyyUs/9bj0HEamL/+G/9k4rGL/C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tBq8MAAADbAAAADwAAAAAAAAAAAAAAAACYAgAAZHJzL2Rv&#10;d25yZXYueG1sUEsFBgAAAAAEAAQA9QAAAIgDAAAAAA==&#10;" path="m,l344,r799,356l1149,351r-54,61l1043,475r3,-6l,xe" filled="f" stroked="f" strokeweight="0">
                      <v:path arrowok="t" o:connecttype="custom" o:connectlocs="0,0;546100,0;1814513,565150;1824038,557213;1738313,654050;1655763,754063;1660525,744538;0,0" o:connectangles="0,0,0,0,0,0,0,0"/>
                    </v:shape>
                    <v:shape id="Freeform 36" o:spid="_x0000_s1054" style="position:absolute;left:29241;width:8351;height:2476;visibility:visible;mso-wrap-style:square;v-text-anchor:top" coordsize="526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S9dcUA&#10;AADbAAAADwAAAGRycy9kb3ducmV2LnhtbESPT4vCMBTE74LfITzBi6ypCuJWo4h/QNzTqizb26N5&#10;tsXmpTRRq5/eCAt7HGbmN8xs0ZhS3Kh2hWUFg34Egji1uuBMwem4/ZiAcB5ZY2mZFDzIwWLebs0w&#10;1vbO33Q7+EwECLsYFeTeV7GULs3JoOvbijh4Z1sb9EHWmdQ13gPclHIYRWNpsOCwkGNFq5zSy+Fq&#10;FFySZO+S0eYxfF6L3lf6efzxv2ulup1mOQXhqfH/4b/2TisYjeH9JfwA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L11xQAAANsAAAAPAAAAAAAAAAAAAAAAAJgCAABkcnMv&#10;ZG93bnJldi54bWxQSwUGAAAAAAQABAD1AAAAigMAAAAA&#10;" path="m,l526,,439,73r-92,83l347,156,,xe" filled="f" stroked="f" strokeweight="0">
                      <v:path arrowok="t" o:connecttype="custom" o:connectlocs="0,0;835025,0;696913,115888;550863,247650;550863,247650;0,0" o:connectangles="0,0,0,0,0,0"/>
                    </v:shape>
                  </v:group>
                  <v:shape id="Freeform 24" o:spid="_x0000_s1055" style="position:absolute;width:68627;height:93821;visibility:visible;mso-wrap-style:square;v-text-anchor:top" coordsize="4323,5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uqcIA&#10;AADbAAAADwAAAGRycy9kb3ducmV2LnhtbESPQYvCMBSE74L/IbwFb5pu3RXpGkVEwaNa8fxo3rbV&#10;5qUkUau/3iwIexxm5htmtuhMI27kfG1ZwecoAUFcWF1zqeCYb4ZTED4ga2wsk4IHeVjM+70ZZtre&#10;eU+3QyhFhLDPUEEVQptJ6YuKDPqRbYmj92udwRClK6V2eI9w08g0SSbSYM1xocKWVhUVl8PVKPje&#10;PZwx4+d2krjL+bxO8/Z5ypUafHTLHxCBuvAffre3WkH6BX9f4g+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mO6pwgAAANsAAAAPAAAAAAAAAAAAAAAAAJgCAABkcnMvZG93&#10;bnJldi54bWxQSwUGAAAAAAQABAD1AAAAhwMAAAAA&#10;" path="m,5863r18,47l16,5910r-16,l,5863xm,4138l622,5765r-117,32l393,5826r-110,25l179,5874r-95,22l,5677,,4138xm1116,4036r496,1297l1560,5378r-60,43l1431,5464r-77,39l1272,5543r-90,37l604,4063r,l699,4070r95,2l901,4067r108,-11l1116,4036xm,3929r117,37l253,4004r138,30l532,4056r-3,l1122,5605r-144,52l830,5704r-149,45l,3970r,-41xm1564,3893r272,713l1836,4686r-1,81l1827,4846r-12,79l1799,5000r-24,73l1747,5145r-38,68l1663,5278,1182,4022r-1,l1311,3986r128,-43l1564,3893xm1869,3733r-26,88l1829,3913r-9,93l1818,4101r,98l1824,4298r3,98l1625,3864r124,-63l1869,3733xm4118,1028r33,4l4183,1043r32,19l4244,1089r20,31l4276,1155r5,40l4278,1229r-11,34l4262,1272r-4,7l4117,1279r-144,5l3959,1258r-9,-31l3948,1195r4,-34l3963,1127r16,-29l4000,1073r25,-20l4056,1039r30,-9l4118,1028xm2764,523r52,7l2866,548r40,22l2942,597r28,32l2993,666r18,40l3022,749r6,45l3024,831r-7,38l3002,905r-19,37l2958,975r-31,30l2891,1028r-37,18l2802,1061r-52,3l2698,1057r-50,-16l2608,1019r-34,-28l2544,958r-23,-35l2503,881r-11,-43l2488,794r2,-38l2499,720r13,-36l2531,647r27,-34l2589,584r34,-23l2662,541r50,-13l2764,523xm2764,516r-54,4l2659,534r-40,20l2583,577r-32,30l2524,641r-20,40l2490,717r-7,39l2479,794r4,46l2495,885r18,41l2537,964r30,34l2603,1027r41,21l2696,1066r54,7l2804,1069r52,-16l2897,1035r36,-25l2963,980r27,-34l3011,908r13,-37l3033,833r2,-39l3031,749r-11,-45l3002,663r-25,-40l2947,591r-36,-28l2870,539r-52,-16l2764,516xm2739,120r74,2l2888,133r71,17l3031,177r70,38l3165,258r60,50l3277,365r44,61l3359,494r30,70l3411,638r14,77l3431,794r-4,71l3414,935r-17,68l3371,1069r-35,69l3294,1200r-48,58l3192,1310r-61,44l3067,1392r-70,32l2924,1447r-74,15l2777,1469r-76,-2l2628,1456r-73,-19l2483,1410r-70,-36l2349,1329r-58,-50l2239,1224r-46,-63l2155,1095r-30,-72l2103,949r-14,-77l2085,794r4,-76l2101,647r20,-72l2171,503r58,-73l2289,356r67,-75l2426,208r44,-23l2517,165r73,-23l2664,125r75,-5xm3991,r126,l4142,16r23,22l4181,64r11,29l4197,125r-2,31l4185,188r-20,32l4138,245r-32,18l4068,272r-36,-1l3995,260r-27,-16l3945,220r-18,-25l3916,165r-5,-31l3914,102r9,-32l3941,41r23,-25l3991,xm3780,r195,l3955,14r-23,24l3916,66r-11,33l3903,129r4,34l3918,195r18,29l3961,249r32,18l4031,279r39,l4108,271r27,-13l4158,240r20,-23l4192,190r11,-31l4206,127r-5,-32l4190,64,4174,38,4152,14,4133,r190,l4323,269r-15,27l4280,333r-34,32l4206,392r-45,22l4117,426r-47,8l4022,432r-47,-9l3930,407r-43,-24l3850,353r-33,-34l3791,279r-20,-41l3758,193r-7,-46l3753,99r7,-47l3776,5r4,-5xm2635,l3771,r-2,2l3755,43r-9,43l3742,129r4,50l3758,229r20,45l3805,317r34,39l3880,389r47,25l3973,432r49,9l4070,441r48,-6l4165,421r45,-22l4249,373r36,-34l4315,299r8,-14l4323,1283r-56,-2l4274,1267r11,-36l4289,1195r-4,-41l4271,1116r-22,-32l4221,1055r-35,-20l4152,1023r-34,-4l4084,1021r-32,9l4022,1046r-27,22l3972,1093r-17,30l3943,1159r-4,36l3943,1227r7,31l3964,1286r-129,13l3705,1319r-128,26l3452,1381r-115,43l3225,1476r-112,59l3008,1603r-104,74l2805,1756r-95,84l2621,1928r-84,89l2460,2110r-33,-75l2392,1960r-40,-74l2311,1811r-43,-73l2225,1662r-43,-73l2141,1514r-38,-75l2069,1362r-30,-76l2014,1207r-18,-77l1987,1050r-4,-81l1990,887r18,-83l2024,756r22,-50l2073,656r32,-54l2089,665r-9,64l2076,794r6,80l2094,951r24,76l2148,1098r38,68l2232,1229r52,55l2343,1336r67,45l2479,1417r74,29l2626,1464r75,10l2777,1476r75,-5l2927,1455r74,-24l3071,1401r66,-39l3198,1315r53,-52l3302,1206r41,-65l3379,1071r26,-66l3423,937r11,-72l3438,794r-4,-79l3420,636r-23,-73l3366,491r-38,-68l3282,360r-52,-57l3171,253r-66,-45l3035,170r-72,-27l2888,124r-74,-11l2737,111r-75,7l2589,133r-74,23l2445,188r97,-97l2635,xe" fillcolor="#74d8d8 [1941]" stroked="f" strokeweight="0">
                    <v:path arrowok="t" o:connecttype="custom" o:connectlocs="987425,9151938;0,6569075;2019300,8799513;1601788,6438900;839788,6438900;2482850,6180138;2817813,8053388;2284413,6259513;2886075,6665913;6589713,1638300;6791325,1951038;6270625,1947863;6438900,1649413;4670425,947738;4789488,1379538;4448175,1684338;4002088,1465263;4017963,1027113;4387850,819150;3975100,1081088;4027488,1530350;4533900,1671638;4814888,1322388;4621213,893763;4697413,238125;5332413,784225;5392738,1592263;4868863,2209800;4056063,2281238;3421063,1738313;3367088,912813;3995738,261938;6611938,60325;6569075,388938;6234113,309563;6335713,0;6196013,204788;6461125,442913;6677025,201613;6862763,427038;6461125,688975;6018213,442913;6000750,0;5946775,284163;6307138,685800;6802438,538163;6808788,1897063;6537325,1617663;6259513,1839913;5678488,2135188;4452938,2787650;3733800,2994025;3284538,2162175;3187700,1276350;3295650,1260475;3625850,2038350;4408488,2343150;5160963,2005013;5457825,1260475;5127625,481013;4344988,176213" o:connectangles="0,0,0,0,0,0,0,0,0,0,0,0,0,0,0,0,0,0,0,0,0,0,0,0,0,0,0,0,0,0,0,0,0,0,0,0,0,0,0,0,0,0,0,0,0,0,0,0,0,0,0,0,0,0,0,0,0,0,0,0,0"/>
                    <o:lock v:ext="edit" verticies="t"/>
                  </v:shape>
                  <v:shape id="Freeform 25" o:spid="_x0000_s1056" style="position:absolute;width:45212;height:93821;visibility:visible;mso-wrap-style:square;v-text-anchor:top" coordsize="2848,5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Z0XMQA&#10;AADbAAAADwAAAGRycy9kb3ducmV2LnhtbESPQWvCQBSE7wX/w/IEb3VjoLZGVwmFQkEb0CpeH9ln&#10;Esy+DdlNjP76bqHQ4zAz3zCrzWBq0VPrKssKZtMIBHFudcWFguP3x/MbCOeRNdaWScGdHGzWo6cV&#10;JtreeE/9wRciQNglqKD0vkmkdHlJBt3UNsTBu9jWoA+yLaRu8RbgppZxFM2lwYrDQokNvZeUXw+d&#10;UYDpl4kepyE7L07b152+ZnnTZUpNxkO6BOFp8P/hv/anVhC/wO+X8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WdFzEAAAA2wAAAA8AAAAAAAAAAAAAAAAAmAIAAGRycy9k&#10;b3ducmV2LnhtbFBLBQYAAAAABAAEAPUAAACJAwAAAAA=&#10;" path="m2565,3198r29,27l2624,3257r33,37l2694,3339r38,50l2775,3449r25,43l2820,3543r14,58l2843,3665r5,72l2847,3812r-4,79l2832,3975r-14,86l2798,4151r-23,91l2746,4335r-34,95l2676,4525r-41,95l2589,4713r-51,92l2485,4896r-58,88l2367,5068r-67,81l2232,5226r-73,70l2082,5362r-106,80l1863,5516r-116,66l1629,5641r-122,52l1383,5742r-125,41l1132,5819r-123,32l885,5876r-120,23l697,5910r-681,l18,5910,,5863,,5677r84,219l179,5874r104,-23l393,5826r112,-29l622,5765,,4138,,3970,681,5749r149,-45l978,5657r144,-52l529,4056r75,7l1182,5580r90,-37l1354,5503r77,-39l1500,5421r60,-43l1612,5333,1116,4036r66,-14l1663,5278r46,-65l1747,5145r28,-72l1799,5000r16,-75l1827,4846r8,-79l1836,4686r,-80l1564,3893r61,-29l1827,4396r-3,-98l1818,4199r,-98l1820,4006r9,-93l1843,3821r26,-88l1969,3669r93,-66l2150,3533r80,-70l2288,3459r55,-16l2395,3418r47,-36l2485,3339r37,-52l2553,3230r12,-32xm2368,r267,l2569,64r-72,70l2427,206r-66,70l2297,348r-59,69l2184,487r-49,68l2092,622r-35,62l2028,747r-20,57l1990,887r-7,82l1987,1050r9,80l2014,1207r25,79l2069,1362r34,77l2141,1514r41,75l2225,1662r43,76l2311,1811r41,75l2392,1960r35,75l2460,2110r-63,79l2341,2270r-50,80l2245,2427r-38,77l2173,2580r-25,71l2130,2719r-39,-55l2051,2612r-37,-48l1974,2521r-37,-38l1901,2454r-61,-36l1774,2386r-68,-25l1634,2338r-74,-16l1485,2306r-21,-115l1448,2071r-11,-122l1431,1824r,-127l1439,1571r14,-127l1474,1320r29,-122l1541,1080r45,-113l1641,851r63,-111l1774,632r75,-104l1928,430r84,-95l2100,244r89,-88l2281,73,2368,xe" fillcolor="#2fa9a9 [3205]" stroked="f" strokeweight="0">
                    <v:path arrowok="t" o:connecttype="custom" o:connectlocs="4165600,5170488;4337050,5380038;4476750,5624513;4521200,5932488;4495800,6310313;4405313,6734175;4248150,7183438;4029075,7627938;3757613,8045450;3427413,8407400;2957513,8756650;2392363,9037638;1797050,9237663;1214438,9364663;28575,9382125;133350,9359900;623888,9248775;0,6569075;1317625,9055100;839788,6438900;2019300,8799513;2381250,8605838;1771650,6407150;2713038,8275638;2855913,7937500;2913063,7567613;2482850,6180138;2895600,6823075;2889250,6359525;2967038,5926138;3413125,5608638;3719513,5465763;3944938,5300663;4071938,5076825;4078288,101600;3748088,438150;3467100,773113;3265488,1085850;3159125,1408113;3168650,1793875;3284538,2162175;3463925,2522538;3668713,2874963;3852863,3230563;3716338,3603625;3503613,3975100;3381375,4316413;3197225,4070350;3017838,3895725;2708275,3748088;2357438,3660775;2281238,3094038;2284413,2493963;2386013,1901825;2605088,1350963;2935288,838200;3333750,387350;3759200,0" o:connectangles="0,0,0,0,0,0,0,0,0,0,0,0,0,0,0,0,0,0,0,0,0,0,0,0,0,0,0,0,0,0,0,0,0,0,0,0,0,0,0,0,0,0,0,0,0,0,0,0,0,0,0,0,0,0,0,0,0,0"/>
                    <o:lock v:ext="edit" verticies="t"/>
                  </v:shape>
                  <v:shape id="Freeform 26" o:spid="_x0000_s1057" style="position:absolute;top:7508;width:68627;height:86313;visibility:visible;mso-wrap-style:square;v-text-anchor:top" coordsize="4323,5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RmacYA&#10;AADbAAAADwAAAGRycy9kb3ducmV2LnhtbESPQWsCMRSE7wX/Q3gFL0WzeljKahQrCkux0G4LXh+b&#10;192tycuSRN3665tCocdhZr5hluvBGnEhHzrHCmbTDARx7XTHjYKP9/3kEUSIyBqNY1LwTQHWq9Hd&#10;EgvtrvxGlyo2IkE4FKigjbEvpAx1SxbD1PXEyft03mJM0jdSe7wmuDVynmW5tNhxWmixp21L9ak6&#10;WwWbl4fD7uv5aVsefWlOt9fK5MdOqfH9sFmAiDTE//Bfu9QK5jn8fkk/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RmacYAAADbAAAADwAAAAAAAAAAAAAAAACYAgAAZHJz&#10;L2Rvd25yZXYueG1sUEsFBgAAAAAEAAQA9QAAAIsDAAAAAA==&#10;" path="m3119,5378r3,2l3151,5396r23,23l3185,5437r-104,l3119,5378xm4238,5324r31,2l4299,5337r24,12l4323,5437r-212,l4113,5424r7,-19l4136,5378r20,-22l4181,5340r29,-10l4238,5324xm3525,5220r31,2l3585,5233r26,16l3635,5269r16,25l3662,5322r3,29l3663,5381r-9,31l3644,5430r-6,7l3422,5437r-13,-18l3398,5392r-3,-30l3397,5331r8,-30l3422,5274r21,-22l3468,5236r27,-10l3525,5220xm3943,5025r29,4l4002,5038r27,16l4050,5075r18,25l4079,5127r4,31l4081,5188r-9,29l4056,5245r-22,22l4009,5283r-29,11l3952,5299r-31,-4l3891,5287r-27,-17l3843,5249r-17,-25l3816,5197r-6,-31l3814,5136r9,-30l3839,5079r21,-22l3886,5041r26,-11l3943,5025xm3595,4688r31,4l3656,4701r27,16l3705,4737r18,25l3733,4790r4,31l3735,4851r-11,29l3708,4907r-19,23l3663,4946r-28,11l3606,4960r-30,-1l3545,4950r-27,-16l3497,4912r-16,-25l3470,4860r-5,-30l3468,4799r9,-30l3493,4742r22,-22l3538,4704r29,-10l3595,4688xm4167,4595r30,4l4226,4608r27,16l4276,4645r16,25l4303,4697r4,31l4305,4758r-9,29l4280,4814r-22,23l4233,4853r-27,11l4176,4867r-31,-1l4117,4857r-27,-17l4066,4819r-16,-25l4040,4767r-4,-30l4038,4706r9,-30l4063,4649r21,-22l4109,4611r27,-11l4167,4595xm3843,4285r30,2l3902,4296r27,16l3952,4333r16,26l3979,4387r3,29l3980,4446r-8,31l3955,4504r-21,21l3909,4541r-27,11l3852,4557r-31,-1l3791,4545r-27,-16l3742,4509r-16,-25l3715,4455r-3,-28l3714,4396r9,-30l3739,4339r21,-23l3785,4299r27,-10l3843,4285xm4323,4169r,272l4301,4439r-29,-11l4246,4412r-22,-19l4208,4368r-11,-29l4192,4310r3,-30l4204,4249r17,-27l4240,4201r25,-18l4294,4172r29,-3xm3574,3921r30,2l3635,3934r27,16l3683,3970r16,25l3710,4024r4,28l3712,4083r-9,30l3683,4144r-25,25l3628,4185r-33,9l3560,4192r-35,-9l3524,4061r-9,-123l3543,3927r31,-6xm4323,3783r,253l4315,4034r-26,-16l4267,3997r-16,-25l4240,3945r-3,-31l4238,3884r9,-31l4265,3825r25,-25l4319,3783r4,xm3846,3757r31,1l3905,3767r27,16l3955,3805r17,25l3982,3857r4,30l3984,3918r-9,30l3959,3975r-22,22l3912,4013r-26,11l3855,4029r-30,-4l3796,4016r-27,-16l3746,3979r-16,-25l3719,3927r-4,-31l3717,3866r9,-29l3742,3809r22,-22l3789,3771r27,-11l3846,3757xm4108,3391r28,4l4167,3404r27,16l4215,3441r18,25l4244,3493r3,31l4246,3554r-9,29l4221,3612r-22,21l4174,3649r-29,11l4117,3663r-31,-1l4056,3653r-27,-16l4007,3615r-16,-25l3980,3563r-5,-30l3979,3502r9,-30l4004,3445r21,-22l4049,3407r28,-10l4108,3391xm3665,3343r31,3l3726,3355r27,16l3774,3393r17,25l3801,3445r6,30l3803,3506r-9,28l3778,3563r-21,22l3733,3601r-28,11l3676,3617r-30,-4l3615,3604r-27,-16l3567,3567r-18,-25l3538,3515r-4,-31l3536,3454r11,-29l3561,3397r22,-22l3608,3359r29,-11l3665,3343xm3398,3230r34,l3468,3241r27,16l3517,3277r17,25l3545,3330r4,31l3547,3389r-11,31l3522,3447r-20,21l3479,3484r-27,11l3423,3500r-43,-125l3334,3255r30,-18l3398,3230xm4323,3062r,159l4312,3203r-11,-27l4298,3146r1,-31l4308,3085r15,-23l4323,3062xm3984,2924r31,1l4045,2934r27,16l4093,2972r18,25l4120,3024r6,30l4124,3085r-11,30l4097,3142r-20,22l4052,3180r-29,11l3995,3196r-31,-4l3934,3183r-27,-16l3886,3146r-17,-25l3859,3094r-6,-31l3857,3033r9,-29l3882,2977r20,-23l3927,2938r28,-11l3984,2924xm3296,2049r115,24l3527,2101r117,34l3758,2175r115,46l3984,2273r109,59l4195,2395r99,70l4323,2488r,471l4308,2952r-80,-28l4145,2904r-84,-11l3975,2890r-86,3l3801,2900r-87,13l3626,2927r2,27l3624,2981r-9,27l3599,3035r-20,21l3554,3074r-29,11l3497,3088r-31,-1l3436,3078r-29,-18l3386,3036r-18,-26l3359,2979r-149,25l3144,2895r-68,-100l3004,2707r-71,-77l2979,2598r38,-31l3071,2506r48,-64l3162,2370r37,-75l3235,2216r31,-82l3296,2049xm,l6,90r9,98l23,290,34,394,45,500,59,605,75,709,93,811r18,101l135,1009r23,91l183,1186r29,79l244,1336r34,63l314,1453r53,61l425,1566r62,44l552,1648r70,31l693,1705r74,22l844,1745r77,14l1000,1772r80,10l1161,1791r81,9l1320,1809r81,11l1478,1833r77,14l1630,1865r72,21l1772,1913r66,31l1901,1981r37,31l1978,2051r41,47l2060,2150r41,55l2141,2264r-50,16l2044,2304r-43,30l1962,2372r-34,45l1901,2465r-16,52l1876,2569r1,55l1886,2678r17,52l1926,2780r29,49l1990,2872r-25,12l1919,2902r-54,11l1804,2918r-64,-2l1670,2909r-74,-12l1519,2879r-80,-23l1354,2827r-84,-32l1184,2755r-88,-43l1009,2664r-88,-52l835,2556r-84,-61l668,2433r-80,-68l511,2293r-74,-75l369,2141r-64,-81l246,1976r-52,-86l136,1782,86,1671,43,1557,6,1442,,1422,,xe" fillcolor="#e68128 [3209]" stroked="f" strokeweight="0">
                    <v:path arrowok="t" o:connecttype="custom" o:connectlocs="6727825,8451850;6565900,8537575;5732463,8332788;5775325,8631238;5465763,8337550;6429375,8056563;6364288,8386763;6057900,8250238;6259513,7977188;5932488,7653338;5676900,7872413;5519738,7570788;6708775,7315200;6794500,7642225;6454775,7650163;6523038,7319963;6299200,6919913;6162675,7226300;5892800,7027863;6862763,6618288;6654800,6842125;5673725,6224588;5892800,6481763;5594350,6446838;6773863,6345238;6856413,6005513;6321425,6122988;6119813,6396038;5900738,6137275;6565900,5389563;6726238,5688013;6396038,5773738;6389688,5434013;5991225,5386388;5926138,5716588;5616575,5580063;5818188,5307013;5634038,5335588;5365750,5357813;6823075,4994275;6464300,4683125;6472238,5022850;6142038,4954588;6278563,4646613;6324600,3608388;6580188,4610100;5753100,4732338;5454650,4886325;4768850,4297363;5135563,3517900;71438,793750;336550,2008188;987425,2665413;1971675,2857500;2917825,3086100;3319463,3619500;2979738,4165600;2960688,4624388;2016125,4437063;933450,3754438;136525,2652713" o:connectangles="0,0,0,0,0,0,0,0,0,0,0,0,0,0,0,0,0,0,0,0,0,0,0,0,0,0,0,0,0,0,0,0,0,0,0,0,0,0,0,0,0,0,0,0,0,0,0,0,0,0,0,0,0,0,0,0,0,0,0,0,0"/>
                    <o:lock v:ext="edit" verticies="t"/>
                  </v:shape>
                  <v:group id="Group 27" o:spid="_x0000_s1058" style="position:absolute;left:29781;top:43291;width:26178;height:50530" coordorigin="29781,43291" coordsize="26177,50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shape id="Freeform 28" o:spid="_x0000_s1059" style="position:absolute;left:40386;top:46323;width:15573;height:47498;visibility:visible;mso-wrap-style:square;v-text-anchor:top" coordsize="981,2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5Pn70A&#10;AADbAAAADwAAAGRycy9kb3ducmV2LnhtbERPzYrCMBC+C/sOYQRvmloWka5RRFhc8WT1AYZmbMM2&#10;k5DE2n37zUHw+PH9b3aj7cVAIRrHCpaLAgRx47ThVsHt+j1fg4gJWWPvmBT8UYTd9mOywUq7J19o&#10;qFMrcgjHChV0KflKyth0ZDEunCfO3N0FiynD0Eod8JnDbS/LolhJi4ZzQ4eeDh01v/XDKqiH1n8W&#10;5jwcT8bf+6BPXDZeqdl03H+BSDSmt/jl/tEKyjw2f8k/QG7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b5Pn70AAADbAAAADwAAAAAAAAAAAAAAAACYAgAAZHJzL2Rvd25yZXYu&#10;eG1sUEsFBgAAAAAEAAQA9QAAAIIDAAAAAA==&#10;" path="m,l59,9r64,11l177,34r54,27l288,97r56,45l401,196r57,62l516,328r55,77l625,489r52,88l725,672r47,99l815,873r39,105l888,1088r31,109l944,1310r20,113l976,1536r5,112l981,1759r-8,110l951,2005r-29,134l885,2272r-47,129l786,2528r-57,124l668,2772r-66,116l537,2992r-215,l363,2913r43,-86l448,2743r37,-84l519,2576r29,-80l573,2419r20,-74l607,2275r9,-64l618,2152r-9,-81l595,1996r-24,-72l541,1854r-38,-66l462,1725r-47,-60l363,1605r-53,-57l254,1491r-59,-56l226,1340r25,-93l270,1156r16,-88l297,982r6,-81l304,824r-5,-71l290,686,276,627,256,575,231,531,188,471,150,421,113,376,80,339,50,307,21,280,36,222r3,-57l36,108,21,52,,xe" filled="f" stroked="f" strokeweight="0">
                      <v:path arrowok="t" o:connecttype="custom" o:connectlocs="93663,14288;280988,53975;457200,153988;636588,311150;819150,520700;992188,776288;1150938,1066800;1293813,1385888;1409700,1727200;1498600,2079625;1549400,2438400;1557338,2792413;1509713,3182938;1404938,3606800;1247775,4013200;1060450,4400550;852488,4749800;576263,4624388;711200,4354513;823913,4089400;909638,3840163;963613,3611563;981075,3416300;944563,3168650;858838,2943225;733425,2738438;576263,2547938;403225,2366963;358775,2127250;428625,1835150;471488,1558925;482600,1308100;460375,1089025;406400,912813;298450,747713;179388,596900;79375,487363;57150,352425;57150,171450;0,0" o:connectangles="0,0,0,0,0,0,0,0,0,0,0,0,0,0,0,0,0,0,0,0,0,0,0,0,0,0,0,0,0,0,0,0,0,0,0,0,0,0,0,0"/>
                    </v:shape>
                    <v:shape id="Freeform 29" o:spid="_x0000_s1060" style="position:absolute;left:29781;top:43291;width:11605;height:11684;visibility:visible;mso-wrap-style:square;v-text-anchor:top" coordsize="731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a1sAA&#10;AADbAAAADwAAAGRycy9kb3ducmV2LnhtbESPQYvCMBSE78L+h/AWvGlqDqLVKCLsstfVZenx0Tzb&#10;YvPSJlHrvzeC4HGYmW+Y9XawrbiSD41jDbNpBoK4dKbhSsPf8WuyABEissHWMWm4U4Dt5mO0xty4&#10;G//S9RArkSAcctRQx9jlUoayJoth6jri5J2ctxiT9JU0Hm8JblupsmwuLTacFmrsaF9TeT5crAb2&#10;c9X2fW9MoU7F5bu4/yveaz3+HHYrEJGG+A6/2j9Gg1rC80v6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EJa1sAAAADbAAAADwAAAAAAAAAAAAAAAACYAgAAZHJzL2Rvd25y&#10;ZXYueG1sUEsFBgAAAAAEAAQA9QAAAIUDAAAAAA==&#10;" path="m331,r56,1l442,10r54,20l548,59r46,34l636,134r34,45l698,229r20,52l729,335r2,55l723,446r-19,55l677,553r-34,47l602,641r-45,34l508,702r-52,20l403,734r-54,2l293,727,240,709,191,682,148,650,109,612,75,569,46,523,25,473,9,421,,367,,313,9,261,25,211,53,161,87,116,129,77,173,46,224,23,276,7,331,xe" filled="f" stroked="f" strokeweight="0">
                      <v:path arrowok="t" o:connecttype="custom" o:connectlocs="525463,0;614363,1588;701675,15875;787400,47625;869950,93663;942975,147638;1009650,212725;1063625,284163;1108075,363538;1139825,446088;1157288,531813;1160463,619125;1147763,708025;1117600,795338;1074738,877888;1020763,952500;955675,1017588;884238,1071563;806450,1114425;723900,1146175;639763,1165225;554038,1168400;465138,1154113;381000,1125538;303213,1082675;234950,1031875;173038,971550;119063,903288;73025,830263;39688,750888;14288,668338;0,582613;0,496888;14288,414338;39688,334963;84138,255588;138113,184150;204788,122238;274638,73025;355600,36513;438150,11113;525463,0" o:connectangles="0,0,0,0,0,0,0,0,0,0,0,0,0,0,0,0,0,0,0,0,0,0,0,0,0,0,0,0,0,0,0,0,0,0,0,0,0,0,0,0,0,0"/>
                    </v:shape>
                  </v:group>
                </v:group>
                <v:group id="Group 3" o:spid="_x0000_s1061" alt="Name badge design with hand-drawn white badges in front of brightly-colored abstract backing" style="position:absolute;left:3651;top:3524;width:61404;height:86773" coordorigin="3651,3524" coordsize="61404,867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62" style="position:absolute;left:3651;top:3524;width:61404;height:86773;visibility:visible;mso-wrap-style:square;v-text-anchor:top" coordsize="3868,5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O0MMA&#10;AADaAAAADwAAAGRycy9kb3ducmV2LnhtbESP0WrCQBRE3wv+w3IF35pNiikluooWStWHQo0fcMle&#10;k2j2bshuYtqvd4VCH4eZOcMs16NpxECdqy0rSKIYBHFhdc2lglP+8fwGwnlkjY1lUvBDDtarydMS&#10;M21v/E3D0ZciQNhlqKDyvs2kdEVFBl1kW+LgnW1n0AfZlVJ3eAtw08iXOH6VBmsOCxW29F5RcT32&#10;RsFhuH7pXcp7/Nxymif1xfTpr1Kz6bhZgPA0+v/wX3unFczhcSXc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EO0MMAAADaAAAADwAAAAAAAAAAAAAAAACYAgAAZHJzL2Rv&#10;d25yZXYueG1sUEsFBgAAAAAEAAQA9QAAAIgDAAAAAA==&#10;" path="m1553,4351r34,2l1621,4353r29,3l1675,4359r18,5l1693,4364r-1,l1690,4364r-2,l1685,4364r-2,l1680,4364r,l1680,4364r2,l1685,4366r7,l1700,4367r8,7l1715,4389r5,22l1721,4439r2,33l1723,4510r,40l1721,4591r-1,42l1720,4674r,40l1720,4750r1,32l1725,4810r15,98l1741,4982r-5,75l1728,5131r-2,20l1726,5163r2,8l1730,5176r1,3l1731,5188r2,11l1731,5219r-1,38l1731,5297r,40l1728,5378r-10,37l1708,5428r-16,11l1669,5448r-25,5l1614,5456r-28,3l1536,5461r-48,2l1298,5466r-27,l1235,5466r-42,l1147,5466r-48,l1053,5464r-42,l975,5464r-27,-1l761,5454r-458,2l187,5454r-21,l142,5453r-24,l94,5449r-23,-3l53,5441r-15,-8l28,5421r-8,-26l17,5368r,-28l17,5314r,-37l15,5247r-2,-25l10,5199,7,5174,3,5145,2,5108r1,-51l10,5005r5,-49l15,4903r-3,-53l8,4780,5,4712,3,4669,2,4629,,4591r,-40l2,4507r5,-24l15,4462r8,-23l26,4425r,-13l28,4397r5,-13l45,4372r18,-8l86,4359r25,-1l139,4356r28,l194,4358r23,l333,4359r218,-5l616,4354r63,2l745,4359r66,2l970,4359r22,l1023,4359r36,-1l1101,4358r43,-2l1185,4356r38,-2l1253,4354r23,l1357,4353r83,l1460,4353r26,l1518,4351r35,xm3680,4351r34,2l3748,4353r29,3l3802,4359r18,5l3820,4364r-1,l3817,4364r-2,l3812,4364r-2,l3809,4364r-2,l3807,4364r2,l3814,4366r5,l3827,4367r10,7l3842,4389r5,22l3848,4439r2,33l3850,4510r,40l3848,4591r,42l3847,4674r,40l3847,4750r1,32l3853,4810r14,98l3868,4982r-5,75l3855,5131r-2,20l3853,5163r2,8l3857,5174r1,5l3860,5188r,11l3858,5219r-1,38l3858,5297r,40l3855,5378r-10,37l3835,5428r-16,11l3797,5448r-26,5l3743,5456r-30,3l3663,5461r-48,2l3425,5466r-27,l3363,5466r-43,l3274,5466r-48,l3181,5464r-43,l3102,5464r-27,-1l2888,5454r-456,2l2314,5454r-21,l2269,5453r-24,l2221,5449r-23,-3l2180,5441r-15,-8l2157,5421r-10,-26l2144,5368r,-28l2144,5314r,-37l2142,5247r-2,-25l2137,5199r-3,-25l2130,5145r-1,-37l2132,5057r5,-52l2142,4956r,-53l2139,4850r-2,-70l2132,4712r-2,-43l2129,4629r-2,-38l2127,4551r2,-44l2134,4483r8,-21l2152,4439r1,-14l2155,4412r,-15l2160,4384r12,-12l2190,4364r23,-5l2240,4358r26,-2l2294,4356r27,2l2344,4358r116,1l2680,4354r63,l2806,4356r66,3l2938,4361r159,-2l3119,4359r31,l3188,4358r41,l3271,4356r41,l3350,4354r32,l3403,4354r81,-1l3567,4353r20,l3613,4353r32,-2l3680,4351xm1553,2895r34,l1621,2896r29,2l1675,2903r18,5l1693,2908r-1,l1690,2908r-2,l1685,2908r-2,l1680,2908r,l1680,2908r2,l1685,2908r7,1l1700,2911r8,7l1715,2933r5,21l1721,2982r2,33l1723,3054r,39l1721,3135r-1,41l1720,3218r,39l1720,3294r1,31l1725,3353r15,97l1741,3526r-5,74l1728,3675r-2,20l1726,3706r2,7l1730,3718r1,5l1731,3731r2,12l1731,3761r-1,38l1731,3841r,39l1728,3920r-10,38l1708,3972r-16,11l1669,3990r-25,6l1614,4000r-28,3l1536,4005r-48,1l1298,4010r-27,l1235,4010r-42,l1147,4010r-48,-2l1053,4008r-42,l975,4008r-27,-2l761,3998r-458,l187,3998r-21,-2l142,3996r-24,-1l94,3993r-23,-3l53,3985r-15,-9l28,3965r-8,-27l17,3912r,-28l17,3857r,-38l15,3791r-2,-25l10,3743,7,3718,3,3688,2,3652r1,-52l10,3549r5,-51l15,3445r-3,-53l8,3324,5,3256,3,3211,2,3173,,3133r,-40l2,3050r5,-23l15,3006r8,-24l26,2969r,-13l28,2941r5,-13l45,2916r18,-8l86,2903r25,-2l139,2900r28,l194,2901r23,l333,2903r218,-5l616,2898r63,l745,2903r66,1l970,2903r22,l1023,2903r36,-2l1101,2901r43,-1l1185,2900r38,-2l1253,2898r23,-2l1357,2895r83,1l1460,2896r26,l1518,2895r35,xm3680,2895r34,l3748,2896r29,2l3802,2901r18,7l3820,2908r-1,l3817,2908r-2,l3812,2908r-2,l3809,2908r-2,l3807,2908r2,l3814,2908r5,1l3827,2911r10,7l3842,2933r5,21l3848,2982r2,33l3850,3054r,39l3848,3135r,41l3847,3218r,39l3847,3294r1,31l3853,3353r14,97l3868,3526r-5,74l3855,3675r-2,20l3853,3706r2,7l3857,3718r1,5l3860,3731r,12l3858,3761r-1,38l3858,3841r,39l3855,3920r-10,38l3835,3972r-16,11l3797,3990r-26,6l3743,4000r-30,3l3663,4005r-48,1l3425,4010r-27,l3363,4010r-43,l3274,4010r-48,-2l3181,4008r-43,l3102,4008r-27,-2l2888,3998r-456,l2314,3998r-21,-2l2269,3996r-24,-1l2221,3993r-23,-3l2180,3985r-15,-9l2157,3965r-10,-27l2144,3912r,-28l2144,3857r,-38l2142,3791r-2,-25l2137,3743r-3,-25l2130,3688r-1,-36l2132,3600r5,-51l2142,3498r,-53l2139,3392r-2,-68l2132,3256r-2,-45l2129,3173r-2,-40l2127,3093r2,-43l2134,3027r8,-21l2152,2982r1,-13l2155,2956r,-15l2160,2928r12,-12l2190,2908r23,-5l2240,2901r26,-1l2294,2900r27,1l2344,2901r116,2l2680,2898r63,l2806,2898r66,5l2938,2904r159,-1l3119,2903r31,l3188,2901r41,l3271,2900r41,l3350,2898r32,l3403,2896r81,-1l3567,2896r20,l3613,2896r32,-1l3680,2895xm1553,1428r34,l1621,1430r29,2l1675,1437r18,4l1693,1441r-1,l1690,1441r-2,l1685,1441r-2,l1680,1441r,l1680,1441r2,l1685,1443r7,l1700,1445r8,6l1715,1466r5,22l1721,1516r2,33l1723,1587r,40l1721,1668r-1,42l1720,1751r,40l1720,1828r1,31l1725,1887r15,98l1741,2059r-5,75l1728,2209r-2,19l1726,2240r2,8l1730,2252r1,5l1731,2265r2,12l1731,2296r-1,37l1731,2374r,40l1728,2455r-10,37l1708,2505r-16,12l1669,2525r-25,5l1614,2533r-28,4l1536,2538r-48,2l1298,2543r-27,l1235,2543r-42,l1147,2543r-48,l1053,2542r-42,l975,2542r-27,-2l761,2532r-458,l187,2532r-21,l142,2530r-24,l94,2527r-23,-4l53,2518r-15,-8l28,2499r-8,-27l17,2446r,-29l17,2391r,-37l15,2325r-2,-25l10,2277,7,2252,3,2222,2,2185r1,-51l10,2083r5,-50l15,1980r-3,-55l8,1857,5,1789,3,1746,2,1707,,1668r,-39l2,1584r5,-23l15,1539r8,-23l26,1503r,-13l28,1475r5,-14l45,1450r18,-9l86,1437r25,-2l139,1433r28,l194,1435r23,l333,1437r218,-5l616,1432r63,1l745,1437r66,1l970,1437r22,l1023,1437r36,-2l1101,1435r43,-2l1185,1433r38,-1l1253,1432r23,l1357,1430r83,l1460,1430r26,l1518,1428r35,xm3680,1428r34,l3748,1430r29,2l3802,1437r18,4l3820,1441r-1,l3817,1441r-2,l3812,1441r-2,l3809,1441r-2,l3807,1441r2,l3814,1443r5,l3827,1445r10,6l3842,1466r5,22l3848,1516r2,33l3850,1587r,40l3848,1668r,42l3847,1751r,40l3847,1828r1,31l3853,1887r14,98l3868,2059r-5,75l3855,2209r-2,19l3853,2240r2,8l3857,2252r1,5l3860,2265r,12l3858,2296r-1,37l3858,2374r,40l3855,2455r-10,37l3835,2505r-16,12l3797,2525r-26,5l3743,2533r-30,4l3615,2540r-190,3l3398,2543r-35,l3320,2543r-46,l3226,2543r-45,-1l3138,2542r-36,l3075,2540r-187,-8l2432,2532r-118,l2293,2532r-24,-2l2245,2530r-24,-3l2198,2523r-18,-5l2165,2510r-8,-11l2147,2472r-3,-26l2144,2417r,-26l2144,2354r-2,-29l2140,2300r-3,-23l2134,2252r-4,-30l2129,2185r3,-51l2137,2083r5,-50l2142,1980r-3,-55l2137,1857r-5,-68l2130,1746r-1,-39l2127,1668r,-39l2129,1584r5,-23l2142,1539r10,-23l2153,1503r2,-13l2155,1475r5,-14l2172,1450r18,-9l2213,1437r27,-2l2266,1433r28,l2321,1435r23,l2460,1437r220,-5l2743,1432r63,1l2872,1437r66,1l3097,1437r22,l3150,1437r38,-2l3229,1435r42,-2l3312,1433r38,-1l3382,1432r21,l3484,1430r83,l3587,1430r26,l3645,1428r35,xm1553,r34,l1621,2r29,1l1675,7r18,6l1693,13r-1,l1690,13r-2,l1685,13r-2,l1680,13r,l1680,13r2,l1685,13r7,2l1700,17r8,6l1715,38r5,22l1721,88r2,33l1723,159r,40l1721,240r-1,42l1720,323r,40l1720,399r1,32l1725,459r15,96l1741,631r-5,75l1728,780r-2,20l1726,812r2,6l1730,823r1,5l1731,837r2,11l1731,867r-1,38l1731,946r,40l1728,1026r-10,38l1708,1077r-16,12l1669,1095r-25,7l1614,1105r-28,3l1536,1110r-48,2l1298,1115r-27,l1235,1115r-42,l1147,1115r-48,-2l1053,1113r-42,l975,1113r-27,-1l761,1103r-458,l187,1103r-21,-1l142,1102r-24,-2l94,1099r-23,-4l53,1090r-15,-8l28,1070r-8,-26l17,1017r,-28l17,963r,-38l15,896,13,872,10,848,7,823,3,794,2,757,3,706r7,-52l15,603r,-53l12,497,8,429,5,361,3,316,2,278,,239,,199,2,156,7,133r8,-22l23,88,26,75r,-14l28,46,33,33,45,22,63,13,86,8,111,7,139,5r28,l194,7r23,l333,8,551,3r65,l679,3r66,5l811,10,970,8r22,l1023,7r36,l1101,7r43,-2l1185,5r38,-2l1253,3r23,-1l1357,r83,2l1460,2r26,l1518,r35,xm3680,r34,l3748,2r29,1l3802,7r18,6l3820,13r-1,l3817,13r-2,l3812,13r-2,l3809,13r-2,l3807,13r2,l3814,13r5,2l3827,17r10,6l3842,38r5,22l3848,88r2,33l3850,159r,40l3848,240r,42l3847,323r,40l3847,399r1,32l3853,459r14,96l3868,631r-5,75l3855,780r-2,20l3853,812r2,6l3857,823r1,5l3860,837r,11l3858,867r-1,38l3858,946r,40l3855,1026r-10,38l3835,1077r-16,12l3797,1095r-26,7l3743,1105r-30,3l3663,1110r-48,2l3425,1115r-27,l3363,1115r-43,l3274,1115r-48,-2l3181,1113r-43,l3102,1113r-27,-1l2888,1103r-456,l2314,1103r-21,-1l2269,1102r-24,-2l2221,1099r-23,-4l2180,1090r-15,-8l2157,1070r-10,-26l2144,1017r,-28l2144,963r,-38l2142,896r-2,-24l2137,848r-3,-25l2130,794r-1,-37l2132,706r5,-52l2142,603r,-53l2139,497r-2,-68l2132,361r-2,-45l2129,278r-2,-39l2127,199r2,-43l2134,133r8,-22l2152,88r1,-13l2155,61r,-15l2160,33r12,-11l2190,13r23,-5l2240,7r26,-2l2294,5r27,2l2344,7r116,1l2680,3r63,l2806,3r66,5l2938,10,3097,8r22,l3150,7r38,l3229,7r42,-2l3312,5r38,-2l3382,3r21,-1l3484,r83,2l3587,2r26,l3645,r35,xe" fillcolor="white [3212]" strokecolor="white" strokeweight="0">
                    <v:path arrowok="t" o:connecttype="custom" o:connectlocs="2686050,6931025;2755900,8027988;2609850,8656638;263525,8658225;3175,8108950;44450,6980238;1624013,6919913;6035675,6919913;6108700,7046913;6122988,8213725;5437188,8677275;3460750,8637588;3395663,7699375;3556000,6918325;5318125,6911975;2679700,4616450;2730500,5041900;2746375,6030913;1744663,6362700;26988,6165850;0,4973638;528638,4608513;2317750,4597400;6043613,4616450;6116638,5322888;6088063,6305550;4584700,6346825;3392488,5942013;3416300,4733925;4664075,4610100;2519363,2266950;2711450,2303463;2740025,3536950;2517775,4027488;187325,4016375;15875,3306763;71438,2301875;1747838,2278063;6064250,2287588;6111875,2519363;6127750,3595688;5270500,4037013;3408363,3924300;3381375,2771775;3684588,2278063;5530850,2270125;2667000,20638;2730500,633413;2743200,1628775;1547813,1766888;23813,1422400;11113,211138;1077913,4763;2465388,0;6062663,23813;6132513,1120775;5986463,1749425;3640138,1749425;3379788,1201738;3421063,73025;5000625,11113" o:connectangles="0,0,0,0,0,0,0,0,0,0,0,0,0,0,0,0,0,0,0,0,0,0,0,0,0,0,0,0,0,0,0,0,0,0,0,0,0,0,0,0,0,0,0,0,0,0,0,0,0,0,0,0,0,0,0,0,0,0,0,0,0"/>
                    <o:lock v:ext="edit" verticies="t"/>
                  </v:shape>
                  <v:group id="Group 5" o:spid="_x0000_s1063" style="position:absolute;left:4333;top:4333;width:60183;height:85360" coordorigin="4333,4333" coordsize="60182,85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Freeform 6" o:spid="_x0000_s1064" style="position:absolute;left:4333;top:73167;width:26226;height:16526;visibility:visible;mso-wrap-style:square;v-text-anchor:top" coordsize="1652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5Yv8YA&#10;AADaAAAADwAAAGRycy9kb3ducmV2LnhtbESPT2vCQBTE74V+h+UVehHdKGhMdJWitNhDwb+Q4yP7&#10;TEKzb0N2a2I/fbdQ6HGYmd8wy3VvanGj1lWWFYxHEQji3OqKCwXn0+twDsJ5ZI21ZVJwJwfr1ePD&#10;ElNtOz7Q7egLESDsUlRQet+kUrq8JINuZBvi4F1ta9AH2RZSt9gFuKnlJIpm0mDFYaHEhjYl5Z/H&#10;L6NgkPX7uXt7zz7iwffF3uOk3k4TpZ6f+pcFCE+9/w//tXdawQx+r4Qb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5Yv8YAAADaAAAADwAAAAAAAAAAAAAAAACYAgAAZHJz&#10;L2Rvd25yZXYueG1sUEsFBgAAAAAEAAQA9QAAAIsDAAAAAA==&#10;" path="m439,9r-95,l255,10r-84,2l129,14,91,19,53,29,41,32,31,38r-8,9l20,52r-2,6l17,63r-4,9l12,82,8,116r,33l8,183r,31l7,244,5,272,3,300,2,367r,54l3,464r,27l3,509r2,10l5,524r,3l5,539r2,18l8,582r2,31l12,652r1,44l15,719r,27l12,802r-2,62l12,930r1,35l20,1001r2,5l25,1013r3,5l31,1019r4,4l38,1023r5,l53,1024r2,2l55,1024r,2l55,1028r,1l55,1029r1,l94,1034r42,2l222,1036r43,l310,1036r94,-2l500,1033r99,-2l704,1029r105,-1l917,1029r56,2l1028,1034r113,l1256,1031r58,l1372,1031r119,2l1549,1031r30,-3l1594,1024r12,-8l1621,1003r9,-17l1637,968r7,-30l1647,908r2,-59l1647,787r-8,-121l1632,545r-6,-122l1624,393r,-30l1624,302r3,-121l1629,121r-2,-29l1622,62r-1,-7l1617,48r-3,-5l1609,38r-8,-4l1592,30r-8,-3l1554,22r-29,-2l1407,19r-116,l1175,19r-223,l924,19,897,17,843,15,738,10r-104,l535,9r-96,xm470,l601,2,738,4,844,7r53,3l925,10r27,l1175,10r116,l1407,12r119,2l1556,15r30,5l1601,25r13,9l1619,38r5,7l1627,53r2,7l1635,90r,31l1634,181r-4,121l1630,363r,30l1630,423r5,122l1642,666r8,121l1652,849r-2,59l1647,938r-7,30l1632,986r-10,18l1607,1019r-13,7l1579,1029r-30,5l1491,1036r-119,-2l1314,1034r-58,2l1141,1038r-113,1l972,1036r-55,-2l809,1034r-105,2l566,1038r-131,3l310,1041r-45,l222,1041r-86,l94,1039r-39,-5l45,1031r-2,-2l41,1029r,2l41,1029r,-1l41,1028r-3,-2l33,1026r-3,-2l27,1023r-2,-4l22,1014r-4,-6l17,1003,10,966,8,930r,-66l10,802r3,-56l13,719,12,696,10,652,8,613,7,582,5,557r,-18l3,527r,-3l3,519r,-10l2,491r,-27l,421,,367,,300,2,272,3,244,5,214r,-31l5,149r,-33l8,80,13,63,15,53r2,-3l20,45,28,35,40,29,51,24,89,15r40,-5l171,7,255,4,344,2,470,xe" filled="f" strokecolor="black [3213]" strokeweight="0">
                      <v:path arrowok="t" o:connecttype="custom" o:connectlocs="271463,19050;65088,50800;28575,92075;12700,184150;11113,387350;3175,668338;7938,823913;11113,884238;20638,1104900;15875,1371600;34925,1597025;55563,1624013;87313,1628775;87313,1633538;215900,1644650;641350,1641475;1284288,1631950;1811338,1641475;2366963,1639888;2549525,1612900;2609850,1489075;2601913,1057275;2578100,576263;2582863,146050;2562225,68263;2514600,42863;2049463,30163;1423988,26988;849313,14288;1171575,6350;1511300,15875;2422525,22225;2562225,53975;2586038,95250;2587625,479425;2595563,865188;2619375,1441450;2574925,1593850;2459038,1641475;1993900,1644650;1455738,1641475;690563,1652588;215900,1652588;68263,1633538;65088,1631950;47625,1625600;28575,1600200;12700,1371600;19050,1104900;7938,884238;4763,823913;0,668338;4763,387350;7938,184150;26988,79375;80963,38100;404813,6350" o:connectangles="0,0,0,0,0,0,0,0,0,0,0,0,0,0,0,0,0,0,0,0,0,0,0,0,0,0,0,0,0,0,0,0,0,0,0,0,0,0,0,0,0,0,0,0,0,0,0,0,0,0,0,0,0,0,0,0,0"/>
                      <o:lock v:ext="edit" verticies="t"/>
                    </v:shape>
                    <v:shape id="Freeform 7" o:spid="_x0000_s1065" style="position:absolute;left:38258;top:73167;width:26258;height:16526;visibility:visible;mso-wrap-style:square;v-text-anchor:top" coordsize="1654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Zg6MQA&#10;AADaAAAADwAAAGRycy9kb3ducmV2LnhtbESPQWsCMRSE74L/ITzBS6nZ2mJ1NUrRCkKp0K0Hj4/N&#10;c7O4eVk2UVd/vSkUPA4z8w0zW7S2EmdqfOlYwcsgAUGcO11yoWD3u34eg/ABWWPlmBRcycNi3u3M&#10;MNXuwj90zkIhIoR9igpMCHUqpc8NWfQDVxNH7+AaiyHKppC6wUuE20oOk2QkLZYcFwzWtDSUH7OT&#10;VTB5rW9Of76ZbFV8D8s9PY3XX1ul+r32YwoiUBse4f/2Rit4h78r8Qb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mYOjEAAAA2gAAAA8AAAAAAAAAAAAAAAAAmAIAAGRycy9k&#10;b3ducmV2LnhtbFBLBQYAAAAABAAEAPUAAACJAwAAAAA=&#10;" path="m439,9r-93,l257,10r-85,2l131,14,91,19,55,29,43,32,31,38r-8,9l21,52r-1,6l17,63r-2,9l13,82r-3,34l8,149r2,34l10,214,7,244,5,272,3,300,2,367r1,54l3,464r2,27l5,509r,10l5,524r,3l7,539r,18l8,582r2,31l12,652r3,44l17,719r-2,27l13,802r-1,62l12,930r3,35l21,1001r2,5l26,1013r2,5l31,1019r4,4l40,1023r5,l55,1024r1,2l56,1024r,2l56,1028r,1l56,1029r,l96,1034r41,2l222,1036r44,l311,1036r93,-2l502,1033r99,-2l703,1029r106,-1l919,1029r54,2l1030,1034r112,l1256,1031r60,l1374,1031r117,2l1551,1031r30,-3l1594,1024r13,-8l1620,1003r10,-17l1639,968r6,-30l1649,908r1,-59l1649,787,1639,666r-7,-121l1627,423r-2,-30l1625,363r,-61l1629,181r,-60l1629,92r-5,-30l1622,55r-3,-7l1616,43r-5,-5l1602,34r-8,-4l1584,27r-28,-5l1526,20,1409,19r-118,l1177,19r-224,l925,19,899,17,844,15,738,10r-102,l536,9r-97,xm472,l602,2,738,4,844,7r55,3l925,10r28,l1177,10r114,l1409,12r117,2l1556,15r30,5l1601,25r15,9l1620,38r5,7l1627,53r3,7l1635,90r,31l1634,181r-4,121l1630,363r,30l1632,423r5,122l1644,666r8,121l1654,849r-2,59l1647,938r-7,30l1634,986r-10,18l1609,1019r-13,7l1581,1029r-30,5l1491,1036r-117,-2l1316,1034r-60,2l1142,1038r-112,1l973,1036r-54,-2l809,1034r-106,2l568,1038r-131,3l311,1041r-45,l222,1041r-85,l96,1039r-40,-5l46,1031r-1,-2l43,1029r,2l43,1029r-2,-1l41,1028r-1,-2l35,1026r-4,-2l28,1023r-2,-4l23,1014r-3,-6l18,1003,12,966,8,930r,-66l12,802r1,-56l13,719r,-23l12,652,8,613r,-31l7,557,5,539r,-12l5,524r,-5l5,509,3,491r,-27l2,421,,367,2,300,3,272,5,244,7,214r,-31l5,149,7,116,10,80,13,63,17,53r1,-3l21,45,30,35,41,29,53,24,91,15r40,-5l172,7,257,4,346,2,472,xe" filled="f" strokecolor="black [3213]" strokeweight="0">
                      <v:path arrowok="t" o:connecttype="custom" o:connectlocs="273050,19050;68263,50800;31750,92075;15875,184150;11113,387350;4763,668338;7938,823913;11113,884238;23813,1104900;19050,1371600;36513,1597025;55563,1624013;88900,1628775;88900,1633538;217488,1644650;641350,1641475;1284288,1631950;1812925,1641475;2366963,1639888;2551113,1612900;2611438,1489075;2601913,1057275;2579688,576263;2586038,146050;2565400,68263;2514600,42863;2049463,30163;1427163,26988;850900,14288;1171575,6350;1512888,15875;2422525,22225;2565400,53975;2587625,95250;2587625,479425;2598738,865188;2622550,1441450;2578100,1593850;2462213,1641475;1993900,1644650;1458913,1641475;693738,1652588;217488,1652588;71438,1633538;65088,1631950;49213,1625600;31750,1600200;12700,1371600;20638,1104900;11113,884238;7938,823913;3175,668338;7938,387350;11113,184150;28575,79375;84138,38100;407988,6350" o:connectangles="0,0,0,0,0,0,0,0,0,0,0,0,0,0,0,0,0,0,0,0,0,0,0,0,0,0,0,0,0,0,0,0,0,0,0,0,0,0,0,0,0,0,0,0,0,0,0,0,0,0,0,0,0,0,0,0,0"/>
                      <o:lock v:ext="edit" verticies="t"/>
                    </v:shape>
                    <v:shape id="Freeform 8" o:spid="_x0000_s1066" style="position:absolute;left:4333;top:50339;width:26226;height:16526;visibility:visible;mso-wrap-style:square;v-text-anchor:top" coordsize="1652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1pVsEA&#10;AADaAAAADwAAAGRycy9kb3ducmV2LnhtbERPy4rCMBTdD/gP4QpuRNMRHGs1yjCi6ELwCS4vzbUt&#10;09yUJmqdr58sBJeH857OG1OKO9WusKzgsx+BIE6tLjhTcDouezEI55E1lpZJwZMczGetjykm2j54&#10;T/eDz0QIYZeggtz7KpHSpTkZdH1bEQfuamuDPsA6k7rGRwg3pRxE0Zc0WHBoyLGin5zS38PNKOhe&#10;ml3sVpvLdtT9O9vnaFwuhmOlOu3mewLCU+Pf4pd7rRWEreFKuAFy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9aVbBAAAA2gAAAA8AAAAAAAAAAAAAAAAAmAIAAGRycy9kb3du&#10;cmV2LnhtbFBLBQYAAAAABAAEAPUAAACGAwAAAAA=&#10;" path="m439,7l344,9r-89,l171,12r-42,1l91,18,53,27,41,32,31,38r-8,9l20,52r-2,5l17,63r-4,8l12,80,8,115r,34l8,182r,32l7,244,5,272,3,300,2,365r,54l3,464r,25l3,507r2,12l5,522r,3l5,537r2,18l8,580r2,32l12,651r1,43l15,719r,27l12,802r-2,61l12,930r1,35l20,999r2,7l25,1011r3,5l31,1019r4,2l38,1023r5,l53,1024r2,l55,1024r,l55,1027r,2l55,1029r1,l94,1034r42,2l222,1036r43,-2l310,1036r94,-2l500,1031r99,-2l704,1027r105,l917,1027r56,4l1028,1032r113,l1256,1031r58,-2l1372,1029r119,3l1549,1031r30,-4l1594,1023r12,-7l1621,1003r9,-19l1637,966r7,-28l1647,908r2,-61l1647,787r-8,-121l1632,544r-6,-121l1624,393r,-32l1624,302r3,-121l1629,120r-2,-30l1622,62r-1,-7l1617,48r-3,-6l1609,38r-8,-5l1592,30r-8,-3l1554,22r-29,-2l1407,18,1291,17r-116,l952,18r-28,l897,17,843,13,738,10,634,9r-99,l439,7xm470,l601,,738,2,844,7r53,2l925,10r27,l1175,10r116,l1407,10r119,2l1556,15r30,5l1601,25r13,7l1619,38r5,7l1627,52r2,8l1635,90r,30l1634,181r-4,121l1630,361r,32l1630,423r5,121l1642,666r8,121l1652,847r-2,61l1647,938r-7,30l1632,986r-10,18l1607,1018r-13,8l1579,1029r-30,5l1491,1034r-119,-2l1314,1032r-58,2l1141,1037r-113,l972,1036r-55,-4l809,1032r-105,2l566,1037r-131,2l310,1041r-45,l222,1041r-86,l94,1037r-39,-5l45,1031r-2,-2l41,1029r,l41,1029r,-3l41,1026r-3,l33,1024r-3,-1l27,1021r-2,-2l22,1013r-4,-5l17,1001,10,965,8,930r,-67l10,800r3,-54l13,719,12,694,10,651,8,613,7,580,5,555r,-18l3,525r,-3l3,519r,-12l2,489r,-25l,421,,365,,298,2,272,3,244,5,214r,-32l5,149r,-34l8,80,13,62r2,-9l17,48r3,-3l28,35,40,28,51,23,89,13,129,9,171,7,255,4,344,2,470,xe" filled="f" strokecolor="black [3213]" strokeweight="0">
                      <v:path arrowok="t" o:connecttype="custom" o:connectlocs="271463,19050;65088,50800;28575,90488;12700,182563;11113,387350;3175,665163;7938,823913;11113,881063;20638,1101725;15875,1370013;34925,1597025;55563,1620838;87313,1625600;87313,1633538;215900,1644650;641350,1641475;1284288,1630363;1811338,1638300;2366963,1638300;2549525,1612900;2609850,1489075;2601913,1057275;2578100,573088;2582863,142875;2562225,66675;2514600,42863;2049463,26988;1423988,26988;849313,14288;1171575,3175;1511300,15875;2422525,19050;2562225,50800;2586038,95250;2587625,479425;2595563,863600;2619375,1441450;2574925,1593850;2459038,1641475;1993900,1641475;1455738,1638300;690563,1649413;215900,1652588;68263,1633538;65088,1628775;47625,1624013;28575,1600200;12700,1370013;19050,1101725;7938,881063;4763,823913;0,668338;4763,387350;7938,182563;26988,76200;80963,36513;404813,6350" o:connectangles="0,0,0,0,0,0,0,0,0,0,0,0,0,0,0,0,0,0,0,0,0,0,0,0,0,0,0,0,0,0,0,0,0,0,0,0,0,0,0,0,0,0,0,0,0,0,0,0,0,0,0,0,0,0,0,0,0"/>
                      <o:lock v:ext="edit" verticies="t"/>
                    </v:shape>
                    <v:shape id="Freeform 9" o:spid="_x0000_s1067" style="position:absolute;left:38258;top:50339;width:26258;height:16526;visibility:visible;mso-wrap-style:square;v-text-anchor:top" coordsize="1654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VRAcQA&#10;AADaAAAADwAAAGRycy9kb3ducmV2LnhtbESPQWvCQBSE74L/YXmFXqRuGoto6hqkrVAQhUYPHh/Z&#10;12xo9m3IbjX217sFweMw880wi7y3jThR52vHCp7HCQji0umaKwWH/fppBsIHZI2NY1JwIQ/5cjhY&#10;YKbdmb/oVIRKxBL2GSowIbSZlL40ZNGPXUscvW/XWQxRdpXUHZ5juW1kmiRTabHmuGCwpTdD5U/x&#10;axXMJ+2f0x8vpnivtml9pNFsvdkp9fjQr15BBOrDPXyjP3Xk4P9KvA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1UQHEAAAA2gAAAA8AAAAAAAAAAAAAAAAAmAIAAGRycy9k&#10;b3ducmV2LnhtbFBLBQYAAAAABAAEAPUAAACJAwAAAAA=&#10;" path="m439,7l346,9r-89,l172,12r-41,1l91,18,55,27,43,32,31,38r-8,9l21,52r-1,5l17,63r-2,8l13,80r-3,35l8,149r2,33l10,214,7,244,5,272,3,300,2,365r1,54l3,464r2,25l5,507r,12l5,522r,3l7,537r,18l8,580r2,32l12,651r3,43l17,719r-2,27l13,802r-1,61l12,930r3,35l21,999r2,7l26,1011r2,5l31,1019r4,2l40,1023r5,l55,1024r1,l56,1024r,l56,1027r,2l56,1029r,l96,1034r41,2l222,1036r44,-2l311,1036r93,-2l502,1031r99,-2l703,1027r106,l919,1027r54,4l1030,1032r112,l1256,1031r60,-2l1374,1029r117,3l1551,1031r30,-4l1594,1023r13,-7l1620,1003r10,-19l1639,966r6,-28l1649,908r1,-61l1649,787,1639,666r-7,-122l1627,423r-2,-30l1625,361r,-59l1629,181r,-61l1629,90r-5,-28l1622,55r-3,-7l1616,42r-5,-4l1602,33r-8,-3l1584,27r-28,-5l1526,20,1409,18,1291,17r-114,l953,18r-28,l899,17,844,13,738,10,636,9,536,9,439,7xm472,l602,,738,2,844,7r55,2l925,10r28,l1177,10r114,l1409,10r117,2l1556,15r30,5l1601,25r15,7l1620,38r5,7l1627,52r3,8l1635,90r,30l1634,181r-4,121l1630,361r,32l1632,423r5,121l1644,666r8,121l1654,847r-2,61l1647,938r-7,30l1634,986r-10,18l1609,1018r-13,8l1581,1029r-30,5l1491,1034r-117,-2l1316,1032r-60,2l1142,1037r-112,l973,1036r-54,-4l809,1032r-106,2l568,1037r-131,2l311,1041r-45,l222,1041r-85,l96,1037r-40,-5l46,1031r-1,-2l43,1029r,l43,1029r-2,-3l41,1026r-1,l35,1024r-4,-1l28,1021r-2,-2l23,1013r-3,-5l18,1001,12,965,8,930r,-67l12,800r1,-54l13,719r,-25l12,651,8,613r,-33l7,555,5,537r,-12l5,522r,-3l5,507,3,489r,-25l2,421,,365,2,298,3,272,5,244,7,214r,-32l5,149,7,115,10,80,13,62r4,-9l18,48r3,-3l30,35,41,28,53,23,91,13,131,9,172,7,257,4,346,2,472,xe" filled="f" strokecolor="black [3213]" strokeweight="0">
                      <v:path arrowok="t" o:connecttype="custom" o:connectlocs="273050,19050;68263,50800;31750,90488;15875,182563;11113,387350;4763,665163;7938,823913;11113,881063;23813,1101725;19050,1370013;36513,1597025;55563,1620838;88900,1625600;88900,1633538;217488,1644650;641350,1641475;1284288,1630363;1812925,1638300;2366963,1638300;2551113,1612900;2611438,1489075;2601913,1057275;2579688,573088;2586038,142875;2565400,66675;2514600,42863;2049463,26988;1427163,26988;850900,14288;1171575,3175;1512888,15875;2422525,19050;2565400,50800;2587625,95250;2587625,479425;2598738,863600;2622550,1441450;2578100,1593850;2462213,1641475;1993900,1641475;1458913,1638300;693738,1649413;217488,1652588;71438,1633538;65088,1628775;49213,1624013;31750,1600200;12700,1370013;20638,1101725;11113,881063;7938,823913;3175,668338;7938,387350;11113,182563;28575,76200;84138,36513;407988,6350" o:connectangles="0,0,0,0,0,0,0,0,0,0,0,0,0,0,0,0,0,0,0,0,0,0,0,0,0,0,0,0,0,0,0,0,0,0,0,0,0,0,0,0,0,0,0,0,0,0,0,0,0,0,0,0,0,0,0,0,0"/>
                      <o:lock v:ext="edit" verticies="t"/>
                    </v:shape>
                    <v:shape id="Freeform 10" o:spid="_x0000_s1068" style="position:absolute;left:4333;top:27035;width:26226;height:16526;visibility:visible;mso-wrap-style:square;v-text-anchor:top" coordsize="1652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z0yccA&#10;AADbAAAADwAAAGRycy9kb3ducmV2LnhtbESPT2vCQBDF74V+h2UKXkQ3LVhj6iqlRdGD0PoHPA7Z&#10;aRKanQ3ZVWM/fecgeJvhvXnvN9N552p1pjZUng08DxNQxLm3FRcG9rvFIAUVIrLF2jMZuFKA+ezx&#10;YYqZ9Rf+pvM2FkpCOGRooIyxybQOeUkOw9A3xKL9+NZhlLUttG3xIuGu1i9J8qodViwNJTb0UVL+&#10;uz05A/1j95WG5fq4Gff/Dv46ntSfo4kxvafu/Q1UpC7ezbfrlRV8oZdfZAA9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M9MnHAAAA2wAAAA8AAAAAAAAAAAAAAAAAmAIAAGRy&#10;cy9kb3ducmV2LnhtbFBLBQYAAAAABAAEAPUAAACMAwAAAAA=&#10;" path="m439,9r-95,l255,10r-84,2l129,13,91,18,53,27,41,32,31,38r-8,9l20,52r-2,6l17,63r-4,8l12,81,8,116r,33l8,182r,32l7,244,5,272,3,300,2,365r,56l3,464r,25l3,507r2,12l5,522r,5l5,537r2,18l8,582r2,31l12,651r1,45l15,719r,27l12,802r-2,61l12,930r1,35l20,1001r2,5l25,1011r3,5l31,1019r4,2l38,1023r5,l53,1024r2,l55,1024r,2l55,1027r,2l55,1029r1,l94,1034r42,2l222,1036r43,l310,1036r94,-2l500,1032r99,-1l704,1027r105,l917,1027r56,4l1028,1034r113,-2l1256,1031r58,-2l1372,1031r119,1l1549,1031r30,-4l1594,1023r12,-7l1621,1003r9,-17l1637,966r7,-28l1647,908r2,-61l1647,787r-8,-121l1632,545r-6,-122l1624,393r,-32l1624,302r3,-121l1629,120r-2,-30l1622,62r-1,-7l1617,48r-3,-5l1609,38r-8,-5l1592,30r-8,-3l1554,22r-29,-2l1407,18r-116,l1175,18r-223,l924,18,897,17,843,13,738,10,634,9r-99,l439,9xm470,l601,,738,2,844,7r53,2l925,10r27,l1175,10r116,l1407,10r119,3l1556,15r30,5l1601,25r13,7l1619,38r5,7l1627,53r2,7l1635,90r,30l1634,181r-4,121l1630,361r,32l1630,423r5,121l1642,666r8,121l1652,847r-2,61l1647,938r-7,30l1632,986r-10,18l1607,1018r-13,8l1579,1029r-30,5l1491,1036r-119,-2l1314,1034r-58,l1141,1037r-113,2l972,1036r-55,-2l809,1034r-105,l566,1037r-131,4l310,1041r-45,l222,1041r-86,l94,1039r-39,-7l45,1031r-2,-2l41,1029r,l41,1029r,-2l41,1026r-3,l33,1026r-3,-2l27,1021r-2,-2l22,1013r-4,-5l17,1001,10,965,8,930r,-67l10,802r3,-56l13,719,12,696,10,651,8,613,7,582,5,555r,-18l3,527r,-5l3,519r,-12l2,489r,-25l,421,,365,,300,2,272,3,244,5,214r,-32l5,149r,-34l8,80,13,62r2,-9l17,48r3,-3l28,35,40,28,51,23,89,13r40,-3l171,7,255,4,344,2,470,xe" filled="f" strokecolor="black [3213]" strokeweight="0">
                      <v:path arrowok="t" o:connecttype="custom" o:connectlocs="271463,19050;65088,50800;28575,92075;12700,184150;11113,387350;3175,668338;7938,823913;11113,881063;20638,1104900;15875,1370013;34925,1597025;55563,1620838;87313,1625600;87313,1633538;215900,1644650;641350,1641475;1284288,1630363;1811338,1638300;2366963,1638300;2549525,1612900;2609850,1489075;2601913,1057275;2578100,573088;2582863,142875;2562225,68263;2514600,42863;2049463,28575;1423988,26988;849313,14288;1171575,3175;1511300,15875;2422525,20638;2562225,50800;2586038,95250;2587625,479425;2595563,863600;2619375,1441450;2574925,1593850;2459038,1641475;1993900,1641475;1455738,1641475;690563,1652588;215900,1652588;68263,1633538;65088,1630363;47625,1625600;28575,1600200;12700,1370013;19050,1104900;7938,881063;4763,823913;0,668338;4763,387350;7938,182563;26988,76200;80963,36513;404813,6350" o:connectangles="0,0,0,0,0,0,0,0,0,0,0,0,0,0,0,0,0,0,0,0,0,0,0,0,0,0,0,0,0,0,0,0,0,0,0,0,0,0,0,0,0,0,0,0,0,0,0,0,0,0,0,0,0,0,0,0,0"/>
                      <o:lock v:ext="edit" verticies="t"/>
                    </v:shape>
                    <v:shape id="Freeform 11" o:spid="_x0000_s1069" style="position:absolute;left:38258;top:27035;width:26258;height:16526;visibility:visible;mso-wrap-style:square;v-text-anchor:top" coordsize="1654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1D8MA&#10;AADbAAAADwAAAGRycy9kb3ducmV2LnhtbERPTWsCMRC9C/6HMEIvRbNaEV2NIrZCQVpw9eBx2Iyb&#10;xc1k2aS67a83QsHbPN7nLFatrcSVGl86VjAcJCCIc6dLLhQcD9v+FIQPyBorx6Tglzyslt3OAlPt&#10;brynaxYKEUPYp6jAhFCnUvrckEU/cDVx5M6usRgibAqpG7zFcFvJUZJMpMWSY4PBmjaG8kv2YxXM&#10;3uo/pz/GJnsvvkbliV6n2923Ui+9dj0HEagNT/G/+1PH+UN4/B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b1D8MAAADbAAAADwAAAAAAAAAAAAAAAACYAgAAZHJzL2Rv&#10;d25yZXYueG1sUEsFBgAAAAAEAAQA9QAAAIgDAAAAAA==&#10;" path="m439,9r-93,l257,10r-85,2l131,13,91,18,55,27,43,32,31,38r-8,9l21,52r-1,6l17,63r-2,8l13,81r-3,35l8,149r2,33l10,214,7,244,5,272,3,300,2,365r1,56l3,464r2,25l5,507r,12l5,522r,5l7,537r,18l8,582r2,31l12,651r3,45l17,719r-2,27l13,802r-1,61l12,930r3,35l21,1001r2,5l26,1011r2,5l31,1019r4,2l40,1023r5,l55,1024r1,l56,1024r,2l56,1027r,2l56,1029r,l96,1034r41,2l222,1036r44,l311,1036r93,-2l502,1032r99,-1l703,1027r106,l919,1027r54,4l1030,1034r112,-2l1256,1031r60,-2l1374,1031r117,1l1551,1031r30,-4l1594,1023r13,-7l1620,1003r10,-17l1639,966r6,-28l1649,908r1,-61l1649,787,1639,666r-7,-121l1627,423r-2,-30l1625,361r,-59l1629,181r,-61l1629,90r-5,-28l1622,55r-3,-7l1616,43r-5,-5l1602,33r-8,-3l1584,27r-28,-5l1526,20,1409,18r-118,l1177,18r-224,l925,18,899,17,844,13,738,10,636,9,536,9r-97,xm472,l602,,738,2,844,7r55,2l925,10r28,l1177,10r114,l1409,10r117,3l1556,15r30,5l1601,25r15,7l1620,38r5,7l1627,53r3,7l1635,90r,30l1634,181r-4,121l1630,361r,32l1632,423r5,121l1644,666r8,121l1654,847r-2,61l1647,938r-7,30l1634,986r-10,18l1609,1018r-13,8l1581,1029r-30,5l1491,1036r-117,-2l1316,1034r-60,l1142,1037r-112,2l973,1036r-54,-2l809,1034r-106,l568,1037r-131,4l311,1041r-45,l222,1041r-85,l96,1039r-40,-7l46,1031r-1,-2l43,1029r,l43,1029r-2,-2l41,1026r-1,l35,1026r-4,-2l28,1021r-2,-2l23,1013r-3,-5l18,1001,12,965,8,930r,-67l12,802r1,-56l13,719r,-23l12,651,8,613r,-31l7,555,5,537r,-10l5,522r,-3l5,507,3,489r,-25l2,421,,365,2,300,3,272,5,244,7,214r,-32l5,149,7,115,10,80,13,62r4,-9l18,48r3,-3l30,35,41,28,53,23,91,13r40,-3l172,7,257,4,346,2,472,xe" filled="f" strokecolor="black [3213]" strokeweight="0">
                      <v:path arrowok="t" o:connecttype="custom" o:connectlocs="273050,19050;68263,50800;31750,92075;15875,184150;11113,387350;4763,668338;7938,823913;11113,881063;23813,1104900;19050,1370013;36513,1597025;55563,1620838;88900,1625600;88900,1633538;217488,1644650;641350,1641475;1284288,1630363;1812925,1638300;2366963,1638300;2551113,1612900;2611438,1489075;2601913,1057275;2579688,573088;2586038,142875;2565400,68263;2514600,42863;2049463,28575;1427163,26988;850900,14288;1171575,3175;1512888,15875;2422525,20638;2565400,50800;2587625,95250;2587625,479425;2598738,863600;2622550,1441450;2578100,1593850;2462213,1641475;1993900,1641475;1458913,1641475;693738,1652588;217488,1652588;71438,1633538;65088,1630363;49213,1625600;31750,1600200;12700,1370013;20638,1104900;11113,881063;7938,823913;3175,668338;7938,387350;11113,182563;28575,76200;84138,36513;407988,6350" o:connectangles="0,0,0,0,0,0,0,0,0,0,0,0,0,0,0,0,0,0,0,0,0,0,0,0,0,0,0,0,0,0,0,0,0,0,0,0,0,0,0,0,0,0,0,0,0,0,0,0,0,0,0,0,0,0,0,0,0"/>
                      <o:lock v:ext="edit" verticies="t"/>
                    </v:shape>
                    <v:shape id="Freeform 12" o:spid="_x0000_s1070" style="position:absolute;left:4333;top:4333;width:26226;height:16526;visibility:visible;mso-wrap-style:square;v-text-anchor:top" coordsize="1652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LPJcMA&#10;AADbAAAADwAAAGRycy9kb3ducmV2LnhtbERPTYvCMBC9L/gfwgh7kTVVcNWuUcRF0YOgroLHoZlt&#10;i82kNFGrv94Igrd5vM8ZTWpTiAtVLresoNOOQBAnVuecKtj/zb8GIJxH1lhYJgU3cjAZNz5GGGt7&#10;5S1ddj4VIYRdjAoy78tYSpdkZNC1bUkcuH9bGfQBVqnUFV5DuClkN4q+pcGcQ0OGJc0ySk67s1HQ&#10;OtabgVusjut+636wt/6w+O0Nlfps1tMfEJ5q/xa/3Esd5nfh+Us4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LPJcMAAADbAAAADwAAAAAAAAAAAAAAAACYAgAAZHJzL2Rv&#10;d25yZXYueG1sUEsFBgAAAAAEAAQA9QAAAIgDAAAAAA==&#10;" path="m439,7l344,9r-89,l171,12r-42,2l91,19,53,27,41,32,31,38r-8,9l20,52r-2,5l17,63r-4,9l12,80,8,115r,34l8,183r,31l7,244,5,272,3,299,2,365r,55l3,464r,25l3,507r2,12l5,522r,4l5,537r2,18l8,580r2,32l12,650r1,45l15,719r,27l12,801r-2,63l12,930r1,35l20,999r2,7l25,1011r3,5l31,1019r4,2l38,1023r5,l53,1024r2,l55,1024r,l55,1028r,l55,1029r1,l94,1034r42,2l222,1036r43,-2l310,1036r94,-2l500,1031r99,-2l704,1028r105,l917,1028r56,3l1028,1033r113,l1256,1031r58,-2l1372,1029r119,4l1549,1031r30,-3l1594,1023r12,-7l1621,1003r9,-18l1637,966r7,-28l1647,908r2,-61l1647,787r-8,-121l1632,544r-6,-121l1624,393r,-31l1624,302r3,-123l1629,120r-2,-30l1622,62r-1,-7l1617,48r-3,-6l1609,38r-8,-4l1592,30r-8,-3l1554,22r-29,-2l1407,19,1291,17r-116,l952,19r-28,l897,17,843,14,738,10,634,9r-99,l439,7xm470,l601,,738,2,844,5r53,4l925,10r27,l1175,10r116,l1407,10r119,2l1556,15r30,5l1601,25r13,7l1619,38r5,7l1627,52r2,8l1635,90r,30l1634,181r-4,121l1630,362r,29l1630,423r5,121l1642,665r8,122l1652,847r-2,61l1647,938r-7,30l1632,986r-10,17l1607,1018r-13,6l1579,1029r-30,5l1491,1034r-119,-1l1314,1033r-58,1l1141,1038r-113,l972,1036r-55,-3l809,1033r-105,1l566,1038r-131,1l310,1041r-45,l222,1041r-86,l94,1038r-39,-5l45,1031r-2,-2l41,1029r,l41,1029r,-3l41,1026r-3,l33,1024r-3,-1l27,1021r-2,-2l22,1013r-4,-5l17,1001,10,965,8,930r,-66l10,801r3,-55l13,719,12,695,10,652,8,612,7,580,5,555r,-18l3,526r,-4l3,519r,-12l2,489r,-25l,420,,365,,299,2,272,3,244,5,214r,-31l5,149r,-34l8,80,13,62r2,-9l17,48r3,-3l28,35,40,29,51,24,89,14,129,9,171,7,255,4,344,2,470,xe" filled="f" strokecolor="black [3213]" strokeweight="0">
                      <v:path arrowok="t" o:connecttype="custom" o:connectlocs="271463,19050;65088,50800;28575,90488;12700,182563;11113,387350;3175,666750;7938,823913;11113,881063;20638,1103313;15875,1371600;34925,1597025;55563,1620838;87313,1625600;87313,1631950;215900,1644650;641350,1641475;1284288,1631950;1811338,1639888;2366963,1639888;2549525,1612900;2609850,1489075;2601913,1057275;2578100,574675;2582863,142875;2562225,66675;2514600,42863;2049463,26988;1423988,26988;849313,14288;1171575,3175;1511300,15875;2422525,19050;2562225,50800;2586038,95250;2587625,479425;2595563,863600;2619375,1441450;2574925,1592263;2459038,1641475;1993900,1641475;1455738,1639888;690563,1649413;215900,1652588;68263,1633538;65088,1628775;47625,1624013;28575,1600200;12700,1371600;19050,1103313;7938,881063;4763,823913;0,666750;4763,387350;7938,182563;26988,76200;80963,38100;404813,6350" o:connectangles="0,0,0,0,0,0,0,0,0,0,0,0,0,0,0,0,0,0,0,0,0,0,0,0,0,0,0,0,0,0,0,0,0,0,0,0,0,0,0,0,0,0,0,0,0,0,0,0,0,0,0,0,0,0,0,0,0"/>
                      <o:lock v:ext="edit" verticies="t"/>
                    </v:shape>
                    <v:shape id="Freeform 13" o:spid="_x0000_s1071" style="position:absolute;left:38258;top:4333;width:26258;height:16526;visibility:visible;mso-wrap-style:square;v-text-anchor:top" coordsize="1654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jO48MA&#10;AADbAAAADwAAAGRycy9kb3ducmV2LnhtbERPTWsCMRC9C/6HMIKXolm1iK5GkbZCQVpw9eBx2Iyb&#10;xc1k2UTd9tebQsHbPN7nLNetrcSNGl86VjAaJiCIc6dLLhQcD9vBDIQPyBorx6TghzysV93OElPt&#10;7rynWxYKEUPYp6jAhFCnUvrckEU/dDVx5M6usRgibAqpG7zHcFvJcZJMpcWSY4PBmt4M5ZfsahXM&#10;J/Wv0x+vJnsvvsbliV5m2923Uv1eu1mACNSGp/jf/anj/An8/R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jO48MAAADbAAAADwAAAAAAAAAAAAAAAACYAgAAZHJzL2Rv&#10;d25yZXYueG1sUEsFBgAAAAAEAAQA9QAAAIgDAAAAAA==&#10;" path="m439,7l346,9r-89,l172,12r-41,2l91,19,55,27,43,32,31,38r-8,9l21,52r-1,5l17,63r-2,9l13,80r-3,35l8,149r2,34l10,214,7,244,5,272,3,299,2,365r1,55l3,464r2,25l5,507r,12l5,522r,4l7,537r,18l8,580r2,32l12,650r3,45l17,719r-2,27l13,801r-1,63l12,930r3,35l21,999r2,7l26,1011r2,5l31,1019r4,2l40,1023r5,l55,1024r1,l56,1024r,l56,1028r,l56,1029r,l96,1034r41,2l222,1036r44,-2l311,1036r93,-2l502,1031r99,-2l703,1028r106,l919,1028r54,3l1030,1033r112,l1256,1031r60,-2l1374,1029r117,4l1551,1031r30,-3l1594,1023r13,-7l1620,1003r10,-18l1639,966r6,-28l1649,908r1,-61l1649,787,1639,666r-7,-122l1627,423r-2,-30l1625,362r,-60l1629,179r,-59l1629,90r-5,-28l1622,55r-3,-7l1616,42r-5,-4l1602,34r-8,-4l1584,27r-28,-5l1526,20,1409,19,1291,17r-114,l953,19r-28,l899,17,844,14,738,10,636,9,536,9,439,7xm472,l602,,738,2,844,5r55,4l925,10r28,l1177,10r114,l1409,10r117,2l1556,15r30,5l1601,25r15,7l1620,38r5,7l1627,52r3,8l1635,90r,30l1634,181r-4,121l1630,362r,29l1632,423r5,121l1644,665r8,122l1654,847r-2,61l1647,938r-7,30l1634,986r-10,17l1609,1018r-13,6l1581,1029r-30,5l1491,1034r-117,-1l1316,1033r-60,1l1142,1038r-112,l973,1036r-54,-3l809,1033r-106,1l568,1038r-131,1l311,1041r-45,l222,1041r-85,l96,1038r-40,-5l46,1031r-1,-2l43,1029r,l43,1029r-2,-3l41,1026r-1,l35,1024r-4,-1l28,1021r-2,-2l23,1013r-3,-5l18,1001,12,965,8,930r,-66l12,801r1,-55l13,719r,-24l12,652,8,612r,-32l7,555,5,537r,-11l5,522r,-3l5,507,3,489r,-25l2,420,,365,2,299,3,272,5,244,7,214r,-31l5,149,7,115,10,80,13,62r4,-9l18,48r3,-3l30,35,41,29,53,24,91,14,131,9,172,7,257,4,346,2,472,xe" filled="f" strokecolor="black [3213]" strokeweight="0">
                      <v:path arrowok="t" o:connecttype="custom" o:connectlocs="273050,19050;68263,50800;31750,90488;15875,182563;11113,387350;4763,666750;7938,823913;11113,881063;23813,1103313;19050,1371600;36513,1597025;55563,1620838;88900,1625600;88900,1631950;217488,1644650;641350,1641475;1284288,1631950;1812925,1639888;2366963,1639888;2551113,1612900;2611438,1489075;2601913,1057275;2579688,574675;2586038,142875;2565400,66675;2514600,42863;2049463,26988;1427163,26988;850900,14288;1171575,3175;1512888,15875;2422525,19050;2565400,50800;2587625,95250;2587625,479425;2598738,863600;2622550,1441450;2578100,1592263;2462213,1641475;1993900,1641475;1458913,1639888;693738,1649413;217488,1652588;71438,1633538;65088,1628775;49213,1624013;31750,1600200;12700,1371600;20638,1103313;11113,881063;7938,823913;3175,666750;7938,387350;11113,182563;28575,76200;84138,38100;407988,6350" o:connectangles="0,0,0,0,0,0,0,0,0,0,0,0,0,0,0,0,0,0,0,0,0,0,0,0,0,0,0,0,0,0,0,0,0,0,0,0,0,0,0,0,0,0,0,0,0,0,0,0,0,0,0,0,0,0,0,0,0"/>
                      <o:lock v:ext="edit" verticies="t"/>
                    </v:shape>
                  </v:group>
                </v:group>
                <w10:wrap anchorx="page" anchory="page"/>
              </v:group>
            </w:pict>
          </mc:Fallback>
        </mc:AlternateContent>
      </w:r>
    </w:p>
    <w:sectPr w:rsidR="00CD77D9" w:rsidRPr="00943AC5">
      <w:pgSz w:w="12240" w:h="15840"/>
      <w:pgMar w:top="806" w:right="994" w:bottom="432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00"/>
    <w:rsid w:val="000A764F"/>
    <w:rsid w:val="00943AC5"/>
    <w:rsid w:val="00CD77D9"/>
    <w:rsid w:val="00D07900"/>
    <w:rsid w:val="00D64173"/>
    <w:rsid w:val="00E7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53059F-17EE-4F7B-ABC4-B3AB139C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93930" w:themeColor="text2"/>
        <w:sz w:val="22"/>
        <w:szCs w:val="2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D32966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D32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D32966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D32966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ind w:left="576" w:right="576"/>
    </w:pPr>
    <w:rPr>
      <w:rFonts w:asciiTheme="majorHAnsi" w:eastAsiaTheme="majorEastAsia" w:hAnsiTheme="majorHAnsi" w:cstheme="majorBidi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8"/>
      <w:sz w:val="64"/>
      <w:szCs w:val="6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6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dney\AppData\Roaming\Microsoft\Templates\Name%20badges%20(Bright%20design,%208%20per%20page,%20works%20with%20Avery%205395%20and%20similar)(2).dotx" TargetMode="External"/></Relationships>
</file>

<file path=word/theme/theme1.xml><?xml version="1.0" encoding="utf-8"?>
<a:theme xmlns:a="http://schemas.openxmlformats.org/drawingml/2006/main" name="Teal Business Set">
  <a:themeElements>
    <a:clrScheme name="Bright Birthday">
      <a:dk1>
        <a:sysClr val="windowText" lastClr="000000"/>
      </a:dk1>
      <a:lt1>
        <a:sysClr val="window" lastClr="FFFFFF"/>
      </a:lt1>
      <a:dk2>
        <a:srgbClr val="493930"/>
      </a:dk2>
      <a:lt2>
        <a:srgbClr val="F0F0F0"/>
      </a:lt2>
      <a:accent1>
        <a:srgbClr val="D32966"/>
      </a:accent1>
      <a:accent2>
        <a:srgbClr val="2FA9A9"/>
      </a:accent2>
      <a:accent3>
        <a:srgbClr val="F7B239"/>
      </a:accent3>
      <a:accent4>
        <a:srgbClr val="D84523"/>
      </a:accent4>
      <a:accent5>
        <a:srgbClr val="70B344"/>
      </a:accent5>
      <a:accent6>
        <a:srgbClr val="E68128"/>
      </a:accent6>
      <a:hlink>
        <a:srgbClr val="2FA9A9"/>
      </a:hlink>
      <a:folHlink>
        <a:srgbClr val="8B449A"/>
      </a:folHlink>
    </a:clrScheme>
    <a:fontScheme name="Bright Birthday">
      <a:majorFont>
        <a:latin typeface="Kristen ITC"/>
        <a:ea typeface=""/>
        <a:cs typeface=""/>
      </a:majorFont>
      <a:minorFont>
        <a:latin typeface="Kristen IT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B692B7B-E5A5-4A11-BCFC-B7BC40551E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Name badges (Bright design, 8 per page, works with Avery 5395 and similar)(2)</Template>
  <TotalTime>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Rodney Robinson</dc:creator>
  <cp:keywords/>
  <dc:description/>
  <cp:lastModifiedBy>Rodney Robinson</cp:lastModifiedBy>
  <cp:revision>3</cp:revision>
  <cp:lastPrinted>2015-11-03T01:03:00Z</cp:lastPrinted>
  <dcterms:created xsi:type="dcterms:W3CDTF">2015-11-03T00:47:00Z</dcterms:created>
  <dcterms:modified xsi:type="dcterms:W3CDTF">2015-11-03T01:09:00Z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TC040291719991</vt:lpwstr>
  </property>
</Properties>
</file>